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4F4" w:rsidRDefault="006914F4" w:rsidP="006914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0"/>
          <w:szCs w:val="20"/>
        </w:rPr>
      </w:pPr>
    </w:p>
    <w:p w:rsidR="004B5CF4" w:rsidRDefault="004B5CF4" w:rsidP="006914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0"/>
          <w:szCs w:val="20"/>
        </w:rPr>
      </w:pPr>
    </w:p>
    <w:p w:rsidR="004B5CF4" w:rsidRDefault="004B5CF4" w:rsidP="006914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0"/>
          <w:szCs w:val="20"/>
        </w:rPr>
      </w:pPr>
    </w:p>
    <w:p w:rsidR="004B5CF4" w:rsidRDefault="004B5CF4" w:rsidP="006914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0"/>
          <w:szCs w:val="20"/>
        </w:rPr>
      </w:pPr>
    </w:p>
    <w:p w:rsidR="004B5CF4" w:rsidRDefault="004B5CF4" w:rsidP="006914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0"/>
          <w:szCs w:val="20"/>
        </w:rPr>
      </w:pPr>
    </w:p>
    <w:p w:rsidR="004B5CF4" w:rsidRDefault="004B5CF4" w:rsidP="006914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0"/>
          <w:szCs w:val="20"/>
        </w:rPr>
      </w:pPr>
    </w:p>
    <w:p w:rsidR="004B5CF4" w:rsidRPr="004B5CF4" w:rsidRDefault="004B5CF4" w:rsidP="006914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0"/>
          <w:szCs w:val="20"/>
        </w:rPr>
      </w:pPr>
    </w:p>
    <w:p w:rsidR="00D67307" w:rsidRPr="004B5CF4" w:rsidRDefault="00D67307" w:rsidP="009906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b/>
          <w:bCs/>
          <w:sz w:val="20"/>
          <w:szCs w:val="20"/>
        </w:rPr>
      </w:pPr>
    </w:p>
    <w:p w:rsidR="00D67307" w:rsidRPr="004B5CF4" w:rsidRDefault="00D67307" w:rsidP="009906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b/>
          <w:bCs/>
          <w:sz w:val="20"/>
          <w:szCs w:val="20"/>
        </w:rPr>
      </w:pPr>
    </w:p>
    <w:p w:rsidR="00990662" w:rsidRPr="004B5CF4" w:rsidRDefault="00990662" w:rsidP="009906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b/>
          <w:bCs/>
          <w:sz w:val="20"/>
          <w:szCs w:val="20"/>
        </w:rPr>
      </w:pPr>
    </w:p>
    <w:p w:rsidR="003F039A" w:rsidRPr="004B5CF4" w:rsidRDefault="003F039A" w:rsidP="009906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rPr>
          <w:rFonts w:ascii="Times New Roman" w:hAnsi="Times New Roman" w:cs="Times New Roman"/>
          <w:b/>
          <w:bCs/>
          <w:sz w:val="20"/>
          <w:szCs w:val="20"/>
        </w:rPr>
      </w:pPr>
    </w:p>
    <w:p w:rsidR="003F039A" w:rsidRPr="00F629E4" w:rsidRDefault="003F039A" w:rsidP="00122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center"/>
        <w:rPr>
          <w:rFonts w:ascii="Times New Roman" w:hAnsi="Times New Roman" w:cs="Times New Roman"/>
          <w:b/>
          <w:bCs/>
          <w:sz w:val="20"/>
          <w:szCs w:val="20"/>
        </w:rPr>
      </w:pPr>
    </w:p>
    <w:p w:rsidR="00A20823" w:rsidRPr="00F629E4" w:rsidRDefault="00A20823" w:rsidP="00122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20" w:lineRule="exact"/>
        <w:ind w:right="1685"/>
        <w:jc w:val="center"/>
        <w:outlineLvl w:val="0"/>
        <w:rPr>
          <w:rFonts w:ascii="Times New Roman" w:hAnsi="Times New Roman" w:cs="Times New Roman"/>
          <w:b/>
          <w:bCs/>
          <w:sz w:val="20"/>
          <w:szCs w:val="20"/>
        </w:rPr>
      </w:pPr>
      <w:r w:rsidRPr="00F629E4">
        <w:rPr>
          <w:rFonts w:ascii="Times New Roman" w:hAnsi="Times New Roman" w:cs="Times New Roman"/>
          <w:b/>
          <w:bCs/>
          <w:sz w:val="20"/>
          <w:szCs w:val="20"/>
        </w:rPr>
        <w:t>SAHAVIRIYA STEEL INDUSTRIES PUBLIC COMPANY LIMITED,</w:t>
      </w:r>
    </w:p>
    <w:p w:rsidR="00D67307" w:rsidRPr="00F629E4" w:rsidRDefault="00A20823" w:rsidP="00122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20" w:lineRule="exact"/>
        <w:ind w:right="1685"/>
        <w:jc w:val="center"/>
        <w:rPr>
          <w:rFonts w:ascii="Times New Roman" w:hAnsi="Times New Roman" w:cs="Times New Roman"/>
          <w:b/>
          <w:bCs/>
          <w:sz w:val="20"/>
          <w:szCs w:val="20"/>
        </w:rPr>
      </w:pPr>
      <w:r w:rsidRPr="00F629E4">
        <w:rPr>
          <w:rFonts w:ascii="Times New Roman" w:hAnsi="Times New Roman" w:cs="Times New Roman"/>
          <w:b/>
          <w:bCs/>
          <w:sz w:val="20"/>
          <w:szCs w:val="20"/>
        </w:rPr>
        <w:t xml:space="preserve"> </w:t>
      </w:r>
      <w:r w:rsidR="00B63901">
        <w:rPr>
          <w:rFonts w:ascii="Times New Roman" w:hAnsi="Times New Roman" w:cs="Times New Roman"/>
          <w:b/>
          <w:bCs/>
          <w:sz w:val="20"/>
          <w:szCs w:val="20"/>
        </w:rPr>
        <w:t>ITS</w:t>
      </w:r>
      <w:r w:rsidRPr="00F629E4">
        <w:rPr>
          <w:rFonts w:ascii="Times New Roman" w:hAnsi="Times New Roman" w:cs="Times New Roman"/>
          <w:b/>
          <w:bCs/>
          <w:sz w:val="20"/>
          <w:szCs w:val="20"/>
        </w:rPr>
        <w:t xml:space="preserve"> SUBSIDIARIES</w:t>
      </w:r>
    </w:p>
    <w:p w:rsidR="003F039A" w:rsidRPr="00F629E4" w:rsidRDefault="00FD2D70" w:rsidP="001228D5">
      <w:pPr>
        <w:spacing w:line="420" w:lineRule="exact"/>
        <w:ind w:right="1454"/>
        <w:jc w:val="center"/>
        <w:outlineLvl w:val="0"/>
        <w:rPr>
          <w:rFonts w:ascii="Times New Roman" w:hAnsi="Times New Roman" w:cs="Times New Roman"/>
          <w:sz w:val="20"/>
          <w:szCs w:val="20"/>
        </w:rPr>
      </w:pPr>
      <w:r w:rsidRPr="00F629E4">
        <w:rPr>
          <w:rFonts w:ascii="Times New Roman" w:hAnsi="Times New Roman" w:cs="Times New Roman"/>
          <w:snapToGrid w:val="0"/>
          <w:color w:val="000000"/>
          <w:sz w:val="20"/>
          <w:szCs w:val="20"/>
          <w:cs/>
          <w:lang w:eastAsia="th-TH"/>
        </w:rPr>
        <w:t xml:space="preserve">AUDITOR'S REPORT AND </w:t>
      </w:r>
      <w:r w:rsidRPr="00F629E4">
        <w:rPr>
          <w:rFonts w:ascii="Times New Roman" w:hAnsi="Times New Roman" w:cs="Times New Roman"/>
          <w:snapToGrid w:val="0"/>
          <w:color w:val="000000"/>
          <w:sz w:val="20"/>
          <w:szCs w:val="20"/>
          <w:lang w:eastAsia="th-TH"/>
        </w:rPr>
        <w:t xml:space="preserve">INTERIM </w:t>
      </w:r>
      <w:r w:rsidRPr="00F629E4">
        <w:rPr>
          <w:rFonts w:ascii="Times New Roman" w:hAnsi="Times New Roman" w:cs="Times New Roman"/>
          <w:snapToGrid w:val="0"/>
          <w:color w:val="000000"/>
          <w:sz w:val="20"/>
          <w:szCs w:val="20"/>
          <w:cs/>
          <w:lang w:eastAsia="th-TH"/>
        </w:rPr>
        <w:t xml:space="preserve">FINANCIAL </w:t>
      </w:r>
      <w:r w:rsidRPr="00F629E4">
        <w:rPr>
          <w:rFonts w:ascii="Times New Roman" w:hAnsi="Times New Roman" w:cs="Times New Roman"/>
          <w:snapToGrid w:val="0"/>
          <w:color w:val="000000"/>
          <w:sz w:val="20"/>
          <w:szCs w:val="20"/>
          <w:lang w:eastAsia="th-TH"/>
        </w:rPr>
        <w:t>INFORMATION</w:t>
      </w:r>
    </w:p>
    <w:p w:rsidR="00FD2D70" w:rsidRPr="00F629E4" w:rsidRDefault="00FD2D70" w:rsidP="00122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20" w:lineRule="exact"/>
        <w:ind w:right="1685"/>
        <w:jc w:val="center"/>
        <w:outlineLvl w:val="0"/>
        <w:rPr>
          <w:rFonts w:ascii="Times New Roman" w:hAnsi="Times New Roman" w:cs="Times New Roman"/>
          <w:sz w:val="20"/>
          <w:szCs w:val="20"/>
        </w:rPr>
      </w:pPr>
      <w:r w:rsidRPr="00F629E4">
        <w:rPr>
          <w:rFonts w:ascii="Times New Roman" w:hAnsi="Times New Roman" w:cs="Times New Roman"/>
          <w:sz w:val="20"/>
          <w:szCs w:val="20"/>
        </w:rPr>
        <w:t xml:space="preserve">FOR THE SIX-MONTH PERIODS ENDED </w:t>
      </w:r>
      <w:r w:rsidR="005633FD">
        <w:rPr>
          <w:rFonts w:ascii="Times New Roman" w:hAnsi="Times New Roman" w:cs="Times New Roman"/>
          <w:sz w:val="20"/>
          <w:szCs w:val="20"/>
        </w:rPr>
        <w:t xml:space="preserve">30 </w:t>
      </w:r>
      <w:r w:rsidRPr="00F629E4">
        <w:rPr>
          <w:rFonts w:ascii="Times New Roman" w:hAnsi="Times New Roman" w:cs="Times New Roman"/>
          <w:sz w:val="20"/>
          <w:szCs w:val="20"/>
        </w:rPr>
        <w:t>JUNE 2017</w:t>
      </w:r>
    </w:p>
    <w:p w:rsidR="00E63922" w:rsidRPr="00F629E4" w:rsidRDefault="00FD2D70" w:rsidP="001228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20" w:lineRule="exact"/>
        <w:ind w:right="1685"/>
        <w:jc w:val="center"/>
        <w:outlineLvl w:val="0"/>
        <w:rPr>
          <w:rFonts w:ascii="Times New Roman" w:hAnsi="Times New Roman" w:cs="Times New Roman"/>
          <w:b/>
          <w:bCs/>
          <w:sz w:val="20"/>
          <w:szCs w:val="20"/>
        </w:rPr>
      </w:pPr>
      <w:bookmarkStart w:id="0" w:name="_GoBack"/>
      <w:bookmarkEnd w:id="0"/>
      <w:r w:rsidRPr="00F629E4">
        <w:rPr>
          <w:rFonts w:ascii="Times New Roman" w:hAnsi="Times New Roman" w:cs="Times New Roman"/>
          <w:sz w:val="20"/>
          <w:szCs w:val="20"/>
          <w:cs/>
        </w:rPr>
        <w:t>(</w:t>
      </w:r>
      <w:r w:rsidRPr="00F629E4">
        <w:rPr>
          <w:rFonts w:ascii="Times New Roman" w:hAnsi="Times New Roman" w:cs="Times New Roman"/>
          <w:sz w:val="20"/>
          <w:szCs w:val="20"/>
        </w:rPr>
        <w:t>UNAUDITED/ REVIEWED ONLY</w:t>
      </w:r>
      <w:r w:rsidRPr="00F629E4">
        <w:rPr>
          <w:rFonts w:ascii="Times New Roman" w:hAnsi="Times New Roman" w:cs="Times New Roman"/>
          <w:sz w:val="20"/>
          <w:szCs w:val="20"/>
          <w:cs/>
        </w:rPr>
        <w:t>)</w:t>
      </w:r>
      <w:r w:rsidR="003F039A" w:rsidRPr="00F629E4">
        <w:rPr>
          <w:rFonts w:ascii="Times New Roman" w:hAnsi="Times New Roman" w:cs="Times New Roman"/>
          <w:b/>
          <w:bCs/>
          <w:sz w:val="20"/>
          <w:szCs w:val="20"/>
          <w:cs/>
        </w:rPr>
        <w:br w:type="page"/>
      </w:r>
    </w:p>
    <w:p w:rsidR="001677E5" w:rsidRDefault="001677E5"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80" w:lineRule="exact"/>
        <w:jc w:val="center"/>
        <w:outlineLvl w:val="0"/>
        <w:rPr>
          <w:rFonts w:ascii="Times New Roman" w:hAnsi="Times New Roman" w:cs="Times New Roman"/>
          <w:b/>
          <w:bCs/>
          <w:sz w:val="20"/>
          <w:szCs w:val="20"/>
        </w:rPr>
      </w:pPr>
    </w:p>
    <w:p w:rsidR="001677E5" w:rsidRDefault="001677E5"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80" w:lineRule="exact"/>
        <w:jc w:val="center"/>
        <w:outlineLvl w:val="0"/>
        <w:rPr>
          <w:rFonts w:ascii="Times New Roman" w:hAnsi="Times New Roman" w:cs="Times New Roman"/>
          <w:b/>
          <w:bCs/>
          <w:sz w:val="20"/>
          <w:szCs w:val="20"/>
        </w:rPr>
      </w:pPr>
    </w:p>
    <w:p w:rsidR="005B4E4C" w:rsidRPr="00F629E4" w:rsidRDefault="00A20823"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80" w:lineRule="exact"/>
        <w:jc w:val="center"/>
        <w:outlineLvl w:val="0"/>
        <w:rPr>
          <w:rFonts w:ascii="Times New Roman" w:hAnsi="Times New Roman" w:cs="Times New Roman"/>
          <w:b/>
          <w:bCs/>
          <w:sz w:val="20"/>
          <w:szCs w:val="20"/>
        </w:rPr>
      </w:pPr>
      <w:r w:rsidRPr="00F629E4">
        <w:rPr>
          <w:rFonts w:ascii="Times New Roman" w:hAnsi="Times New Roman" w:cs="Times New Roman"/>
          <w:b/>
          <w:bCs/>
          <w:sz w:val="20"/>
          <w:szCs w:val="20"/>
        </w:rPr>
        <w:t>AUDITOR’S REPORT ON REVIEW OF INTERIM FINANCIAL INFORMATION</w:t>
      </w:r>
    </w:p>
    <w:p w:rsidR="008A7D51" w:rsidRPr="00F629E4" w:rsidRDefault="008A7D51"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80" w:lineRule="exact"/>
        <w:jc w:val="center"/>
        <w:rPr>
          <w:rFonts w:ascii="Times New Roman" w:hAnsi="Times New Roman" w:cs="Times New Roman"/>
          <w:b/>
          <w:bCs/>
          <w:sz w:val="20"/>
          <w:szCs w:val="20"/>
        </w:rPr>
      </w:pPr>
    </w:p>
    <w:p w:rsidR="005B4E4C" w:rsidRPr="00F629E4" w:rsidRDefault="005B4E4C"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80" w:lineRule="exact"/>
        <w:rPr>
          <w:rFonts w:ascii="Times New Roman" w:hAnsi="Times New Roman" w:cs="Times New Roman"/>
          <w:b/>
          <w:bCs/>
          <w:sz w:val="20"/>
          <w:szCs w:val="20"/>
        </w:rPr>
      </w:pPr>
    </w:p>
    <w:p w:rsidR="005B4E4C" w:rsidRPr="00F629E4" w:rsidRDefault="00A20823"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80" w:lineRule="exact"/>
        <w:outlineLvl w:val="0"/>
        <w:rPr>
          <w:rFonts w:ascii="Times New Roman" w:hAnsi="Times New Roman" w:cs="Times New Roman"/>
          <w:b/>
          <w:bCs/>
          <w:sz w:val="20"/>
          <w:szCs w:val="20"/>
        </w:rPr>
      </w:pPr>
      <w:r w:rsidRPr="00F629E4">
        <w:rPr>
          <w:rFonts w:ascii="Times New Roman" w:hAnsi="Times New Roman" w:cs="Times New Roman"/>
          <w:sz w:val="20"/>
          <w:szCs w:val="20"/>
        </w:rPr>
        <w:t>To The Shareholders of</w:t>
      </w:r>
    </w:p>
    <w:p w:rsidR="00A20823" w:rsidRPr="00F629E4" w:rsidRDefault="00A20823"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80" w:lineRule="exact"/>
        <w:rPr>
          <w:rFonts w:ascii="Times New Roman" w:hAnsi="Times New Roman" w:cs="Times New Roman"/>
          <w:b/>
          <w:bCs/>
          <w:sz w:val="20"/>
          <w:szCs w:val="20"/>
        </w:rPr>
      </w:pPr>
    </w:p>
    <w:p w:rsidR="005B4E4C" w:rsidRPr="00F629E4" w:rsidRDefault="00A20823"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80" w:lineRule="exact"/>
        <w:ind w:firstLine="426"/>
        <w:outlineLvl w:val="0"/>
        <w:rPr>
          <w:rFonts w:ascii="Times New Roman" w:hAnsi="Times New Roman" w:cs="Times New Roman"/>
          <w:b/>
          <w:bCs/>
          <w:sz w:val="20"/>
          <w:szCs w:val="20"/>
        </w:rPr>
      </w:pPr>
      <w:r w:rsidRPr="00F629E4">
        <w:rPr>
          <w:rFonts w:ascii="Times New Roman" w:hAnsi="Times New Roman" w:cs="Times New Roman"/>
          <w:b/>
          <w:bCs/>
          <w:sz w:val="20"/>
          <w:szCs w:val="20"/>
        </w:rPr>
        <w:t>SAHAVIRIYA STEEL INDUSTRIES PUBLIC COMPANY LIMITED</w:t>
      </w:r>
    </w:p>
    <w:p w:rsidR="005B4E4C" w:rsidRPr="00F629E4" w:rsidRDefault="007F052E"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exact"/>
        <w:jc w:val="thaiDistribute"/>
        <w:rPr>
          <w:rFonts w:ascii="Times New Roman" w:eastAsia="Calibri" w:hAnsi="Times New Roman" w:cs="Times New Roman"/>
          <w:sz w:val="20"/>
          <w:szCs w:val="20"/>
        </w:rPr>
      </w:pPr>
      <w:r w:rsidRPr="00F629E4">
        <w:rPr>
          <w:rFonts w:ascii="Times New Roman" w:eastAsia="Calibri" w:hAnsi="Times New Roman" w:cs="Times New Roman"/>
          <w:sz w:val="20"/>
          <w:szCs w:val="20"/>
        </w:rPr>
        <w:t xml:space="preserve">I was engaged to audit the accompanying consolidated and separate financial statements </w:t>
      </w:r>
      <w:r w:rsidR="00CA7C72">
        <w:rPr>
          <w:rFonts w:ascii="Times New Roman" w:eastAsia="Calibri" w:hAnsi="Times New Roman" w:cs="Times New Roman"/>
          <w:sz w:val="20"/>
          <w:szCs w:val="20"/>
        </w:rPr>
        <w:t>o</w:t>
      </w:r>
      <w:r w:rsidR="00CA7C72" w:rsidRPr="00F629E4">
        <w:rPr>
          <w:rFonts w:ascii="Times New Roman" w:eastAsia="Calibri" w:hAnsi="Times New Roman" w:cs="Times New Roman"/>
          <w:sz w:val="20"/>
          <w:szCs w:val="20"/>
        </w:rPr>
        <w:t>f</w:t>
      </w:r>
      <w:r w:rsidR="00CA7C72">
        <w:rPr>
          <w:rFonts w:ascii="Times New Roman" w:eastAsia="Calibri" w:hAnsi="Times New Roman" w:cs="Times New Roman"/>
          <w:sz w:val="20"/>
          <w:szCs w:val="20"/>
        </w:rPr>
        <w:t xml:space="preserve"> </w:t>
      </w:r>
      <w:r w:rsidR="00CA7C72" w:rsidRPr="00F629E4">
        <w:rPr>
          <w:rFonts w:ascii="Times New Roman" w:hAnsi="Times New Roman" w:cs="Times New Roman"/>
          <w:sz w:val="20"/>
          <w:szCs w:val="20"/>
        </w:rPr>
        <w:t>SAHAVIRIYA STEEL INDUSTRIES PUBLIC COMPANY LIMITED,</w:t>
      </w:r>
      <w:r w:rsidR="00CA7C72">
        <w:rPr>
          <w:rFonts w:ascii="Times New Roman" w:hAnsi="Times New Roman" w:cs="Times New Roman"/>
          <w:sz w:val="20"/>
          <w:szCs w:val="20"/>
        </w:rPr>
        <w:t xml:space="preserve"> AND </w:t>
      </w:r>
      <w:r w:rsidR="00CA7C72" w:rsidRPr="00F629E4">
        <w:rPr>
          <w:rFonts w:ascii="Times New Roman" w:hAnsi="Times New Roman" w:cs="Times New Roman"/>
          <w:sz w:val="20"/>
          <w:szCs w:val="20"/>
        </w:rPr>
        <w:t>ITS SUBSIDIARIES</w:t>
      </w:r>
      <w:r w:rsidR="00CA7C72">
        <w:rPr>
          <w:rFonts w:ascii="Times New Roman" w:hAnsi="Times New Roman" w:cs="Times New Roman"/>
          <w:sz w:val="20"/>
          <w:szCs w:val="20"/>
        </w:rPr>
        <w:t xml:space="preserve"> (the Group)</w:t>
      </w:r>
      <w:r w:rsidR="00CA7C72" w:rsidRPr="00F629E4">
        <w:rPr>
          <w:rFonts w:ascii="Times New Roman" w:eastAsia="Calibri" w:hAnsi="Times New Roman" w:cs="Times New Roman"/>
          <w:sz w:val="20"/>
          <w:szCs w:val="20"/>
        </w:rPr>
        <w:t xml:space="preserve">, and of </w:t>
      </w:r>
      <w:r w:rsidR="00CA7C72" w:rsidRPr="00F629E4">
        <w:rPr>
          <w:rFonts w:ascii="Times New Roman" w:hAnsi="Times New Roman" w:cs="Times New Roman"/>
          <w:sz w:val="20"/>
          <w:szCs w:val="20"/>
        </w:rPr>
        <w:t>SAHAVIRIYA STEEL INDUSTRIES PUBLIC COMPANY LIMITED</w:t>
      </w:r>
      <w:r w:rsidR="00CA7C72" w:rsidRPr="00F629E4">
        <w:rPr>
          <w:rFonts w:ascii="Times New Roman" w:eastAsia="Calibri" w:hAnsi="Times New Roman" w:cs="Times New Roman"/>
          <w:sz w:val="20"/>
          <w:szCs w:val="20"/>
        </w:rPr>
        <w:t xml:space="preserve"> (the “Company”)</w:t>
      </w:r>
      <w:r w:rsidR="00CA7C72">
        <w:rPr>
          <w:rFonts w:ascii="Times New Roman" w:eastAsia="Calibri" w:hAnsi="Times New Roman" w:cs="Times New Roman"/>
          <w:sz w:val="20"/>
          <w:szCs w:val="20"/>
        </w:rPr>
        <w:t xml:space="preserve"> </w:t>
      </w:r>
      <w:r w:rsidR="001E3697" w:rsidRPr="00F629E4">
        <w:rPr>
          <w:rFonts w:ascii="Times New Roman" w:eastAsia="Calibri" w:hAnsi="Times New Roman" w:cs="Times New Roman"/>
          <w:sz w:val="20"/>
          <w:szCs w:val="20"/>
        </w:rPr>
        <w:t xml:space="preserve">as at </w:t>
      </w:r>
      <w:r w:rsidR="005633FD">
        <w:rPr>
          <w:rFonts w:ascii="Times New Roman" w:eastAsia="Calibri" w:hAnsi="Times New Roman" w:cs="Times New Roman"/>
          <w:sz w:val="20"/>
          <w:szCs w:val="20"/>
        </w:rPr>
        <w:t xml:space="preserve">30 </w:t>
      </w:r>
      <w:r w:rsidR="001E3697" w:rsidRPr="00F629E4">
        <w:rPr>
          <w:rFonts w:ascii="Times New Roman" w:eastAsia="Calibri" w:hAnsi="Times New Roman" w:cs="Times New Roman"/>
          <w:sz w:val="20"/>
          <w:szCs w:val="20"/>
        </w:rPr>
        <w:t xml:space="preserve">June 2017, </w:t>
      </w:r>
      <w:r w:rsidRPr="00F629E4">
        <w:rPr>
          <w:rFonts w:ascii="Times New Roman" w:eastAsia="Calibri" w:hAnsi="Times New Roman" w:cs="Times New Roman"/>
          <w:sz w:val="20"/>
          <w:szCs w:val="20"/>
        </w:rPr>
        <w:t>the consolidated an</w:t>
      </w:r>
      <w:r w:rsidR="005633FD">
        <w:rPr>
          <w:rFonts w:ascii="Times New Roman" w:eastAsia="Calibri" w:hAnsi="Times New Roman" w:cs="Times New Roman"/>
          <w:sz w:val="20"/>
          <w:szCs w:val="20"/>
        </w:rPr>
        <w:t xml:space="preserve">d separate statements of income and </w:t>
      </w:r>
      <w:r w:rsidRPr="00F629E4">
        <w:rPr>
          <w:rFonts w:ascii="Times New Roman" w:eastAsia="Calibri" w:hAnsi="Times New Roman" w:cs="Times New Roman"/>
          <w:sz w:val="20"/>
          <w:szCs w:val="20"/>
        </w:rPr>
        <w:t xml:space="preserve">comprehensive income, changes in equity and cash flows for the </w:t>
      </w:r>
      <w:r w:rsidR="00CA7C72">
        <w:rPr>
          <w:rFonts w:ascii="Times New Roman" w:eastAsia="Calibri" w:hAnsi="Times New Roman" w:cs="Times New Roman"/>
          <w:sz w:val="20"/>
          <w:szCs w:val="20"/>
        </w:rPr>
        <w:t>six-month periods</w:t>
      </w:r>
      <w:r w:rsidRPr="00F629E4">
        <w:rPr>
          <w:rFonts w:ascii="Times New Roman" w:eastAsia="Calibri" w:hAnsi="Times New Roman" w:cs="Times New Roman"/>
          <w:sz w:val="20"/>
          <w:szCs w:val="20"/>
        </w:rPr>
        <w:t xml:space="preserve"> then ended, and the condensed notes to financial statements.</w:t>
      </w:r>
      <w:r w:rsidR="008A7D51" w:rsidRPr="00F629E4">
        <w:rPr>
          <w:rFonts w:ascii="Times New Roman" w:eastAsia="Calibri" w:hAnsi="Times New Roman" w:cs="Times New Roman"/>
          <w:sz w:val="20"/>
          <w:szCs w:val="20"/>
        </w:rPr>
        <w:t xml:space="preserve"> </w:t>
      </w:r>
      <w:r w:rsidR="008A7D51" w:rsidRPr="00F629E4">
        <w:rPr>
          <w:rFonts w:ascii="Times New Roman" w:hAnsi="Times New Roman" w:cs="Times New Roman"/>
          <w:sz w:val="20"/>
          <w:szCs w:val="20"/>
        </w:rPr>
        <w:t>The Company’s management is responsible for the preparation and presentation of this interim financial information, in all material respects, in accordance with Thai Accounting Standard No. 34</w:t>
      </w:r>
      <w:r w:rsidR="008A7D51" w:rsidRPr="00F629E4">
        <w:rPr>
          <w:rFonts w:ascii="Times New Roman" w:hAnsi="Times New Roman" w:cs="Times New Roman"/>
          <w:sz w:val="20"/>
          <w:szCs w:val="20"/>
          <w:cs/>
        </w:rPr>
        <w:t xml:space="preserve"> </w:t>
      </w:r>
      <w:r w:rsidR="008A7D51" w:rsidRPr="00F629E4">
        <w:rPr>
          <w:rFonts w:ascii="Times New Roman" w:hAnsi="Times New Roman" w:cs="Times New Roman"/>
          <w:sz w:val="20"/>
          <w:szCs w:val="20"/>
        </w:rPr>
        <w:t>Interim Financial Reporting. My responsibility</w:t>
      </w:r>
      <w:r w:rsidR="005868E2">
        <w:rPr>
          <w:rFonts w:ascii="Times New Roman" w:hAnsi="Times New Roman" w:cs="Times New Roman"/>
          <w:sz w:val="20"/>
          <w:szCs w:val="20"/>
        </w:rPr>
        <w:t xml:space="preserve"> </w:t>
      </w:r>
      <w:r w:rsidR="008A7D51" w:rsidRPr="00F629E4">
        <w:rPr>
          <w:rFonts w:ascii="Times New Roman" w:hAnsi="Times New Roman" w:cs="Times New Roman"/>
          <w:sz w:val="20"/>
          <w:szCs w:val="20"/>
        </w:rPr>
        <w:t>is to express a conclusion on this interim financial information based on my reviews.</w:t>
      </w:r>
    </w:p>
    <w:p w:rsidR="005B4E4C" w:rsidRPr="00F629E4" w:rsidRDefault="008A7D51"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380" w:lineRule="exact"/>
        <w:jc w:val="thaiDistribute"/>
        <w:outlineLvl w:val="0"/>
        <w:rPr>
          <w:rFonts w:ascii="Times New Roman" w:hAnsi="Times New Roman" w:cs="Times New Roman"/>
          <w:sz w:val="20"/>
          <w:szCs w:val="20"/>
        </w:rPr>
      </w:pPr>
      <w:r w:rsidRPr="00F629E4">
        <w:rPr>
          <w:rFonts w:ascii="Times New Roman" w:hAnsi="Times New Roman" w:cs="Times New Roman"/>
          <w:b/>
          <w:bCs/>
          <w:sz w:val="20"/>
          <w:szCs w:val="20"/>
        </w:rPr>
        <w:t>Scope of Review</w:t>
      </w:r>
    </w:p>
    <w:p w:rsidR="00C06F63" w:rsidRPr="00F629E4" w:rsidRDefault="00C06F63"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exact"/>
        <w:jc w:val="thaiDistribute"/>
        <w:rPr>
          <w:rFonts w:ascii="Times New Roman" w:eastAsia="Calibri" w:hAnsi="Times New Roman" w:cs="Times New Roman"/>
          <w:sz w:val="20"/>
          <w:szCs w:val="20"/>
          <w:cs/>
        </w:rPr>
      </w:pPr>
      <w:r w:rsidRPr="00F629E4">
        <w:rPr>
          <w:rFonts w:ascii="Times New Roman" w:eastAsia="Calibri" w:hAnsi="Times New Roman" w:cs="Times New Roman"/>
          <w:sz w:val="20"/>
          <w:szCs w:val="20"/>
        </w:rPr>
        <w:t xml:space="preserve">Except as explained in the basis of disclaimer of conclusion, I conducted my review in accordance with Thai Standard on Review Engagements 2410, “Review of Interim Financial Information Performed by the Independent Auditor of the Entity”. A review of interim financial statements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w:t>
      </w:r>
      <w:r w:rsidR="005868E2">
        <w:rPr>
          <w:rFonts w:ascii="Times New Roman" w:eastAsia="Calibri" w:hAnsi="Times New Roman" w:cs="Times New Roman"/>
          <w:sz w:val="20"/>
          <w:szCs w:val="20"/>
        </w:rPr>
        <w:t xml:space="preserve"> </w:t>
      </w:r>
      <w:r w:rsidRPr="00F629E4">
        <w:rPr>
          <w:rFonts w:ascii="Times New Roman" w:eastAsia="Calibri" w:hAnsi="Times New Roman" w:cs="Times New Roman"/>
          <w:sz w:val="20"/>
          <w:szCs w:val="20"/>
        </w:rPr>
        <w:t>that might be identified in an audit. Accordingly, I do not express an audit opinion.</w:t>
      </w:r>
    </w:p>
    <w:p w:rsidR="005B4E4C" w:rsidRPr="00F629E4" w:rsidRDefault="004B5CF4"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380" w:lineRule="exact"/>
        <w:jc w:val="thaiDistribute"/>
        <w:outlineLvl w:val="0"/>
        <w:rPr>
          <w:rFonts w:ascii="Times New Roman" w:hAnsi="Times New Roman" w:cs="Times New Roman"/>
          <w:sz w:val="20"/>
          <w:szCs w:val="20"/>
        </w:rPr>
      </w:pPr>
      <w:r w:rsidRPr="00F629E4">
        <w:rPr>
          <w:rFonts w:ascii="Times New Roman" w:hAnsi="Times New Roman" w:cs="Times New Roman"/>
          <w:b/>
          <w:bCs/>
          <w:sz w:val="20"/>
          <w:szCs w:val="20"/>
        </w:rPr>
        <w:t>Basis for Disclaimer of Conclusion</w:t>
      </w:r>
    </w:p>
    <w:p w:rsidR="003F569C" w:rsidRPr="00F629E4" w:rsidRDefault="003F569C"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20" w:line="380" w:lineRule="exact"/>
        <w:jc w:val="thaiDistribute"/>
        <w:rPr>
          <w:rFonts w:ascii="Times New Roman" w:hAnsi="Times New Roman" w:cs="Times New Roman"/>
          <w:b/>
          <w:bCs/>
          <w:sz w:val="20"/>
          <w:szCs w:val="20"/>
        </w:rPr>
      </w:pPr>
      <w:r w:rsidRPr="00F629E4">
        <w:rPr>
          <w:rFonts w:ascii="Times New Roman" w:hAnsi="Times New Roman" w:cs="Times New Roman"/>
          <w:i/>
          <w:iCs/>
          <w:color w:val="000000"/>
          <w:sz w:val="20"/>
          <w:szCs w:val="20"/>
        </w:rPr>
        <w:t>Material uncertainty concerning going concern basis of accounting and success of rehabilitation plan</w:t>
      </w:r>
    </w:p>
    <w:p w:rsidR="007210DF" w:rsidRDefault="003F569C"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exact"/>
        <w:jc w:val="thaiDistribute"/>
        <w:rPr>
          <w:rFonts w:ascii="Times New Roman" w:eastAsia="Calibri" w:hAnsi="Times New Roman" w:cs="Times New Roman"/>
          <w:sz w:val="20"/>
          <w:szCs w:val="20"/>
        </w:rPr>
      </w:pPr>
      <w:r w:rsidRPr="00F629E4">
        <w:rPr>
          <w:rFonts w:ascii="Times New Roman" w:eastAsia="Calibri" w:hAnsi="Times New Roman" w:cs="Times New Roman"/>
          <w:sz w:val="20"/>
          <w:szCs w:val="20"/>
        </w:rPr>
        <w:t xml:space="preserve">As described in Notes 2 and </w:t>
      </w:r>
      <w:r w:rsidR="00CA7C72">
        <w:rPr>
          <w:rFonts w:ascii="Times New Roman" w:eastAsia="Calibri" w:hAnsi="Times New Roman" w:cs="Times New Roman"/>
          <w:sz w:val="20"/>
          <w:szCs w:val="20"/>
        </w:rPr>
        <w:t>13</w:t>
      </w:r>
      <w:r w:rsidRPr="00F629E4">
        <w:rPr>
          <w:rFonts w:ascii="Times New Roman" w:eastAsia="Calibri" w:hAnsi="Times New Roman" w:cs="Times New Roman"/>
          <w:sz w:val="20"/>
          <w:szCs w:val="20"/>
        </w:rPr>
        <w:t xml:space="preserve"> to the financial statements, the Group and the Company incurred a net profit</w:t>
      </w:r>
      <w:r w:rsidR="00CA7C72" w:rsidRPr="00F629E4">
        <w:rPr>
          <w:rFonts w:ascii="Times New Roman" w:eastAsia="Calibri" w:hAnsi="Times New Roman" w:cs="Times New Roman"/>
          <w:sz w:val="20"/>
          <w:szCs w:val="20"/>
          <w:rtl/>
          <w:lang w:bidi="ar-SA"/>
        </w:rPr>
        <w:t xml:space="preserve"> </w:t>
      </w:r>
      <w:r w:rsidR="00CA7C72" w:rsidRPr="00F629E4">
        <w:rPr>
          <w:rFonts w:ascii="Times New Roman" w:eastAsia="Calibri" w:hAnsi="Times New Roman" w:cs="Times New Roman"/>
          <w:sz w:val="20"/>
          <w:szCs w:val="20"/>
        </w:rPr>
        <w:t xml:space="preserve">for the six-month periods ended </w:t>
      </w:r>
      <w:r w:rsidR="005633FD">
        <w:rPr>
          <w:rFonts w:ascii="Times New Roman" w:eastAsia="Calibri" w:hAnsi="Times New Roman" w:cs="Times New Roman"/>
          <w:sz w:val="20"/>
          <w:szCs w:val="20"/>
        </w:rPr>
        <w:t xml:space="preserve">30 </w:t>
      </w:r>
      <w:r w:rsidR="00ED550A">
        <w:rPr>
          <w:rFonts w:ascii="Times New Roman" w:eastAsia="Calibri" w:hAnsi="Times New Roman" w:cs="Times New Roman"/>
          <w:sz w:val="20"/>
          <w:szCs w:val="20"/>
        </w:rPr>
        <w:t>J</w:t>
      </w:r>
      <w:r w:rsidR="00CA7C72" w:rsidRPr="00F629E4">
        <w:rPr>
          <w:rFonts w:ascii="Times New Roman" w:eastAsia="Calibri" w:hAnsi="Times New Roman" w:cs="Times New Roman"/>
          <w:sz w:val="20"/>
          <w:szCs w:val="20"/>
        </w:rPr>
        <w:t>une 2017</w:t>
      </w:r>
      <w:r w:rsidR="00CA7C72">
        <w:rPr>
          <w:rFonts w:ascii="Times New Roman" w:eastAsia="Calibri" w:hAnsi="Times New Roman" w:cs="Times New Roman"/>
          <w:sz w:val="20"/>
          <w:szCs w:val="20"/>
        </w:rPr>
        <w:t xml:space="preserve"> amount </w:t>
      </w:r>
      <w:r w:rsidRPr="00F629E4">
        <w:rPr>
          <w:rFonts w:ascii="Times New Roman" w:eastAsia="Calibri" w:hAnsi="Times New Roman" w:cs="Times New Roman"/>
          <w:sz w:val="20"/>
          <w:szCs w:val="20"/>
        </w:rPr>
        <w:t>of Baht 2,206.</w:t>
      </w:r>
      <w:r w:rsidR="008D6A66">
        <w:rPr>
          <w:rFonts w:ascii="Times New Roman" w:eastAsia="Calibri" w:hAnsi="Times New Roman" w:cs="Times New Roman"/>
          <w:sz w:val="20"/>
          <w:szCs w:val="20"/>
        </w:rPr>
        <w:t>6</w:t>
      </w:r>
      <w:r w:rsidRPr="00F629E4">
        <w:rPr>
          <w:rFonts w:ascii="Times New Roman" w:eastAsia="Calibri" w:hAnsi="Times New Roman" w:cs="Times New Roman"/>
          <w:sz w:val="20"/>
          <w:szCs w:val="20"/>
        </w:rPr>
        <w:t xml:space="preserve"> million and Baht</w:t>
      </w:r>
      <w:r w:rsidRPr="00F629E4">
        <w:rPr>
          <w:rFonts w:ascii="Times New Roman" w:eastAsia="Calibri" w:hAnsi="Times New Roman" w:cs="Times New Roman"/>
          <w:sz w:val="20"/>
          <w:szCs w:val="20"/>
          <w:cs/>
        </w:rPr>
        <w:t xml:space="preserve"> </w:t>
      </w:r>
      <w:r w:rsidRPr="00F629E4">
        <w:rPr>
          <w:rFonts w:ascii="Times New Roman" w:eastAsia="Calibri" w:hAnsi="Times New Roman" w:cs="Times New Roman"/>
          <w:sz w:val="20"/>
          <w:szCs w:val="20"/>
        </w:rPr>
        <w:t>2,196.4 millio</w:t>
      </w:r>
      <w:r w:rsidR="00CA7C72">
        <w:rPr>
          <w:rFonts w:ascii="Times New Roman" w:eastAsia="Calibri" w:hAnsi="Times New Roman" w:cs="Times New Roman"/>
          <w:sz w:val="20"/>
          <w:szCs w:val="20"/>
        </w:rPr>
        <w:t>n</w:t>
      </w:r>
      <w:r w:rsidRPr="00F629E4">
        <w:rPr>
          <w:rFonts w:ascii="Times New Roman" w:eastAsia="Calibri" w:hAnsi="Times New Roman" w:cs="Times New Roman"/>
          <w:sz w:val="20"/>
          <w:szCs w:val="20"/>
        </w:rPr>
        <w:t xml:space="preserve"> respectively</w:t>
      </w:r>
      <w:r w:rsidR="002420B1" w:rsidRPr="00F629E4">
        <w:rPr>
          <w:rFonts w:ascii="Times New Roman" w:eastAsia="Calibri" w:hAnsi="Times New Roman" w:cs="Times New Roman"/>
          <w:sz w:val="20"/>
          <w:szCs w:val="20"/>
        </w:rPr>
        <w:t>,</w:t>
      </w:r>
      <w:r w:rsidR="00CA7C72">
        <w:rPr>
          <w:rFonts w:ascii="Times New Roman" w:eastAsia="Calibri" w:hAnsi="Times New Roman" w:cs="Times New Roman"/>
          <w:sz w:val="20"/>
          <w:szCs w:val="20"/>
        </w:rPr>
        <w:t xml:space="preserve"> and a</w:t>
      </w:r>
      <w:r w:rsidR="002420B1" w:rsidRPr="00F629E4">
        <w:rPr>
          <w:rFonts w:ascii="Times New Roman" w:eastAsia="Calibri" w:hAnsi="Times New Roman" w:cs="Times New Roman"/>
          <w:sz w:val="20"/>
          <w:szCs w:val="20"/>
        </w:rPr>
        <w:t>s at  the same</w:t>
      </w:r>
      <w:r w:rsidR="00CA7C72">
        <w:rPr>
          <w:rFonts w:ascii="Times New Roman" w:eastAsia="Calibri" w:hAnsi="Times New Roman" w:cs="Times New Roman"/>
          <w:sz w:val="20"/>
          <w:szCs w:val="20"/>
        </w:rPr>
        <w:t xml:space="preserve"> date</w:t>
      </w:r>
      <w:r w:rsidR="002420B1" w:rsidRPr="00F629E4">
        <w:rPr>
          <w:rFonts w:ascii="Times New Roman" w:eastAsia="Calibri" w:hAnsi="Times New Roman" w:cs="Times New Roman"/>
          <w:sz w:val="20"/>
          <w:szCs w:val="20"/>
        </w:rPr>
        <w:t>,</w:t>
      </w:r>
      <w:r w:rsidRPr="00F629E4">
        <w:rPr>
          <w:rFonts w:ascii="Times New Roman" w:eastAsia="Calibri" w:hAnsi="Times New Roman" w:cs="Times New Roman"/>
          <w:sz w:val="20"/>
          <w:szCs w:val="20"/>
          <w:cs/>
        </w:rPr>
        <w:t xml:space="preserve"> </w:t>
      </w:r>
      <w:r w:rsidR="00CA7C72">
        <w:rPr>
          <w:rFonts w:ascii="Times New Roman" w:eastAsia="Calibri" w:hAnsi="Times New Roman" w:cs="Times New Roman"/>
          <w:sz w:val="20"/>
          <w:szCs w:val="20"/>
        </w:rPr>
        <w:t xml:space="preserve">they </w:t>
      </w:r>
      <w:r w:rsidR="002420B1" w:rsidRPr="00F629E4">
        <w:rPr>
          <w:rFonts w:ascii="Times New Roman" w:eastAsia="Calibri" w:hAnsi="Times New Roman" w:cs="Times New Roman"/>
          <w:sz w:val="20"/>
          <w:szCs w:val="20"/>
        </w:rPr>
        <w:t xml:space="preserve">had </w:t>
      </w:r>
      <w:r w:rsidR="00B63901" w:rsidRPr="00F629E4">
        <w:rPr>
          <w:rFonts w:ascii="Times New Roman" w:eastAsia="Calibri" w:hAnsi="Times New Roman" w:cs="Times New Roman"/>
          <w:sz w:val="20"/>
          <w:szCs w:val="20"/>
        </w:rPr>
        <w:t>accumulative</w:t>
      </w:r>
      <w:r w:rsidR="002420B1" w:rsidRPr="00F629E4">
        <w:rPr>
          <w:rFonts w:ascii="Times New Roman" w:eastAsia="Calibri" w:hAnsi="Times New Roman" w:cs="Times New Roman"/>
          <w:sz w:val="20"/>
          <w:szCs w:val="20"/>
        </w:rPr>
        <w:t xml:space="preserve"> deficit </w:t>
      </w:r>
      <w:r w:rsidR="00CA7C72">
        <w:rPr>
          <w:rFonts w:ascii="Times New Roman" w:eastAsia="Calibri" w:hAnsi="Times New Roman" w:cs="Times New Roman"/>
          <w:sz w:val="20"/>
          <w:szCs w:val="20"/>
        </w:rPr>
        <w:t xml:space="preserve">amount </w:t>
      </w:r>
      <w:r w:rsidR="002420B1" w:rsidRPr="00F629E4">
        <w:rPr>
          <w:rFonts w:ascii="Times New Roman" w:eastAsia="Calibri" w:hAnsi="Times New Roman" w:cs="Times New Roman"/>
          <w:sz w:val="20"/>
          <w:szCs w:val="20"/>
        </w:rPr>
        <w:t>of Baht 69,278.3 million and Baht</w:t>
      </w:r>
      <w:r w:rsidRPr="00F629E4">
        <w:rPr>
          <w:rFonts w:ascii="Times New Roman" w:eastAsia="Calibri" w:hAnsi="Times New Roman" w:cs="Times New Roman"/>
          <w:sz w:val="20"/>
          <w:szCs w:val="20"/>
          <w:cs/>
        </w:rPr>
        <w:t xml:space="preserve"> </w:t>
      </w:r>
      <w:r w:rsidRPr="00F629E4">
        <w:rPr>
          <w:rFonts w:ascii="Times New Roman" w:eastAsia="Calibri" w:hAnsi="Times New Roman" w:cs="Times New Roman"/>
          <w:sz w:val="20"/>
          <w:szCs w:val="20"/>
        </w:rPr>
        <w:t xml:space="preserve">69,234.1 </w:t>
      </w:r>
      <w:r w:rsidR="002420B1" w:rsidRPr="00F629E4">
        <w:rPr>
          <w:rFonts w:ascii="Times New Roman" w:eastAsia="Calibri" w:hAnsi="Times New Roman" w:cs="Times New Roman"/>
          <w:sz w:val="20"/>
          <w:szCs w:val="20"/>
        </w:rPr>
        <w:t>million respectively.</w:t>
      </w:r>
    </w:p>
    <w:p w:rsidR="001677E5" w:rsidRDefault="001677E5" w:rsidP="004F2D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60" w:lineRule="atLeast"/>
        <w:jc w:val="thaiDistribute"/>
        <w:rPr>
          <w:rFonts w:ascii="Times New Roman" w:eastAsia="Calibri" w:hAnsi="Times New Roman" w:cs="Times New Roman"/>
          <w:sz w:val="20"/>
          <w:szCs w:val="20"/>
        </w:rPr>
      </w:pPr>
      <w:r>
        <w:rPr>
          <w:rFonts w:ascii="Times New Roman" w:eastAsia="Calibri" w:hAnsi="Times New Roman" w:cs="Times New Roman"/>
          <w:sz w:val="20"/>
          <w:szCs w:val="20"/>
        </w:rPr>
        <w:br w:type="page"/>
      </w:r>
    </w:p>
    <w:p w:rsidR="001677E5" w:rsidRPr="00F629E4" w:rsidRDefault="001677E5"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atLeast"/>
        <w:jc w:val="center"/>
        <w:rPr>
          <w:rFonts w:ascii="Times New Roman" w:eastAsia="Calibri" w:hAnsi="Times New Roman" w:cs="Times New Roman"/>
          <w:sz w:val="20"/>
          <w:szCs w:val="20"/>
          <w:rtl/>
          <w:cs/>
        </w:rPr>
      </w:pPr>
      <w:r>
        <w:rPr>
          <w:rFonts w:ascii="Times New Roman" w:eastAsia="Calibri" w:hAnsi="Times New Roman" w:cs="Times New Roman"/>
          <w:sz w:val="20"/>
          <w:szCs w:val="20"/>
        </w:rPr>
        <w:lastRenderedPageBreak/>
        <w:t>- 2 -</w:t>
      </w:r>
    </w:p>
    <w:p w:rsidR="001677E5" w:rsidRDefault="001677E5"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80" w:lineRule="atLeast"/>
        <w:jc w:val="center"/>
        <w:rPr>
          <w:rFonts w:ascii="Times New Roman" w:eastAsia="Calibri" w:hAnsi="Times New Roman" w:cs="Times New Roman"/>
          <w:sz w:val="20"/>
          <w:szCs w:val="20"/>
        </w:rPr>
      </w:pPr>
    </w:p>
    <w:p w:rsidR="00917272" w:rsidRPr="0073058A" w:rsidRDefault="004F2D37"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atLeast"/>
        <w:jc w:val="thaiDistribute"/>
        <w:rPr>
          <w:rFonts w:ascii="Times New Roman" w:eastAsia="Calibri" w:hAnsi="Times New Roman" w:cstheme="minorBidi"/>
          <w:sz w:val="20"/>
          <w:szCs w:val="20"/>
          <w:cs/>
        </w:rPr>
      </w:pPr>
      <w:r w:rsidRPr="00F629E4">
        <w:rPr>
          <w:rFonts w:ascii="Times New Roman" w:eastAsia="Calibri" w:hAnsi="Times New Roman" w:cs="Times New Roman"/>
          <w:sz w:val="20"/>
          <w:szCs w:val="20"/>
        </w:rPr>
        <w:t xml:space="preserve">As outlined in the </w:t>
      </w:r>
      <w:r w:rsidR="00B63901">
        <w:rPr>
          <w:rFonts w:ascii="Times New Roman" w:eastAsia="Calibri" w:hAnsi="Times New Roman" w:cs="Times New Roman"/>
          <w:sz w:val="20"/>
          <w:szCs w:val="20"/>
        </w:rPr>
        <w:t>r</w:t>
      </w:r>
      <w:r w:rsidR="00CA7C72">
        <w:rPr>
          <w:rFonts w:ascii="Times New Roman" w:eastAsia="Calibri" w:hAnsi="Times New Roman" w:cs="Times New Roman"/>
          <w:sz w:val="20"/>
          <w:szCs w:val="20"/>
        </w:rPr>
        <w:t xml:space="preserve">ehabilitation </w:t>
      </w:r>
      <w:r w:rsidR="00B63901">
        <w:rPr>
          <w:rFonts w:ascii="Times New Roman" w:eastAsia="Calibri" w:hAnsi="Times New Roman" w:cs="Times New Roman"/>
          <w:sz w:val="20"/>
          <w:szCs w:val="20"/>
        </w:rPr>
        <w:t>p</w:t>
      </w:r>
      <w:r w:rsidRPr="00F629E4">
        <w:rPr>
          <w:rFonts w:ascii="Times New Roman" w:eastAsia="Calibri" w:hAnsi="Times New Roman" w:cs="Times New Roman"/>
          <w:sz w:val="20"/>
          <w:szCs w:val="20"/>
        </w:rPr>
        <w:t>lan</w:t>
      </w:r>
      <w:r w:rsidR="00651B9D">
        <w:rPr>
          <w:rFonts w:ascii="Times New Roman" w:eastAsia="Calibri" w:hAnsi="Times New Roman" w:cs="Times New Roman"/>
          <w:sz w:val="20"/>
          <w:szCs w:val="20"/>
        </w:rPr>
        <w:t xml:space="preserve"> (the Plan)</w:t>
      </w:r>
      <w:r w:rsidRPr="00F629E4">
        <w:rPr>
          <w:rFonts w:ascii="Times New Roman" w:eastAsia="Calibri" w:hAnsi="Times New Roman" w:cs="Times New Roman"/>
          <w:sz w:val="20"/>
          <w:szCs w:val="20"/>
        </w:rPr>
        <w:t xml:space="preserve">, the Company needs to generate sufficient cash flows to meet both its working capital requirement and its operating obligations by issuing new capital, conversion of outstanding debt to equity, seeking new financing as well as restructuring </w:t>
      </w:r>
      <w:r w:rsidR="00685C07">
        <w:rPr>
          <w:rFonts w:ascii="Times New Roman" w:eastAsia="Calibri" w:hAnsi="Times New Roman" w:cs="Times New Roman"/>
          <w:sz w:val="20"/>
          <w:szCs w:val="20"/>
        </w:rPr>
        <w:t>its debts owed to creditors. Note 13</w:t>
      </w:r>
      <w:r w:rsidRPr="00F629E4">
        <w:rPr>
          <w:rFonts w:ascii="Times New Roman" w:eastAsia="Calibri" w:hAnsi="Times New Roman" w:cs="Times New Roman"/>
          <w:sz w:val="20"/>
          <w:szCs w:val="20"/>
        </w:rPr>
        <w:t xml:space="preserve"> to the accompanying financial statements </w:t>
      </w:r>
      <w:r w:rsidR="00651B9D">
        <w:rPr>
          <w:rFonts w:ascii="Times New Roman" w:eastAsia="Calibri" w:hAnsi="Times New Roman" w:cs="Times New Roman"/>
          <w:sz w:val="20"/>
          <w:szCs w:val="20"/>
        </w:rPr>
        <w:t xml:space="preserve">are </w:t>
      </w:r>
      <w:r w:rsidRPr="00F629E4">
        <w:rPr>
          <w:rFonts w:ascii="Times New Roman" w:eastAsia="Calibri" w:hAnsi="Times New Roman" w:cs="Times New Roman"/>
          <w:sz w:val="20"/>
          <w:szCs w:val="20"/>
        </w:rPr>
        <w:t>described the Company’s progress with these activities.</w:t>
      </w:r>
    </w:p>
    <w:p w:rsidR="004F2D37" w:rsidRPr="00F629E4" w:rsidRDefault="004F2D37"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atLeast"/>
        <w:jc w:val="thaiDistribute"/>
        <w:rPr>
          <w:rFonts w:ascii="Times New Roman" w:eastAsia="Calibri" w:hAnsi="Times New Roman" w:cs="Times New Roman"/>
          <w:sz w:val="20"/>
          <w:szCs w:val="20"/>
          <w:cs/>
        </w:rPr>
      </w:pPr>
      <w:r w:rsidRPr="00F629E4">
        <w:rPr>
          <w:rFonts w:ascii="Times New Roman" w:eastAsia="Calibri" w:hAnsi="Times New Roman" w:cs="Times New Roman"/>
          <w:sz w:val="20"/>
          <w:szCs w:val="20"/>
        </w:rPr>
        <w:t>However,</w:t>
      </w:r>
      <w:r w:rsidR="00651B9D">
        <w:rPr>
          <w:rFonts w:ascii="Times New Roman" w:eastAsia="Calibri" w:hAnsi="Times New Roman" w:cs="Times New Roman"/>
          <w:sz w:val="20"/>
          <w:szCs w:val="20"/>
        </w:rPr>
        <w:t xml:space="preserve"> the rehabilitation </w:t>
      </w:r>
      <w:r w:rsidRPr="00F629E4">
        <w:rPr>
          <w:rFonts w:ascii="Times New Roman" w:eastAsia="Calibri" w:hAnsi="Times New Roman" w:cs="Times New Roman"/>
          <w:sz w:val="20"/>
          <w:szCs w:val="20"/>
        </w:rPr>
        <w:t xml:space="preserve">to consider that the </w:t>
      </w:r>
      <w:r w:rsidR="00651B9D">
        <w:rPr>
          <w:rFonts w:ascii="Times New Roman" w:eastAsia="Calibri" w:hAnsi="Times New Roman" w:cs="Times New Roman"/>
          <w:sz w:val="20"/>
          <w:szCs w:val="20"/>
        </w:rPr>
        <w:t>P</w:t>
      </w:r>
      <w:r w:rsidRPr="00F629E4">
        <w:rPr>
          <w:rFonts w:ascii="Times New Roman" w:eastAsia="Calibri" w:hAnsi="Times New Roman" w:cs="Times New Roman"/>
          <w:sz w:val="20"/>
          <w:szCs w:val="20"/>
        </w:rPr>
        <w:t>lan is succe</w:t>
      </w:r>
      <w:r w:rsidR="00651B9D">
        <w:rPr>
          <w:rFonts w:ascii="Times New Roman" w:eastAsia="Calibri" w:hAnsi="Times New Roman" w:cs="Times New Roman"/>
          <w:sz w:val="20"/>
          <w:szCs w:val="20"/>
        </w:rPr>
        <w:t>eded</w:t>
      </w:r>
      <w:r w:rsidRPr="00F629E4">
        <w:rPr>
          <w:rFonts w:ascii="Times New Roman" w:eastAsia="Calibri" w:hAnsi="Times New Roman" w:cs="Times New Roman"/>
          <w:sz w:val="20"/>
          <w:szCs w:val="20"/>
        </w:rPr>
        <w:t xml:space="preserve">, the following events must occur </w:t>
      </w:r>
      <w:r w:rsidRPr="00F629E4">
        <w:rPr>
          <w:rFonts w:ascii="Times New Roman" w:eastAsia="Calibri" w:hAnsi="Times New Roman" w:cs="Times New Roman"/>
          <w:sz w:val="20"/>
          <w:szCs w:val="20"/>
          <w:cs/>
        </w:rPr>
        <w:t xml:space="preserve">1) </w:t>
      </w:r>
      <w:r w:rsidRPr="00F629E4">
        <w:rPr>
          <w:rFonts w:ascii="Times New Roman" w:eastAsia="Calibri" w:hAnsi="Times New Roman" w:cs="Times New Roman"/>
          <w:sz w:val="20"/>
          <w:szCs w:val="20"/>
        </w:rPr>
        <w:t xml:space="preserve">the Company has repaid </w:t>
      </w:r>
      <w:r w:rsidR="00F71E9E">
        <w:rPr>
          <w:rFonts w:ascii="Times New Roman" w:eastAsia="Calibri" w:hAnsi="Times New Roman" w:cs="Times New Roman"/>
          <w:sz w:val="20"/>
          <w:szCs w:val="20"/>
        </w:rPr>
        <w:t xml:space="preserve"> </w:t>
      </w:r>
      <w:r w:rsidRPr="00F629E4">
        <w:rPr>
          <w:rFonts w:ascii="Times New Roman" w:eastAsia="Calibri" w:hAnsi="Times New Roman" w:cs="Times New Roman"/>
          <w:sz w:val="20"/>
          <w:szCs w:val="20"/>
        </w:rPr>
        <w:t xml:space="preserve">the outstanding principal to every creditor as stipulated in the </w:t>
      </w:r>
      <w:r w:rsidR="00651B9D">
        <w:rPr>
          <w:rFonts w:ascii="Times New Roman" w:eastAsia="Calibri" w:hAnsi="Times New Roman" w:cs="Times New Roman"/>
          <w:sz w:val="20"/>
          <w:szCs w:val="20"/>
        </w:rPr>
        <w:t>P</w:t>
      </w:r>
      <w:r w:rsidRPr="00F629E4">
        <w:rPr>
          <w:rFonts w:ascii="Times New Roman" w:eastAsia="Calibri" w:hAnsi="Times New Roman" w:cs="Times New Roman"/>
          <w:sz w:val="20"/>
          <w:szCs w:val="20"/>
        </w:rPr>
        <w:t xml:space="preserve">lan in the amount not less than </w:t>
      </w:r>
      <w:r w:rsidRPr="00F629E4">
        <w:rPr>
          <w:rFonts w:ascii="Times New Roman" w:eastAsia="Calibri" w:hAnsi="Times New Roman" w:cs="Times New Roman"/>
          <w:sz w:val="20"/>
          <w:szCs w:val="20"/>
          <w:cs/>
        </w:rPr>
        <w:t xml:space="preserve">25% </w:t>
      </w:r>
      <w:r w:rsidRPr="00F629E4">
        <w:rPr>
          <w:rFonts w:ascii="Times New Roman" w:eastAsia="Calibri" w:hAnsi="Times New Roman" w:cs="Times New Roman"/>
          <w:sz w:val="20"/>
          <w:szCs w:val="20"/>
        </w:rPr>
        <w:t xml:space="preserve">of the outstanding principal and either </w:t>
      </w:r>
      <w:r w:rsidRPr="00F629E4">
        <w:rPr>
          <w:rFonts w:ascii="Times New Roman" w:eastAsia="Calibri" w:hAnsi="Times New Roman" w:cs="Times New Roman"/>
          <w:sz w:val="20"/>
          <w:szCs w:val="20"/>
          <w:cs/>
        </w:rPr>
        <w:t xml:space="preserve">2) </w:t>
      </w:r>
      <w:r w:rsidRPr="00F629E4">
        <w:rPr>
          <w:rFonts w:ascii="Times New Roman" w:eastAsia="Calibri" w:hAnsi="Times New Roman" w:cs="Times New Roman"/>
          <w:sz w:val="20"/>
          <w:szCs w:val="20"/>
        </w:rPr>
        <w:t xml:space="preserve">the Company has secured new funding from an investor to repay </w:t>
      </w:r>
      <w:r w:rsidR="00B63901" w:rsidRPr="00F629E4">
        <w:rPr>
          <w:rFonts w:ascii="Times New Roman" w:eastAsia="Calibri" w:hAnsi="Times New Roman" w:cs="Times New Roman"/>
          <w:sz w:val="20"/>
          <w:szCs w:val="20"/>
        </w:rPr>
        <w:t>debt</w:t>
      </w:r>
      <w:r w:rsidR="00F71E9E">
        <w:rPr>
          <w:rFonts w:ascii="Times New Roman" w:eastAsia="Calibri" w:hAnsi="Times New Roman" w:cs="Times New Roman"/>
          <w:sz w:val="20"/>
          <w:szCs w:val="20"/>
        </w:rPr>
        <w:t xml:space="preserve"> </w:t>
      </w:r>
      <w:r w:rsidRPr="00F629E4">
        <w:rPr>
          <w:rFonts w:ascii="Times New Roman" w:eastAsia="Calibri" w:hAnsi="Times New Roman" w:cs="Times New Roman"/>
          <w:sz w:val="20"/>
          <w:szCs w:val="20"/>
        </w:rPr>
        <w:t xml:space="preserve">such that the shareholders’ equity of the Company becomes positive or </w:t>
      </w:r>
      <w:r w:rsidRPr="00F629E4">
        <w:rPr>
          <w:rFonts w:ascii="Times New Roman" w:eastAsia="Calibri" w:hAnsi="Times New Roman" w:cs="Times New Roman"/>
          <w:sz w:val="20"/>
          <w:szCs w:val="20"/>
          <w:cs/>
        </w:rPr>
        <w:t xml:space="preserve">3) </w:t>
      </w:r>
      <w:r w:rsidRPr="00F629E4">
        <w:rPr>
          <w:rFonts w:ascii="Times New Roman" w:eastAsia="Calibri" w:hAnsi="Times New Roman" w:cs="Times New Roman"/>
          <w:sz w:val="20"/>
          <w:szCs w:val="20"/>
        </w:rPr>
        <w:t xml:space="preserve">debt to equity conversion as stipulated in the </w:t>
      </w:r>
      <w:r w:rsidR="00651B9D">
        <w:rPr>
          <w:rFonts w:ascii="Times New Roman" w:eastAsia="Calibri" w:hAnsi="Times New Roman" w:cs="Times New Roman"/>
          <w:sz w:val="20"/>
          <w:szCs w:val="20"/>
        </w:rPr>
        <w:t>p</w:t>
      </w:r>
      <w:r w:rsidRPr="00F629E4">
        <w:rPr>
          <w:rFonts w:ascii="Times New Roman" w:eastAsia="Calibri" w:hAnsi="Times New Roman" w:cs="Times New Roman"/>
          <w:sz w:val="20"/>
          <w:szCs w:val="20"/>
        </w:rPr>
        <w:t>lan has been executed such that the shareholders’ equity of the Company becomes positive.</w:t>
      </w:r>
    </w:p>
    <w:p w:rsidR="00CA7ADE" w:rsidRPr="000F36A3" w:rsidRDefault="00CB66CC"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atLeast"/>
        <w:jc w:val="thaiDistribute"/>
        <w:rPr>
          <w:rFonts w:ascii="Times New Roman" w:eastAsia="Calibri" w:hAnsi="Times New Roman" w:cstheme="minorBidi"/>
          <w:sz w:val="20"/>
          <w:szCs w:val="20"/>
          <w:cs/>
        </w:rPr>
      </w:pPr>
      <w:r>
        <w:rPr>
          <w:rFonts w:ascii="Times New Roman" w:eastAsia="Calibri" w:hAnsi="Times New Roman" w:cs="Times New Roman"/>
          <w:sz w:val="20"/>
          <w:szCs w:val="20"/>
        </w:rPr>
        <w:t>S</w:t>
      </w:r>
      <w:r w:rsidR="00CA7ADE" w:rsidRPr="00F629E4">
        <w:rPr>
          <w:rFonts w:ascii="Times New Roman" w:eastAsia="Calibri" w:hAnsi="Times New Roman" w:cs="Times New Roman"/>
          <w:sz w:val="20"/>
          <w:szCs w:val="20"/>
        </w:rPr>
        <w:t>ince the Plan has just commenced in late 2016, it is too early to conclude the success of the Plan as of the date of this report. These circumstances indicate the existence of a material uncertainty which casts significant doubt about the Group’s and the Company’s ability to successfully meet all obligations according to the Plan as well as ability to continue as going concern.</w:t>
      </w:r>
    </w:p>
    <w:p w:rsidR="00130F5D" w:rsidRPr="000F36A3" w:rsidRDefault="009B054D"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atLeast"/>
        <w:jc w:val="thaiDistribute"/>
        <w:rPr>
          <w:rFonts w:ascii="Times New Roman" w:eastAsia="Calibri" w:hAnsi="Times New Roman" w:cs="Times New Roman"/>
          <w:sz w:val="20"/>
          <w:szCs w:val="20"/>
        </w:rPr>
      </w:pPr>
      <w:r w:rsidRPr="00A71B8F">
        <w:rPr>
          <w:rFonts w:ascii="Times New Roman" w:eastAsia="Calibri" w:hAnsi="Times New Roman" w:cs="Times New Roman"/>
          <w:sz w:val="20"/>
          <w:szCs w:val="20"/>
        </w:rPr>
        <w:t>Management has the opinion that despite the above circumstances, the Group and the Company should be able to generate sufficient cash flows from future operations to cover operating costs and to meet financing commitments</w:t>
      </w:r>
      <w:r w:rsidR="00651B9D">
        <w:rPr>
          <w:rFonts w:ascii="Times New Roman" w:eastAsia="Calibri" w:hAnsi="Times New Roman" w:cs="Times New Roman"/>
          <w:sz w:val="20"/>
          <w:szCs w:val="20"/>
        </w:rPr>
        <w:t>,</w:t>
      </w:r>
      <w:r w:rsidRPr="00A71B8F">
        <w:rPr>
          <w:rFonts w:ascii="Times New Roman" w:eastAsia="Calibri" w:hAnsi="Times New Roman" w:cs="Times New Roman"/>
          <w:sz w:val="20"/>
          <w:szCs w:val="20"/>
        </w:rPr>
        <w:t xml:space="preserve"> </w:t>
      </w:r>
      <w:r w:rsidR="00651B9D">
        <w:rPr>
          <w:rFonts w:ascii="Times New Roman" w:eastAsia="Calibri" w:hAnsi="Times New Roman" w:cs="Times New Roman"/>
          <w:sz w:val="20"/>
          <w:szCs w:val="20"/>
        </w:rPr>
        <w:t>t</w:t>
      </w:r>
      <w:r w:rsidRPr="00A71B8F">
        <w:rPr>
          <w:rFonts w:ascii="Times New Roman" w:eastAsia="Calibri" w:hAnsi="Times New Roman" w:cs="Times New Roman"/>
          <w:sz w:val="20"/>
          <w:szCs w:val="20"/>
        </w:rPr>
        <w:t>he commencement and implementation of the Plan, and the</w:t>
      </w:r>
      <w:r w:rsidR="00EB63F3">
        <w:rPr>
          <w:rFonts w:ascii="Times New Roman" w:eastAsia="Calibri" w:hAnsi="Times New Roman" w:cs="Times New Roman"/>
          <w:sz w:val="20"/>
          <w:szCs w:val="20"/>
        </w:rPr>
        <w:t xml:space="preserve"> support of the major lenders. </w:t>
      </w:r>
      <w:r w:rsidRPr="00A71B8F">
        <w:rPr>
          <w:rFonts w:ascii="Times New Roman" w:eastAsia="Calibri" w:hAnsi="Times New Roman" w:cs="Times New Roman"/>
          <w:sz w:val="20"/>
          <w:szCs w:val="20"/>
        </w:rPr>
        <w:t xml:space="preserve">The consolidated and separate financial statements have been prepared by </w:t>
      </w:r>
      <w:r w:rsidR="00EB63F3">
        <w:rPr>
          <w:rFonts w:ascii="Times New Roman" w:eastAsia="Calibri" w:hAnsi="Times New Roman" w:cs="Times New Roman"/>
          <w:sz w:val="20"/>
          <w:szCs w:val="20"/>
        </w:rPr>
        <w:t xml:space="preserve">management on the going concern </w:t>
      </w:r>
      <w:r w:rsidRPr="00A71B8F">
        <w:rPr>
          <w:rFonts w:ascii="Times New Roman" w:eastAsia="Calibri" w:hAnsi="Times New Roman" w:cs="Times New Roman"/>
          <w:sz w:val="20"/>
          <w:szCs w:val="20"/>
        </w:rPr>
        <w:t xml:space="preserve">basis on the assumption that the business rehabilitation will be </w:t>
      </w:r>
      <w:r w:rsidR="006B5F10">
        <w:rPr>
          <w:rFonts w:ascii="Times New Roman" w:eastAsia="Calibri" w:hAnsi="Times New Roman" w:cs="Times New Roman"/>
          <w:sz w:val="20"/>
          <w:szCs w:val="20"/>
        </w:rPr>
        <w:t>achieved</w:t>
      </w:r>
      <w:r w:rsidRPr="00A71B8F">
        <w:rPr>
          <w:rFonts w:ascii="Times New Roman" w:eastAsia="Calibri" w:hAnsi="Times New Roman" w:cs="Times New Roman"/>
          <w:sz w:val="20"/>
          <w:szCs w:val="20"/>
        </w:rPr>
        <w:t xml:space="preserve"> and such</w:t>
      </w:r>
      <w:r w:rsidR="00EB63F3">
        <w:rPr>
          <w:rFonts w:ascii="Times New Roman" w:eastAsia="Calibri" w:hAnsi="Times New Roman" w:cs="Times New Roman"/>
          <w:sz w:val="20"/>
          <w:szCs w:val="20"/>
        </w:rPr>
        <w:t xml:space="preserve"> </w:t>
      </w:r>
      <w:r w:rsidRPr="00A71B8F">
        <w:rPr>
          <w:rFonts w:ascii="Times New Roman" w:eastAsia="Calibri" w:hAnsi="Times New Roman" w:cs="Times New Roman"/>
          <w:sz w:val="20"/>
          <w:szCs w:val="20"/>
        </w:rPr>
        <w:t xml:space="preserve">further capital and credit facilities will be secured to the extent that the Group’s and the Company’s operations require. The validity of this assumption is dependent on </w:t>
      </w:r>
      <w:r w:rsidRPr="00A71B8F">
        <w:rPr>
          <w:rFonts w:ascii="Times New Roman" w:eastAsia="Calibri" w:hAnsi="Times New Roman" w:cs="Times New Roman"/>
          <w:sz w:val="20"/>
          <w:szCs w:val="20"/>
          <w:cs/>
        </w:rPr>
        <w:t xml:space="preserve">1) </w:t>
      </w:r>
      <w:r w:rsidRPr="00A71B8F">
        <w:rPr>
          <w:rFonts w:ascii="Times New Roman" w:eastAsia="Calibri" w:hAnsi="Times New Roman" w:cs="Times New Roman"/>
          <w:sz w:val="20"/>
          <w:szCs w:val="20"/>
        </w:rPr>
        <w:t xml:space="preserve">the success of the Plan, which has recently commenced, including </w:t>
      </w:r>
      <w:r w:rsidRPr="00A71B8F">
        <w:rPr>
          <w:rFonts w:ascii="Times New Roman" w:eastAsia="Calibri" w:hAnsi="Times New Roman" w:cs="Times New Roman"/>
          <w:sz w:val="20"/>
          <w:szCs w:val="20"/>
          <w:cs/>
        </w:rPr>
        <w:t xml:space="preserve">1.1) </w:t>
      </w:r>
      <w:r w:rsidRPr="00A71B8F">
        <w:rPr>
          <w:rFonts w:ascii="Times New Roman" w:eastAsia="Calibri" w:hAnsi="Times New Roman" w:cs="Times New Roman"/>
          <w:sz w:val="20"/>
          <w:szCs w:val="20"/>
        </w:rPr>
        <w:t xml:space="preserve">the measures taken to improve profitability and cash flows, </w:t>
      </w:r>
      <w:r w:rsidRPr="00A71B8F">
        <w:rPr>
          <w:rFonts w:ascii="Times New Roman" w:eastAsia="Calibri" w:hAnsi="Times New Roman" w:cs="Times New Roman"/>
          <w:sz w:val="20"/>
          <w:szCs w:val="20"/>
          <w:cs/>
        </w:rPr>
        <w:t xml:space="preserve">1.2) </w:t>
      </w:r>
      <w:r w:rsidRPr="00A71B8F">
        <w:rPr>
          <w:rFonts w:ascii="Times New Roman" w:eastAsia="Calibri" w:hAnsi="Times New Roman" w:cs="Times New Roman"/>
          <w:sz w:val="20"/>
          <w:szCs w:val="20"/>
        </w:rPr>
        <w:t>the success</w:t>
      </w:r>
      <w:r w:rsidR="006B5F10">
        <w:rPr>
          <w:rFonts w:ascii="Times New Roman" w:eastAsia="Calibri" w:hAnsi="Times New Roman" w:cs="Times New Roman"/>
          <w:sz w:val="20"/>
          <w:szCs w:val="20"/>
        </w:rPr>
        <w:t xml:space="preserve"> </w:t>
      </w:r>
      <w:r w:rsidRPr="00A71B8F">
        <w:rPr>
          <w:rFonts w:ascii="Times New Roman" w:eastAsia="Calibri" w:hAnsi="Times New Roman" w:cs="Times New Roman"/>
          <w:sz w:val="20"/>
          <w:szCs w:val="20"/>
        </w:rPr>
        <w:t xml:space="preserve">of capital restructuring, and </w:t>
      </w:r>
      <w:r w:rsidRPr="00A71B8F">
        <w:rPr>
          <w:rFonts w:ascii="Times New Roman" w:eastAsia="Calibri" w:hAnsi="Times New Roman" w:cs="Times New Roman"/>
          <w:sz w:val="20"/>
          <w:szCs w:val="20"/>
          <w:cs/>
        </w:rPr>
        <w:t xml:space="preserve">1.3) </w:t>
      </w:r>
      <w:r w:rsidRPr="00A71B8F">
        <w:rPr>
          <w:rFonts w:ascii="Times New Roman" w:eastAsia="Calibri" w:hAnsi="Times New Roman" w:cs="Times New Roman"/>
          <w:sz w:val="20"/>
          <w:szCs w:val="20"/>
        </w:rPr>
        <w:t>the ability to repay debts on schedule over the periods; and</w:t>
      </w:r>
      <w:r w:rsidR="00EB63F3">
        <w:rPr>
          <w:rFonts w:ascii="Times New Roman" w:eastAsia="Calibri" w:hAnsi="Times New Roman" w:cstheme="minorBidi" w:hint="cs"/>
          <w:sz w:val="20"/>
          <w:szCs w:val="20"/>
          <w:cs/>
        </w:rPr>
        <w:t xml:space="preserve"> </w:t>
      </w:r>
      <w:r w:rsidRPr="00A71B8F">
        <w:rPr>
          <w:rFonts w:ascii="Times New Roman" w:eastAsia="Calibri" w:hAnsi="Times New Roman" w:cs="Times New Roman"/>
          <w:sz w:val="20"/>
          <w:szCs w:val="20"/>
          <w:cs/>
        </w:rPr>
        <w:t xml:space="preserve">2) </w:t>
      </w:r>
      <w:r w:rsidRPr="00A71B8F">
        <w:rPr>
          <w:rFonts w:ascii="Times New Roman" w:eastAsia="Calibri" w:hAnsi="Times New Roman" w:cs="Times New Roman"/>
          <w:sz w:val="20"/>
          <w:szCs w:val="20"/>
        </w:rPr>
        <w:t>the availability of financing from other sources to meet funding requirements.</w:t>
      </w:r>
    </w:p>
    <w:p w:rsidR="00024D61" w:rsidRPr="000F36A3" w:rsidRDefault="00752B9F"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atLeast"/>
        <w:jc w:val="thaiDistribute"/>
        <w:rPr>
          <w:rFonts w:ascii="Times New Roman" w:eastAsia="Calibri" w:hAnsi="Times New Roman" w:cstheme="minorBidi"/>
          <w:sz w:val="20"/>
          <w:szCs w:val="20"/>
        </w:rPr>
      </w:pPr>
      <w:r w:rsidRPr="000F36A3">
        <w:rPr>
          <w:rFonts w:ascii="Times New Roman" w:eastAsia="Calibri" w:hAnsi="Times New Roman" w:cstheme="minorBidi"/>
          <w:sz w:val="20"/>
          <w:szCs w:val="20"/>
        </w:rPr>
        <w:t>I consider that, whilst adequate disclosures have been made in this regard, these circumstances indicate the existence of a material uncertainty which casts significant doubt about the Group’s and the Company’s</w:t>
      </w:r>
      <w:r w:rsidR="000F36A3">
        <w:rPr>
          <w:rFonts w:ascii="Times New Roman" w:eastAsia="Calibri" w:hAnsi="Times New Roman" w:cstheme="minorBidi"/>
          <w:sz w:val="20"/>
          <w:szCs w:val="20"/>
        </w:rPr>
        <w:t xml:space="preserve"> </w:t>
      </w:r>
      <w:r w:rsidRPr="000F36A3">
        <w:rPr>
          <w:rFonts w:ascii="Times New Roman" w:eastAsia="Calibri" w:hAnsi="Times New Roman" w:cstheme="minorBidi"/>
          <w:sz w:val="20"/>
          <w:szCs w:val="20"/>
        </w:rPr>
        <w:t>ability to continue as going concern. If the Group and the Company were unable to continue as</w:t>
      </w:r>
      <w:r w:rsidR="000F36A3">
        <w:rPr>
          <w:rFonts w:ascii="Times New Roman" w:eastAsia="Calibri" w:hAnsi="Times New Roman" w:cstheme="minorBidi"/>
          <w:sz w:val="20"/>
          <w:szCs w:val="20"/>
        </w:rPr>
        <w:t xml:space="preserve"> </w:t>
      </w:r>
      <w:r w:rsidRPr="000F36A3">
        <w:rPr>
          <w:rFonts w:ascii="Times New Roman" w:eastAsia="Calibri" w:hAnsi="Times New Roman" w:cstheme="minorBidi"/>
          <w:sz w:val="20"/>
          <w:szCs w:val="20"/>
        </w:rPr>
        <w:t xml:space="preserve">going concerns, the </w:t>
      </w:r>
      <w:r w:rsidR="00B63901" w:rsidRPr="000F36A3">
        <w:rPr>
          <w:rFonts w:ascii="Times New Roman" w:eastAsia="Calibri" w:hAnsi="Times New Roman" w:cstheme="minorBidi"/>
          <w:sz w:val="20"/>
          <w:szCs w:val="20"/>
        </w:rPr>
        <w:t>realizable</w:t>
      </w:r>
      <w:r w:rsidRPr="000F36A3">
        <w:rPr>
          <w:rFonts w:ascii="Times New Roman" w:eastAsia="Calibri" w:hAnsi="Times New Roman" w:cstheme="minorBidi"/>
          <w:sz w:val="20"/>
          <w:szCs w:val="20"/>
        </w:rPr>
        <w:t xml:space="preserve"> value of assets may be significantly </w:t>
      </w:r>
      <w:r w:rsidR="000F36A3">
        <w:rPr>
          <w:rFonts w:ascii="Times New Roman" w:eastAsia="Calibri" w:hAnsi="Times New Roman" w:cstheme="minorBidi"/>
          <w:sz w:val="20"/>
          <w:szCs w:val="20"/>
        </w:rPr>
        <w:t>less than their carrying value.</w:t>
      </w:r>
      <w:r w:rsidR="00E0154B">
        <w:rPr>
          <w:rFonts w:ascii="Times New Roman" w:eastAsia="Calibri" w:hAnsi="Times New Roman" w:cstheme="minorBidi"/>
          <w:sz w:val="20"/>
          <w:szCs w:val="20"/>
        </w:rPr>
        <w:t xml:space="preserve"> These</w:t>
      </w:r>
      <w:r w:rsidR="000F36A3">
        <w:rPr>
          <w:rFonts w:ascii="Times New Roman" w:eastAsia="Calibri" w:hAnsi="Times New Roman" w:cstheme="minorBidi"/>
          <w:sz w:val="20"/>
          <w:szCs w:val="20"/>
        </w:rPr>
        <w:t xml:space="preserve"> </w:t>
      </w:r>
      <w:r w:rsidRPr="000F36A3">
        <w:rPr>
          <w:rFonts w:ascii="Times New Roman" w:eastAsia="Calibri" w:hAnsi="Times New Roman" w:cstheme="minorBidi"/>
          <w:sz w:val="20"/>
          <w:szCs w:val="20"/>
        </w:rPr>
        <w:t>consolidated and separate financial statements</w:t>
      </w:r>
      <w:r w:rsidR="00E0154B">
        <w:rPr>
          <w:rFonts w:ascii="Times New Roman" w:eastAsia="Calibri" w:hAnsi="Times New Roman" w:cstheme="minorBidi"/>
          <w:sz w:val="20"/>
          <w:szCs w:val="20"/>
        </w:rPr>
        <w:t xml:space="preserve"> do not include any </w:t>
      </w:r>
      <w:r w:rsidR="00E0154B" w:rsidRPr="000F36A3">
        <w:rPr>
          <w:rFonts w:ascii="Times New Roman" w:eastAsia="Calibri" w:hAnsi="Times New Roman" w:cstheme="minorBidi"/>
          <w:sz w:val="20"/>
          <w:szCs w:val="20"/>
        </w:rPr>
        <w:t xml:space="preserve">adjustments to the </w:t>
      </w:r>
      <w:r w:rsidR="00E0154B">
        <w:rPr>
          <w:rFonts w:ascii="Times New Roman" w:eastAsia="Calibri" w:hAnsi="Times New Roman" w:cstheme="minorBidi"/>
          <w:sz w:val="20"/>
          <w:szCs w:val="20"/>
        </w:rPr>
        <w:t>re</w:t>
      </w:r>
      <w:r w:rsidR="00E0154B" w:rsidRPr="000F36A3">
        <w:rPr>
          <w:rFonts w:ascii="Times New Roman" w:eastAsia="Calibri" w:hAnsi="Times New Roman" w:cstheme="minorBidi"/>
          <w:sz w:val="20"/>
          <w:szCs w:val="20"/>
        </w:rPr>
        <w:t xml:space="preserve">classification or carrying value of assets and liabilities </w:t>
      </w:r>
      <w:r w:rsidR="00E0154B">
        <w:rPr>
          <w:rFonts w:ascii="Times New Roman" w:eastAsia="Calibri" w:hAnsi="Times New Roman" w:cstheme="minorBidi"/>
          <w:sz w:val="20"/>
          <w:szCs w:val="20"/>
        </w:rPr>
        <w:t xml:space="preserve">that necessary should if </w:t>
      </w:r>
      <w:r w:rsidRPr="000F36A3">
        <w:rPr>
          <w:rFonts w:ascii="Times New Roman" w:eastAsia="Calibri" w:hAnsi="Times New Roman" w:cstheme="minorBidi"/>
          <w:sz w:val="20"/>
          <w:szCs w:val="20"/>
        </w:rPr>
        <w:t xml:space="preserve">the Group and the Company </w:t>
      </w:r>
      <w:r w:rsidR="0090332A">
        <w:rPr>
          <w:rFonts w:ascii="Times New Roman" w:eastAsia="Calibri" w:hAnsi="Times New Roman" w:cstheme="minorBidi"/>
          <w:sz w:val="20"/>
          <w:szCs w:val="20"/>
        </w:rPr>
        <w:t>were</w:t>
      </w:r>
      <w:r w:rsidR="00E0154B">
        <w:rPr>
          <w:rFonts w:ascii="Times New Roman" w:eastAsia="Calibri" w:hAnsi="Times New Roman" w:cstheme="minorBidi"/>
          <w:sz w:val="20"/>
          <w:szCs w:val="20"/>
        </w:rPr>
        <w:t xml:space="preserve"> </w:t>
      </w:r>
      <w:r w:rsidR="0090332A">
        <w:rPr>
          <w:rFonts w:ascii="Times New Roman" w:eastAsia="Calibri" w:hAnsi="Times New Roman" w:cstheme="minorBidi"/>
          <w:sz w:val="20"/>
          <w:szCs w:val="20"/>
        </w:rPr>
        <w:t xml:space="preserve">unable </w:t>
      </w:r>
      <w:r w:rsidR="00B63901">
        <w:rPr>
          <w:rFonts w:ascii="Times New Roman" w:eastAsia="Calibri" w:hAnsi="Times New Roman" w:cstheme="minorBidi"/>
          <w:sz w:val="20"/>
          <w:szCs w:val="20"/>
        </w:rPr>
        <w:t>to neither generate</w:t>
      </w:r>
      <w:r w:rsidR="00E0154B">
        <w:rPr>
          <w:rFonts w:ascii="Times New Roman" w:eastAsia="Calibri" w:hAnsi="Times New Roman" w:cstheme="minorBidi"/>
          <w:sz w:val="20"/>
          <w:szCs w:val="20"/>
        </w:rPr>
        <w:t xml:space="preserve"> </w:t>
      </w:r>
      <w:r w:rsidR="0090332A">
        <w:rPr>
          <w:rFonts w:ascii="Times New Roman" w:eastAsia="Calibri" w:hAnsi="Times New Roman" w:cstheme="minorBidi"/>
          <w:sz w:val="20"/>
          <w:szCs w:val="20"/>
        </w:rPr>
        <w:t>the sufficiency</w:t>
      </w:r>
      <w:r w:rsidRPr="000F36A3">
        <w:rPr>
          <w:rFonts w:ascii="Times New Roman" w:eastAsia="Calibri" w:hAnsi="Times New Roman" w:cstheme="minorBidi"/>
          <w:sz w:val="20"/>
          <w:szCs w:val="20"/>
        </w:rPr>
        <w:t xml:space="preserve"> cash flows nor raise additional finance from other sources.</w:t>
      </w:r>
    </w:p>
    <w:p w:rsidR="009F53ED" w:rsidRDefault="009F53ED" w:rsidP="00130F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0"/>
          <w:szCs w:val="20"/>
        </w:rPr>
      </w:pPr>
    </w:p>
    <w:p w:rsidR="001677E5" w:rsidRDefault="001677E5" w:rsidP="00130F5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sz w:val="20"/>
          <w:szCs w:val="20"/>
        </w:rPr>
      </w:pPr>
      <w:r>
        <w:rPr>
          <w:rFonts w:ascii="Times New Roman" w:hAnsi="Times New Roman" w:cs="Times New Roman"/>
          <w:sz w:val="20"/>
          <w:szCs w:val="20"/>
        </w:rPr>
        <w:br w:type="page"/>
      </w:r>
    </w:p>
    <w:p w:rsidR="001677E5" w:rsidRPr="00F629E4" w:rsidRDefault="001677E5"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400" w:lineRule="exact"/>
        <w:jc w:val="center"/>
        <w:rPr>
          <w:rFonts w:ascii="Times New Roman" w:eastAsia="Calibri" w:hAnsi="Times New Roman" w:cs="Times New Roman"/>
          <w:sz w:val="20"/>
          <w:szCs w:val="20"/>
          <w:rtl/>
          <w:cs/>
        </w:rPr>
      </w:pPr>
      <w:r>
        <w:rPr>
          <w:rFonts w:ascii="Times New Roman" w:eastAsia="Calibri" w:hAnsi="Times New Roman" w:cs="Times New Roman"/>
          <w:sz w:val="20"/>
          <w:szCs w:val="20"/>
        </w:rPr>
        <w:lastRenderedPageBreak/>
        <w:t>- 3 -</w:t>
      </w:r>
    </w:p>
    <w:p w:rsidR="001677E5" w:rsidRDefault="001677E5"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400" w:lineRule="exact"/>
        <w:jc w:val="center"/>
        <w:rPr>
          <w:rFonts w:ascii="Times New Roman" w:eastAsia="Calibri" w:hAnsi="Times New Roman" w:cs="Times New Roman"/>
          <w:sz w:val="20"/>
          <w:szCs w:val="20"/>
        </w:rPr>
      </w:pPr>
    </w:p>
    <w:p w:rsidR="007210DF" w:rsidRPr="00F629E4" w:rsidRDefault="00024D61" w:rsidP="001677E5">
      <w:pPr>
        <w:autoSpaceDE w:val="0"/>
        <w:autoSpaceDN w:val="0"/>
        <w:adjustRightInd w:val="0"/>
        <w:spacing w:line="400" w:lineRule="exact"/>
        <w:jc w:val="thaiDistribute"/>
        <w:rPr>
          <w:rFonts w:ascii="Times New Roman" w:hAnsi="Times New Roman" w:cs="Times New Roman"/>
          <w:i/>
          <w:iCs/>
          <w:color w:val="000000"/>
          <w:sz w:val="20"/>
          <w:szCs w:val="20"/>
        </w:rPr>
      </w:pPr>
      <w:r w:rsidRPr="00F629E4">
        <w:rPr>
          <w:rFonts w:ascii="Times New Roman" w:hAnsi="Times New Roman" w:cs="Times New Roman"/>
          <w:i/>
          <w:iCs/>
          <w:color w:val="000000"/>
          <w:sz w:val="20"/>
          <w:szCs w:val="20"/>
        </w:rPr>
        <w:t>Material uncertainty concerning the balance of long-term loans from financial institution, trade payable, other payable to related party, other current liabilities and other noncurrent liabilities</w:t>
      </w:r>
    </w:p>
    <w:p w:rsidR="0090332A" w:rsidRDefault="004F376D"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400" w:lineRule="exact"/>
        <w:jc w:val="thaiDistribute"/>
        <w:rPr>
          <w:rFonts w:ascii="Times New Roman" w:hAnsi="Times New Roman" w:cs="Times New Roman"/>
          <w:sz w:val="20"/>
          <w:szCs w:val="20"/>
        </w:rPr>
      </w:pPr>
      <w:r w:rsidRPr="00F629E4">
        <w:rPr>
          <w:rFonts w:ascii="Times New Roman" w:hAnsi="Times New Roman" w:cs="Times New Roman"/>
          <w:sz w:val="20"/>
          <w:szCs w:val="20"/>
        </w:rPr>
        <w:t>As described in Notes 2 and 13 to the financial statements</w:t>
      </w:r>
      <w:r w:rsidR="00E0154B">
        <w:rPr>
          <w:rFonts w:ascii="Times New Roman" w:hAnsi="Times New Roman" w:cs="Times New Roman"/>
          <w:sz w:val="20"/>
          <w:szCs w:val="20"/>
        </w:rPr>
        <w:t>,</w:t>
      </w:r>
      <w:r w:rsidRPr="00F629E4">
        <w:rPr>
          <w:rFonts w:ascii="Times New Roman" w:hAnsi="Times New Roman" w:cs="Times New Roman"/>
          <w:sz w:val="20"/>
          <w:szCs w:val="20"/>
          <w:cs/>
        </w:rPr>
        <w:t xml:space="preserve"> </w:t>
      </w:r>
      <w:r w:rsidRPr="00F629E4">
        <w:rPr>
          <w:rFonts w:ascii="Times New Roman" w:hAnsi="Times New Roman" w:cs="Times New Roman"/>
          <w:sz w:val="20"/>
          <w:szCs w:val="20"/>
        </w:rPr>
        <w:t xml:space="preserve">the </w:t>
      </w:r>
      <w:r w:rsidR="00E0154B">
        <w:rPr>
          <w:rFonts w:ascii="Times New Roman" w:hAnsi="Times New Roman" w:cs="Times New Roman"/>
          <w:sz w:val="20"/>
          <w:szCs w:val="20"/>
        </w:rPr>
        <w:t>C</w:t>
      </w:r>
      <w:r w:rsidRPr="00F629E4">
        <w:rPr>
          <w:rFonts w:ascii="Times New Roman" w:hAnsi="Times New Roman" w:cs="Times New Roman"/>
          <w:sz w:val="20"/>
          <w:szCs w:val="20"/>
        </w:rPr>
        <w:t>ompany</w:t>
      </w:r>
      <w:r w:rsidR="00E0154B">
        <w:rPr>
          <w:rFonts w:ascii="Times New Roman" w:hAnsi="Times New Roman" w:cs="Times New Roman"/>
          <w:sz w:val="20"/>
          <w:szCs w:val="20"/>
        </w:rPr>
        <w:t>’s</w:t>
      </w:r>
      <w:r w:rsidRPr="00F629E4">
        <w:rPr>
          <w:rFonts w:ascii="Times New Roman" w:hAnsi="Times New Roman" w:cs="Times New Roman"/>
          <w:sz w:val="20"/>
          <w:szCs w:val="20"/>
        </w:rPr>
        <w:t xml:space="preserve"> creditors who submitted an application for debt settlement.</w:t>
      </w:r>
      <w:r w:rsidR="001D5B94" w:rsidRPr="00F629E4">
        <w:rPr>
          <w:rFonts w:ascii="Times New Roman" w:hAnsi="Times New Roman" w:cs="Times New Roman"/>
          <w:sz w:val="20"/>
          <w:szCs w:val="20"/>
          <w:cs/>
        </w:rPr>
        <w:t xml:space="preserve"> </w:t>
      </w:r>
      <w:r w:rsidRPr="00F629E4">
        <w:rPr>
          <w:rFonts w:ascii="Times New Roman" w:hAnsi="Times New Roman" w:cs="Times New Roman"/>
          <w:sz w:val="20"/>
          <w:szCs w:val="20"/>
        </w:rPr>
        <w:t xml:space="preserve">The Company has disputed with certain creditors due to incorrect balance, duplicated balance or ungrounded debt.  As </w:t>
      </w:r>
      <w:r w:rsidR="00E0154B">
        <w:rPr>
          <w:rFonts w:ascii="Times New Roman" w:hAnsi="Times New Roman" w:cs="Times New Roman"/>
          <w:sz w:val="20"/>
          <w:szCs w:val="20"/>
        </w:rPr>
        <w:t>at</w:t>
      </w:r>
      <w:r w:rsidRPr="00F629E4">
        <w:rPr>
          <w:rFonts w:ascii="Times New Roman" w:hAnsi="Times New Roman" w:cs="Times New Roman"/>
          <w:sz w:val="20"/>
          <w:szCs w:val="20"/>
        </w:rPr>
        <w:t xml:space="preserve"> the date of this report, there are</w:t>
      </w:r>
      <w:r w:rsidR="001D5B94" w:rsidRPr="00F629E4">
        <w:rPr>
          <w:rFonts w:ascii="Times New Roman" w:hAnsi="Times New Roman" w:cs="Times New Roman"/>
          <w:sz w:val="20"/>
          <w:szCs w:val="20"/>
          <w:cs/>
        </w:rPr>
        <w:t xml:space="preserve"> </w:t>
      </w:r>
      <w:r w:rsidR="00E0154B">
        <w:rPr>
          <w:rFonts w:ascii="Times New Roman" w:hAnsi="Times New Roman" w:cs="Times New Roman"/>
          <w:sz w:val="20"/>
          <w:szCs w:val="20"/>
        </w:rPr>
        <w:t>two</w:t>
      </w:r>
      <w:r w:rsidR="001D5B94" w:rsidRPr="00F629E4">
        <w:rPr>
          <w:rFonts w:ascii="Times New Roman" w:hAnsi="Times New Roman" w:cs="Times New Roman"/>
          <w:sz w:val="20"/>
          <w:szCs w:val="20"/>
        </w:rPr>
        <w:t xml:space="preserve"> </w:t>
      </w:r>
      <w:r w:rsidRPr="00F629E4">
        <w:rPr>
          <w:rFonts w:ascii="Times New Roman" w:hAnsi="Times New Roman" w:cs="Times New Roman"/>
          <w:sz w:val="20"/>
          <w:szCs w:val="20"/>
        </w:rPr>
        <w:t>creditors where the final judgment of the debt claim has not been received from the Official Receiver. Total debt claim</w:t>
      </w:r>
      <w:r w:rsidR="00EF18DF">
        <w:rPr>
          <w:rFonts w:ascii="Times New Roman" w:hAnsi="Times New Roman" w:cs="Times New Roman"/>
          <w:sz w:val="20"/>
          <w:szCs w:val="20"/>
        </w:rPr>
        <w:t xml:space="preserve"> </w:t>
      </w:r>
      <w:r w:rsidRPr="00F629E4">
        <w:rPr>
          <w:rFonts w:ascii="Times New Roman" w:hAnsi="Times New Roman" w:cs="Times New Roman"/>
          <w:sz w:val="20"/>
          <w:szCs w:val="20"/>
        </w:rPr>
        <w:t>including</w:t>
      </w:r>
      <w:r w:rsidR="00EF18DF">
        <w:rPr>
          <w:rFonts w:ascii="Times New Roman" w:hAnsi="Times New Roman" w:cs="Times New Roman"/>
          <w:sz w:val="20"/>
          <w:szCs w:val="20"/>
        </w:rPr>
        <w:t xml:space="preserve"> </w:t>
      </w:r>
      <w:r w:rsidRPr="00F629E4">
        <w:rPr>
          <w:rFonts w:ascii="Times New Roman" w:hAnsi="Times New Roman" w:cs="Times New Roman"/>
          <w:sz w:val="20"/>
          <w:szCs w:val="20"/>
        </w:rPr>
        <w:t>principal and interest of these</w:t>
      </w:r>
      <w:r w:rsidRPr="00F629E4">
        <w:rPr>
          <w:rFonts w:ascii="Times New Roman" w:hAnsi="Times New Roman" w:cs="Times New Roman"/>
          <w:sz w:val="20"/>
          <w:szCs w:val="20"/>
          <w:cs/>
        </w:rPr>
        <w:t xml:space="preserve"> </w:t>
      </w:r>
      <w:r w:rsidR="0090332A">
        <w:rPr>
          <w:rFonts w:ascii="Times New Roman" w:hAnsi="Times New Roman" w:cs="Times New Roman"/>
          <w:sz w:val="20"/>
          <w:szCs w:val="20"/>
        </w:rPr>
        <w:t xml:space="preserve">two </w:t>
      </w:r>
      <w:r w:rsidRPr="00F629E4">
        <w:rPr>
          <w:rFonts w:ascii="Times New Roman" w:hAnsi="Times New Roman" w:cs="Times New Roman"/>
          <w:sz w:val="20"/>
          <w:szCs w:val="20"/>
        </w:rPr>
        <w:t xml:space="preserve">creditors </w:t>
      </w:r>
      <w:r w:rsidR="0090332A">
        <w:rPr>
          <w:rFonts w:ascii="Times New Roman" w:hAnsi="Times New Roman" w:cs="Times New Roman"/>
          <w:sz w:val="20"/>
          <w:szCs w:val="20"/>
        </w:rPr>
        <w:t>amounted to</w:t>
      </w:r>
      <w:r w:rsidRPr="00F629E4">
        <w:rPr>
          <w:rFonts w:ascii="Times New Roman" w:hAnsi="Times New Roman" w:cs="Times New Roman"/>
          <w:sz w:val="20"/>
          <w:szCs w:val="20"/>
        </w:rPr>
        <w:t xml:space="preserve"> Baht</w:t>
      </w:r>
      <w:r w:rsidR="001D5B94" w:rsidRPr="00F629E4">
        <w:rPr>
          <w:rFonts w:ascii="Times New Roman" w:hAnsi="Times New Roman" w:cs="Times New Roman"/>
          <w:sz w:val="20"/>
          <w:szCs w:val="20"/>
          <w:cs/>
        </w:rPr>
        <w:t xml:space="preserve"> </w:t>
      </w:r>
      <w:r w:rsidR="0033108E" w:rsidRPr="00F629E4">
        <w:rPr>
          <w:rFonts w:ascii="Times New Roman" w:hAnsi="Times New Roman" w:cs="Times New Roman"/>
          <w:sz w:val="20"/>
          <w:szCs w:val="20"/>
        </w:rPr>
        <w:t xml:space="preserve">3,113.7 </w:t>
      </w:r>
      <w:r w:rsidRPr="00F629E4">
        <w:rPr>
          <w:rFonts w:ascii="Times New Roman" w:hAnsi="Times New Roman" w:cs="Times New Roman"/>
          <w:sz w:val="20"/>
          <w:szCs w:val="20"/>
        </w:rPr>
        <w:t>million</w:t>
      </w:r>
      <w:r w:rsidR="0090332A">
        <w:rPr>
          <w:rFonts w:ascii="Times New Roman" w:hAnsi="Times New Roman" w:cs="Times New Roman"/>
          <w:sz w:val="20"/>
          <w:szCs w:val="20"/>
        </w:rPr>
        <w:t>.</w:t>
      </w:r>
    </w:p>
    <w:p w:rsidR="007210DF" w:rsidRPr="00FA0A94" w:rsidRDefault="00ED550A"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400" w:lineRule="exact"/>
        <w:jc w:val="thaiDistribute"/>
        <w:rPr>
          <w:rFonts w:ascii="Times New Roman" w:hAnsi="Times New Roman" w:cstheme="minorBidi"/>
          <w:sz w:val="20"/>
          <w:szCs w:val="20"/>
          <w:cs/>
        </w:rPr>
      </w:pPr>
      <w:r>
        <w:rPr>
          <w:rFonts w:ascii="Times New Roman" w:hAnsi="Times New Roman" w:cs="Times New Roman"/>
          <w:sz w:val="20"/>
          <w:szCs w:val="20"/>
        </w:rPr>
        <w:t xml:space="preserve">The </w:t>
      </w:r>
      <w:r w:rsidR="00C26AB2" w:rsidRPr="00F629E4">
        <w:rPr>
          <w:rFonts w:ascii="Times New Roman" w:hAnsi="Times New Roman" w:cs="Times New Roman"/>
          <w:sz w:val="20"/>
          <w:szCs w:val="20"/>
        </w:rPr>
        <w:t xml:space="preserve">Group and the Company </w:t>
      </w:r>
      <w:r>
        <w:rPr>
          <w:rFonts w:ascii="Times New Roman" w:hAnsi="Times New Roman" w:cs="Times New Roman"/>
          <w:sz w:val="20"/>
          <w:szCs w:val="20"/>
        </w:rPr>
        <w:t>had not recorded the said debt of those two</w:t>
      </w:r>
      <w:r w:rsidR="00C26AB2" w:rsidRPr="00F629E4">
        <w:rPr>
          <w:rFonts w:ascii="Times New Roman" w:hAnsi="Times New Roman" w:cs="Times New Roman"/>
          <w:sz w:val="20"/>
          <w:szCs w:val="20"/>
        </w:rPr>
        <w:t xml:space="preserve"> creditors </w:t>
      </w:r>
      <w:r>
        <w:rPr>
          <w:rFonts w:ascii="Times New Roman" w:hAnsi="Times New Roman" w:cs="Times New Roman"/>
          <w:sz w:val="20"/>
          <w:szCs w:val="20"/>
        </w:rPr>
        <w:t xml:space="preserve">amount </w:t>
      </w:r>
      <w:r w:rsidR="00DB743F" w:rsidRPr="00F629E4">
        <w:rPr>
          <w:rFonts w:ascii="Times New Roman" w:hAnsi="Times New Roman" w:cs="Times New Roman"/>
          <w:sz w:val="20"/>
          <w:szCs w:val="20"/>
        </w:rPr>
        <w:t>in the</w:t>
      </w:r>
      <w:r w:rsidR="00AB5F44">
        <w:rPr>
          <w:rFonts w:ascii="Times New Roman" w:hAnsi="Times New Roman" w:cs="Times New Roman"/>
          <w:sz w:val="20"/>
          <w:szCs w:val="20"/>
        </w:rPr>
        <w:t xml:space="preserve"> </w:t>
      </w:r>
      <w:r w:rsidR="00DB743F" w:rsidRPr="00F629E4">
        <w:rPr>
          <w:rFonts w:ascii="Times New Roman" w:hAnsi="Times New Roman" w:cs="Times New Roman"/>
          <w:sz w:val="20"/>
          <w:szCs w:val="20"/>
        </w:rPr>
        <w:t>consolidated and separate financial statements</w:t>
      </w:r>
      <w:r w:rsidR="00130F5D" w:rsidRPr="00F629E4">
        <w:rPr>
          <w:rFonts w:ascii="Times New Roman" w:hAnsi="Times New Roman" w:cs="Times New Roman"/>
          <w:sz w:val="20"/>
          <w:szCs w:val="20"/>
        </w:rPr>
        <w:t xml:space="preserve"> as at </w:t>
      </w:r>
      <w:r w:rsidR="005633FD">
        <w:rPr>
          <w:rFonts w:ascii="Times New Roman" w:hAnsi="Times New Roman" w:cs="Times New Roman"/>
          <w:sz w:val="20"/>
          <w:szCs w:val="20"/>
        </w:rPr>
        <w:t xml:space="preserve">30 </w:t>
      </w:r>
      <w:r w:rsidR="00130F5D" w:rsidRPr="00F629E4">
        <w:rPr>
          <w:rFonts w:ascii="Times New Roman" w:hAnsi="Times New Roman" w:cs="Times New Roman"/>
          <w:sz w:val="20"/>
          <w:szCs w:val="20"/>
        </w:rPr>
        <w:t xml:space="preserve">June </w:t>
      </w:r>
      <w:r>
        <w:rPr>
          <w:rFonts w:ascii="Times New Roman" w:hAnsi="Times New Roman" w:cs="Times New Roman"/>
          <w:sz w:val="20"/>
          <w:szCs w:val="20"/>
        </w:rPr>
        <w:t>2017 which</w:t>
      </w:r>
      <w:r w:rsidR="00130F5D" w:rsidRPr="00F629E4">
        <w:rPr>
          <w:rFonts w:ascii="Times New Roman" w:hAnsi="Times New Roman" w:cs="Times New Roman"/>
          <w:sz w:val="20"/>
          <w:szCs w:val="20"/>
        </w:rPr>
        <w:t xml:space="preserve"> is a discrepancy in debt balance </w:t>
      </w:r>
      <w:r>
        <w:rPr>
          <w:rFonts w:ascii="Times New Roman" w:hAnsi="Times New Roman" w:cs="Times New Roman"/>
          <w:sz w:val="20"/>
          <w:szCs w:val="20"/>
        </w:rPr>
        <w:t xml:space="preserve">amount </w:t>
      </w:r>
      <w:r w:rsidR="00130F5D" w:rsidRPr="00F629E4">
        <w:rPr>
          <w:rFonts w:ascii="Times New Roman" w:hAnsi="Times New Roman" w:cs="Times New Roman"/>
          <w:sz w:val="20"/>
          <w:szCs w:val="20"/>
        </w:rPr>
        <w:t>o</w:t>
      </w:r>
      <w:r>
        <w:rPr>
          <w:rFonts w:ascii="Times New Roman" w:hAnsi="Times New Roman" w:cs="Times New Roman"/>
          <w:sz w:val="20"/>
          <w:szCs w:val="20"/>
        </w:rPr>
        <w:t>f</w:t>
      </w:r>
      <w:r w:rsidR="00AB5F44">
        <w:rPr>
          <w:rFonts w:ascii="Times New Roman" w:hAnsi="Times New Roman" w:cs="Times New Roman"/>
          <w:sz w:val="20"/>
          <w:szCs w:val="20"/>
        </w:rPr>
        <w:t xml:space="preserve"> </w:t>
      </w:r>
      <w:r w:rsidR="00130F5D" w:rsidRPr="00F629E4">
        <w:rPr>
          <w:rFonts w:ascii="Times New Roman" w:hAnsi="Times New Roman" w:cs="Times New Roman"/>
          <w:sz w:val="20"/>
          <w:szCs w:val="20"/>
        </w:rPr>
        <w:t xml:space="preserve">Baht </w:t>
      </w:r>
      <w:r>
        <w:rPr>
          <w:rFonts w:ascii="Times New Roman" w:hAnsi="Times New Roman" w:cs="Times New Roman"/>
          <w:sz w:val="20"/>
          <w:szCs w:val="20"/>
        </w:rPr>
        <w:t xml:space="preserve">3,113.7 </w:t>
      </w:r>
      <w:r w:rsidR="00AB5F44">
        <w:rPr>
          <w:rFonts w:ascii="Times New Roman" w:hAnsi="Times New Roman" w:cs="Times New Roman"/>
          <w:sz w:val="20"/>
          <w:szCs w:val="20"/>
        </w:rPr>
        <w:t xml:space="preserve">million </w:t>
      </w:r>
      <w:r w:rsidR="00130F5D" w:rsidRPr="00F629E4">
        <w:rPr>
          <w:rFonts w:ascii="Times New Roman" w:hAnsi="Times New Roman" w:cs="Times New Roman"/>
          <w:sz w:val="20"/>
          <w:szCs w:val="20"/>
        </w:rPr>
        <w:t xml:space="preserve">as a result of the pending </w:t>
      </w:r>
      <w:r>
        <w:rPr>
          <w:rFonts w:ascii="Times New Roman" w:hAnsi="Times New Roman" w:cs="Times New Roman"/>
          <w:sz w:val="20"/>
          <w:szCs w:val="20"/>
        </w:rPr>
        <w:t>trial</w:t>
      </w:r>
      <w:r w:rsidR="00130F5D" w:rsidRPr="00F629E4">
        <w:rPr>
          <w:rFonts w:ascii="Times New Roman" w:hAnsi="Times New Roman" w:cs="Times New Roman"/>
          <w:sz w:val="20"/>
          <w:szCs w:val="20"/>
        </w:rPr>
        <w:t xml:space="preserve"> of the Official Receiver.</w:t>
      </w:r>
    </w:p>
    <w:p w:rsidR="007210DF" w:rsidRDefault="00222133"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400" w:lineRule="exact"/>
        <w:jc w:val="thaiDistribute"/>
        <w:rPr>
          <w:rFonts w:ascii="Times New Roman" w:eastAsia="Calibri" w:hAnsi="Times New Roman" w:cs="Times New Roman"/>
          <w:sz w:val="20"/>
          <w:szCs w:val="20"/>
        </w:rPr>
      </w:pPr>
      <w:r w:rsidRPr="00FA0A94">
        <w:rPr>
          <w:rFonts w:ascii="Times New Roman" w:eastAsia="Calibri" w:hAnsi="Times New Roman" w:cs="Times New Roman"/>
          <w:sz w:val="20"/>
          <w:szCs w:val="20"/>
        </w:rPr>
        <w:t>Due to the material uncertainty which is dependent on the final judgment from the Official Receiver or the outcome of the appeal, I was unable to determine whether any adjustments might have been found necessary in respect of recorded or unrecorded</w:t>
      </w:r>
      <w:r w:rsidR="007210DF" w:rsidRPr="00FA0A94">
        <w:rPr>
          <w:rFonts w:ascii="Times New Roman" w:eastAsia="Calibri" w:hAnsi="Times New Roman" w:cs="Times New Roman"/>
          <w:sz w:val="20"/>
          <w:szCs w:val="20"/>
          <w:cs/>
        </w:rPr>
        <w:t xml:space="preserve"> </w:t>
      </w:r>
      <w:r w:rsidRPr="00FA0A94">
        <w:rPr>
          <w:rFonts w:ascii="Times New Roman" w:eastAsia="Calibri" w:hAnsi="Times New Roman" w:cs="Times New Roman"/>
          <w:sz w:val="20"/>
          <w:szCs w:val="20"/>
        </w:rPr>
        <w:t>other payable to related party, other current liabilities and other noncurrent liabilities</w:t>
      </w:r>
      <w:r w:rsidRPr="00FA0A94" w:rsidDel="00322439">
        <w:rPr>
          <w:rFonts w:ascii="Times New Roman" w:eastAsia="Calibri" w:hAnsi="Times New Roman" w:cs="Times New Roman"/>
          <w:sz w:val="20"/>
          <w:szCs w:val="20"/>
        </w:rPr>
        <w:t xml:space="preserve"> </w:t>
      </w:r>
      <w:r w:rsidRPr="00FA0A94">
        <w:rPr>
          <w:rFonts w:ascii="Times New Roman" w:eastAsia="Calibri" w:hAnsi="Times New Roman" w:cs="Times New Roman"/>
          <w:sz w:val="20"/>
          <w:szCs w:val="20"/>
        </w:rPr>
        <w:t xml:space="preserve">as at </w:t>
      </w:r>
      <w:r w:rsidR="00ED550A">
        <w:rPr>
          <w:rFonts w:ascii="Times New Roman" w:eastAsia="Calibri" w:hAnsi="Times New Roman" w:cs="Times New Roman"/>
          <w:sz w:val="20"/>
          <w:szCs w:val="20"/>
        </w:rPr>
        <w:t>June 30, 2017</w:t>
      </w:r>
      <w:r w:rsidRPr="00FA0A94">
        <w:rPr>
          <w:rFonts w:ascii="Times New Roman" w:eastAsia="Calibri" w:hAnsi="Times New Roman" w:cs="Times New Roman"/>
          <w:sz w:val="20"/>
          <w:szCs w:val="20"/>
        </w:rPr>
        <w:t>.</w:t>
      </w:r>
    </w:p>
    <w:p w:rsidR="00907507" w:rsidRPr="00F629E4" w:rsidRDefault="00907507"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00" w:lineRule="exact"/>
        <w:jc w:val="thaiDistribute"/>
        <w:rPr>
          <w:rFonts w:ascii="Times New Roman" w:hAnsi="Times New Roman" w:cs="Times New Roman"/>
          <w:sz w:val="20"/>
          <w:szCs w:val="20"/>
        </w:rPr>
      </w:pPr>
    </w:p>
    <w:p w:rsidR="009311B8" w:rsidRPr="00F629E4" w:rsidRDefault="00ED550A"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00" w:lineRule="exact"/>
        <w:jc w:val="thaiDistribute"/>
        <w:rPr>
          <w:rFonts w:ascii="Times New Roman" w:hAnsi="Times New Roman" w:cs="Times New Roman"/>
          <w:i/>
          <w:iCs/>
          <w:color w:val="FF0000"/>
          <w:sz w:val="20"/>
          <w:szCs w:val="20"/>
        </w:rPr>
      </w:pPr>
      <w:r w:rsidRPr="00530244">
        <w:rPr>
          <w:rFonts w:ascii="Times New Roman" w:hAnsi="Times New Roman" w:cs="Times New Roman"/>
          <w:i/>
          <w:iCs/>
          <w:sz w:val="20"/>
          <w:szCs w:val="20"/>
        </w:rPr>
        <w:t>Compare</w:t>
      </w:r>
      <w:r w:rsidR="009F7954" w:rsidRPr="00530244">
        <w:rPr>
          <w:rFonts w:ascii="Times New Roman" w:hAnsi="Times New Roman" w:cs="Times New Roman"/>
          <w:i/>
          <w:iCs/>
          <w:sz w:val="20"/>
          <w:szCs w:val="20"/>
        </w:rPr>
        <w:t xml:space="preserve"> financial performance and corresponding figures.</w:t>
      </w:r>
    </w:p>
    <w:p w:rsidR="009F7954" w:rsidRPr="00924A3B" w:rsidRDefault="009F7954"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00" w:lineRule="exact"/>
        <w:jc w:val="thaiDistribute"/>
        <w:rPr>
          <w:rFonts w:ascii="Times New Roman" w:hAnsi="Times New Roman" w:cs="Times New Roman"/>
          <w:i/>
          <w:iCs/>
          <w:sz w:val="20"/>
          <w:szCs w:val="20"/>
        </w:rPr>
      </w:pPr>
    </w:p>
    <w:p w:rsidR="009311B8" w:rsidRPr="000B15C2" w:rsidRDefault="00CC2B01" w:rsidP="001677E5">
      <w:pPr>
        <w:pStyle w:val="aff8"/>
        <w:spacing w:line="400" w:lineRule="exact"/>
        <w:ind w:left="0"/>
        <w:jc w:val="thaiDistribute"/>
        <w:rPr>
          <w:rFonts w:hAnsi="Times New Roman" w:cstheme="minorBidi"/>
          <w:sz w:val="20"/>
          <w:szCs w:val="20"/>
          <w:cs/>
        </w:rPr>
      </w:pPr>
      <w:r w:rsidRPr="00F629E4">
        <w:rPr>
          <w:rFonts w:hAnsi="Times New Roman" w:cs="Times New Roman"/>
          <w:sz w:val="20"/>
          <w:szCs w:val="20"/>
        </w:rPr>
        <w:t>As described in Notes 2 to the financial statements,</w:t>
      </w:r>
      <w:r w:rsidR="009311B8" w:rsidRPr="00F629E4">
        <w:rPr>
          <w:rFonts w:hAnsi="Times New Roman" w:cs="Times New Roman"/>
          <w:sz w:val="20"/>
          <w:szCs w:val="20"/>
          <w:cs/>
        </w:rPr>
        <w:t xml:space="preserve"> </w:t>
      </w:r>
      <w:r w:rsidRPr="00F629E4">
        <w:rPr>
          <w:rFonts w:hAnsi="Times New Roman" w:cs="Times New Roman"/>
          <w:sz w:val="20"/>
          <w:szCs w:val="20"/>
        </w:rPr>
        <w:t xml:space="preserve">the consolidated and separate statements of income, comprehensive income, changes in </w:t>
      </w:r>
      <w:r w:rsidR="00ED550A">
        <w:rPr>
          <w:rFonts w:hAnsi="Times New Roman" w:cs="Times New Roman"/>
          <w:sz w:val="20"/>
          <w:szCs w:val="20"/>
        </w:rPr>
        <w:t xml:space="preserve">shareholders’ </w:t>
      </w:r>
      <w:r w:rsidRPr="00F629E4">
        <w:rPr>
          <w:rFonts w:hAnsi="Times New Roman" w:cs="Times New Roman"/>
          <w:sz w:val="20"/>
          <w:szCs w:val="20"/>
        </w:rPr>
        <w:t>equity and cash flows</w:t>
      </w:r>
      <w:r w:rsidR="009311B8" w:rsidRPr="00F629E4">
        <w:rPr>
          <w:rFonts w:hAnsi="Times New Roman" w:cs="Times New Roman"/>
          <w:sz w:val="20"/>
          <w:szCs w:val="20"/>
          <w:cs/>
        </w:rPr>
        <w:t xml:space="preserve"> </w:t>
      </w:r>
      <w:r w:rsidRPr="00F629E4">
        <w:rPr>
          <w:rFonts w:eastAsia="Calibri" w:hAnsi="Times New Roman" w:cs="Times New Roman"/>
          <w:sz w:val="20"/>
          <w:szCs w:val="20"/>
        </w:rPr>
        <w:t xml:space="preserve">for the six-month periods ended </w:t>
      </w:r>
      <w:r w:rsidR="005633FD">
        <w:rPr>
          <w:rFonts w:eastAsia="Calibri" w:hAnsi="Times New Roman" w:cs="Times New Roman"/>
          <w:sz w:val="20"/>
          <w:szCs w:val="20"/>
        </w:rPr>
        <w:t xml:space="preserve">30 </w:t>
      </w:r>
      <w:r w:rsidR="00ED550A">
        <w:rPr>
          <w:rFonts w:eastAsia="Calibri" w:hAnsi="Times New Roman" w:cs="Times New Roman"/>
          <w:sz w:val="20"/>
          <w:szCs w:val="20"/>
        </w:rPr>
        <w:t>J</w:t>
      </w:r>
      <w:r w:rsidRPr="00F629E4">
        <w:rPr>
          <w:rFonts w:eastAsia="Calibri" w:hAnsi="Times New Roman" w:cs="Times New Roman"/>
          <w:sz w:val="20"/>
          <w:szCs w:val="20"/>
        </w:rPr>
        <w:t>une 2017</w:t>
      </w:r>
      <w:r w:rsidR="009311B8" w:rsidRPr="00F629E4">
        <w:rPr>
          <w:rFonts w:hAnsi="Times New Roman" w:cs="Times New Roman"/>
          <w:sz w:val="20"/>
          <w:szCs w:val="20"/>
        </w:rPr>
        <w:t xml:space="preserve"> </w:t>
      </w:r>
      <w:r w:rsidR="00ED550A">
        <w:rPr>
          <w:rFonts w:hAnsi="Times New Roman" w:cs="Times New Roman"/>
          <w:sz w:val="20"/>
          <w:szCs w:val="20"/>
        </w:rPr>
        <w:t xml:space="preserve">which presented for comparative purpose, have been </w:t>
      </w:r>
      <w:r w:rsidR="004E0F45" w:rsidRPr="00BE0684">
        <w:rPr>
          <w:rFonts w:hAnsi="Times New Roman" w:cs="Times New Roman"/>
          <w:sz w:val="20"/>
          <w:szCs w:val="20"/>
        </w:rPr>
        <w:t xml:space="preserve">prepared by management </w:t>
      </w:r>
      <w:r w:rsidR="004E0F45" w:rsidRPr="00BE0684">
        <w:rPr>
          <w:rFonts w:hAnsi="Times New Roman"/>
          <w:sz w:val="20"/>
          <w:szCs w:val="20"/>
        </w:rPr>
        <w:t>of the Company</w:t>
      </w:r>
      <w:r w:rsidR="00ED550A">
        <w:rPr>
          <w:rFonts w:hAnsi="Times New Roman"/>
          <w:sz w:val="20"/>
          <w:szCs w:val="20"/>
        </w:rPr>
        <w:t xml:space="preserve"> that were</w:t>
      </w:r>
      <w:r w:rsidR="00BE0684" w:rsidRPr="00BE0684">
        <w:rPr>
          <w:rFonts w:hAnsi="Times New Roman"/>
          <w:sz w:val="20"/>
          <w:szCs w:val="20"/>
        </w:rPr>
        <w:t xml:space="preserve"> not reviewed by </w:t>
      </w:r>
      <w:r w:rsidR="00BE0684">
        <w:rPr>
          <w:rFonts w:hAnsi="Times New Roman"/>
          <w:sz w:val="20"/>
          <w:szCs w:val="20"/>
        </w:rPr>
        <w:t>audit</w:t>
      </w:r>
      <w:r w:rsidR="00BE0684" w:rsidRPr="00BE0684">
        <w:rPr>
          <w:rFonts w:hAnsi="Times New Roman"/>
          <w:sz w:val="20"/>
          <w:szCs w:val="20"/>
        </w:rPr>
        <w:t>or</w:t>
      </w:r>
      <w:r w:rsidR="00BE0684">
        <w:rPr>
          <w:rFonts w:hAnsi="Times New Roman" w:cstheme="minorBidi" w:hint="cs"/>
          <w:sz w:val="20"/>
          <w:szCs w:val="20"/>
          <w:cs/>
        </w:rPr>
        <w:t>.</w:t>
      </w:r>
      <w:r w:rsidR="009311B8" w:rsidRPr="00BE0684">
        <w:rPr>
          <w:rFonts w:hAnsi="Times New Roman" w:cstheme="minorBidi"/>
          <w:sz w:val="20"/>
          <w:szCs w:val="20"/>
          <w:cs/>
        </w:rPr>
        <w:t xml:space="preserve"> </w:t>
      </w:r>
    </w:p>
    <w:p w:rsidR="00273BEF" w:rsidRPr="00F629E4" w:rsidRDefault="00273BEF"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00" w:lineRule="exact"/>
        <w:jc w:val="thaiDistribute"/>
        <w:rPr>
          <w:rFonts w:ascii="Times New Roman" w:hAnsi="Times New Roman" w:cs="Times New Roman"/>
          <w:i/>
          <w:iCs/>
          <w:sz w:val="20"/>
          <w:szCs w:val="20"/>
        </w:rPr>
      </w:pPr>
    </w:p>
    <w:p w:rsidR="005B4E4C" w:rsidRPr="00530244" w:rsidRDefault="00530244"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00" w:lineRule="exact"/>
        <w:jc w:val="thaiDistribute"/>
        <w:outlineLvl w:val="0"/>
        <w:rPr>
          <w:rFonts w:ascii="Times New Roman" w:hAnsi="Times New Roman" w:cs="Times New Roman"/>
          <w:b/>
          <w:bCs/>
          <w:sz w:val="20"/>
          <w:szCs w:val="20"/>
        </w:rPr>
      </w:pPr>
      <w:r w:rsidRPr="00530244">
        <w:rPr>
          <w:rFonts w:ascii="Times New Roman" w:hAnsi="Times New Roman"/>
          <w:b/>
          <w:bCs/>
          <w:sz w:val="20"/>
          <w:szCs w:val="20"/>
        </w:rPr>
        <w:t>Disclaimer of Conclusion</w:t>
      </w:r>
    </w:p>
    <w:p w:rsidR="005B4E4C" w:rsidRPr="00530244" w:rsidRDefault="005B4E4C"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00" w:lineRule="exact"/>
        <w:jc w:val="thaiDistribute"/>
        <w:rPr>
          <w:rFonts w:ascii="Times New Roman" w:eastAsia="Cordia New" w:hAnsi="Times New Roman" w:cs="Times New Roman"/>
          <w:iCs/>
          <w:sz w:val="20"/>
          <w:szCs w:val="20"/>
          <w:highlight w:val="yellow"/>
        </w:rPr>
      </w:pPr>
    </w:p>
    <w:p w:rsidR="005B4E4C" w:rsidRPr="00530244" w:rsidRDefault="00B63901"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0"/>
        </w:tabs>
        <w:spacing w:line="400" w:lineRule="exact"/>
        <w:jc w:val="thaiDistribute"/>
        <w:outlineLvl w:val="0"/>
        <w:rPr>
          <w:rFonts w:ascii="Times New Roman" w:eastAsia="Cordia New" w:hAnsi="Times New Roman" w:cs="Times New Roman"/>
          <w:i/>
          <w:sz w:val="20"/>
          <w:szCs w:val="20"/>
        </w:rPr>
      </w:pPr>
      <w:r w:rsidRPr="00530244">
        <w:rPr>
          <w:rFonts w:ascii="Times New Roman" w:eastAsia="Cordia New" w:hAnsi="Times New Roman"/>
          <w:iCs/>
          <w:sz w:val="20"/>
          <w:szCs w:val="20"/>
        </w:rPr>
        <w:t>Because</w:t>
      </w:r>
      <w:r w:rsidR="00530244" w:rsidRPr="00530244">
        <w:rPr>
          <w:rFonts w:ascii="Times New Roman" w:eastAsia="Cordia New" w:hAnsi="Times New Roman"/>
          <w:iCs/>
          <w:sz w:val="20"/>
          <w:szCs w:val="20"/>
        </w:rPr>
        <w:t xml:space="preserve"> of the matter described in the Basis of Disclaimer of Conclusion having materially, I therefore am unable to give the conclusion on the abovementioned interim financial information.</w:t>
      </w:r>
    </w:p>
    <w:p w:rsidR="007210DF" w:rsidRPr="00F629E4" w:rsidRDefault="007210DF" w:rsidP="003F03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rPr>
          <w:rFonts w:ascii="Times New Roman" w:hAnsi="Times New Roman" w:cs="Times New Roman"/>
          <w:i/>
          <w:iCs/>
          <w:sz w:val="20"/>
          <w:szCs w:val="20"/>
        </w:rPr>
      </w:pPr>
    </w:p>
    <w:p w:rsidR="001677E5" w:rsidRDefault="001677E5" w:rsidP="000B15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thaiDistribute"/>
        <w:outlineLvl w:val="0"/>
        <w:rPr>
          <w:rFonts w:ascii="Times New Roman" w:hAnsi="Times New Roman" w:cs="Times New Roman"/>
          <w:b/>
          <w:bCs/>
          <w:color w:val="000000"/>
          <w:sz w:val="20"/>
          <w:szCs w:val="20"/>
        </w:rPr>
      </w:pPr>
      <w:r>
        <w:rPr>
          <w:rFonts w:ascii="Times New Roman" w:hAnsi="Times New Roman" w:cs="Times New Roman"/>
          <w:b/>
          <w:bCs/>
          <w:color w:val="000000"/>
          <w:sz w:val="20"/>
          <w:szCs w:val="20"/>
        </w:rPr>
        <w:br w:type="page"/>
      </w:r>
    </w:p>
    <w:p w:rsidR="001677E5" w:rsidRPr="00F629E4" w:rsidRDefault="00DE0567"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exact"/>
        <w:jc w:val="center"/>
        <w:rPr>
          <w:rFonts w:ascii="Times New Roman" w:eastAsia="Calibri" w:hAnsi="Times New Roman" w:cs="Times New Roman"/>
          <w:sz w:val="20"/>
          <w:szCs w:val="20"/>
          <w:rtl/>
          <w:cs/>
        </w:rPr>
      </w:pPr>
      <w:r>
        <w:rPr>
          <w:rFonts w:ascii="Times New Roman" w:eastAsia="Calibri" w:hAnsi="Times New Roman" w:cs="Times New Roman"/>
          <w:sz w:val="20"/>
          <w:szCs w:val="20"/>
        </w:rPr>
        <w:lastRenderedPageBreak/>
        <w:t>- 4</w:t>
      </w:r>
      <w:r w:rsidR="001677E5">
        <w:rPr>
          <w:rFonts w:ascii="Times New Roman" w:eastAsia="Calibri" w:hAnsi="Times New Roman" w:cs="Times New Roman"/>
          <w:sz w:val="20"/>
          <w:szCs w:val="20"/>
        </w:rPr>
        <w:t xml:space="preserve"> -</w:t>
      </w:r>
    </w:p>
    <w:p w:rsidR="001677E5" w:rsidRDefault="001677E5"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line="380" w:lineRule="exact"/>
        <w:jc w:val="center"/>
        <w:rPr>
          <w:rFonts w:ascii="Times New Roman" w:eastAsia="Calibri" w:hAnsi="Times New Roman" w:cs="Times New Roman"/>
          <w:sz w:val="20"/>
          <w:szCs w:val="20"/>
        </w:rPr>
      </w:pPr>
    </w:p>
    <w:p w:rsidR="001677E5" w:rsidRDefault="001677E5"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outlineLvl w:val="0"/>
        <w:rPr>
          <w:rFonts w:ascii="Times New Roman" w:hAnsi="Times New Roman" w:cs="Times New Roman"/>
          <w:b/>
          <w:bCs/>
          <w:color w:val="000000"/>
          <w:sz w:val="20"/>
          <w:szCs w:val="20"/>
        </w:rPr>
      </w:pPr>
    </w:p>
    <w:p w:rsidR="00CA27F3" w:rsidRPr="00530244" w:rsidRDefault="00CA27F3"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outlineLvl w:val="0"/>
        <w:rPr>
          <w:rFonts w:ascii="Times New Roman" w:hAnsi="Times New Roman" w:cs="Times New Roman"/>
          <w:b/>
          <w:bCs/>
          <w:sz w:val="20"/>
          <w:szCs w:val="20"/>
        </w:rPr>
      </w:pPr>
      <w:r w:rsidRPr="00530244">
        <w:rPr>
          <w:rFonts w:ascii="Times New Roman" w:hAnsi="Times New Roman" w:cs="Times New Roman"/>
          <w:b/>
          <w:bCs/>
          <w:color w:val="000000"/>
          <w:sz w:val="20"/>
          <w:szCs w:val="20"/>
        </w:rPr>
        <w:t>Emphasis of Matter</w:t>
      </w:r>
    </w:p>
    <w:p w:rsidR="005B4E4C" w:rsidRPr="003514CE" w:rsidRDefault="00CA27F3"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exact"/>
        <w:jc w:val="thaiDistribute"/>
        <w:rPr>
          <w:rFonts w:ascii="Times New Roman" w:eastAsia="Calibri" w:hAnsi="Times New Roman" w:cstheme="minorBidi"/>
          <w:sz w:val="20"/>
          <w:szCs w:val="20"/>
          <w:cs/>
        </w:rPr>
      </w:pPr>
      <w:r w:rsidRPr="000B15C2">
        <w:rPr>
          <w:rFonts w:ascii="Times New Roman" w:eastAsia="Calibri" w:hAnsi="Times New Roman" w:cs="Times New Roman"/>
          <w:sz w:val="20"/>
          <w:szCs w:val="20"/>
        </w:rPr>
        <w:t xml:space="preserve">I draw attention on Note 3 to the financial statements, </w:t>
      </w:r>
      <w:r w:rsidR="00530244">
        <w:rPr>
          <w:rFonts w:ascii="Times New Roman" w:eastAsia="Calibri" w:hAnsi="Times New Roman" w:cs="Times New Roman"/>
          <w:sz w:val="20"/>
          <w:szCs w:val="20"/>
        </w:rPr>
        <w:t>in during</w:t>
      </w:r>
      <w:r w:rsidR="003C322C" w:rsidRPr="000B15C2">
        <w:rPr>
          <w:rFonts w:ascii="Times New Roman" w:eastAsia="Calibri" w:hAnsi="Times New Roman" w:cs="Times New Roman"/>
          <w:sz w:val="20"/>
          <w:szCs w:val="20"/>
        </w:rPr>
        <w:t xml:space="preserve"> </w:t>
      </w:r>
      <w:r w:rsidRPr="00F629E4">
        <w:rPr>
          <w:rFonts w:ascii="Times New Roman" w:eastAsia="Calibri" w:hAnsi="Times New Roman" w:cs="Times New Roman"/>
          <w:sz w:val="20"/>
          <w:szCs w:val="20"/>
        </w:rPr>
        <w:t xml:space="preserve">the six-month periods ended </w:t>
      </w:r>
      <w:r w:rsidR="005633FD">
        <w:rPr>
          <w:rFonts w:ascii="Times New Roman" w:eastAsia="Calibri" w:hAnsi="Times New Roman" w:cs="Times New Roman"/>
          <w:sz w:val="20"/>
          <w:szCs w:val="20"/>
        </w:rPr>
        <w:t xml:space="preserve">30 </w:t>
      </w:r>
      <w:r w:rsidR="00530244">
        <w:rPr>
          <w:rFonts w:ascii="Times New Roman" w:eastAsia="Calibri" w:hAnsi="Times New Roman" w:cs="Times New Roman"/>
          <w:sz w:val="20"/>
          <w:szCs w:val="20"/>
        </w:rPr>
        <w:t>J</w:t>
      </w:r>
      <w:r w:rsidRPr="00F629E4">
        <w:rPr>
          <w:rFonts w:ascii="Times New Roman" w:eastAsia="Calibri" w:hAnsi="Times New Roman" w:cs="Times New Roman"/>
          <w:sz w:val="20"/>
          <w:szCs w:val="20"/>
        </w:rPr>
        <w:t xml:space="preserve">une 2017 </w:t>
      </w:r>
      <w:r w:rsidRPr="000B15C2">
        <w:rPr>
          <w:rFonts w:ascii="Times New Roman" w:eastAsia="Calibri" w:hAnsi="Times New Roman" w:cs="Times New Roman"/>
          <w:sz w:val="20"/>
          <w:szCs w:val="20"/>
        </w:rPr>
        <w:t>the Group and the Company sold goods to related companies and joint venture in the normal course of business totaling</w:t>
      </w:r>
      <w:r w:rsidR="00530244">
        <w:rPr>
          <w:rFonts w:ascii="Times New Roman" w:eastAsia="Calibri" w:hAnsi="Times New Roman" w:cs="Times New Roman"/>
          <w:sz w:val="20"/>
          <w:szCs w:val="20"/>
        </w:rPr>
        <w:t xml:space="preserve"> </w:t>
      </w:r>
      <w:r w:rsidRPr="000B15C2">
        <w:rPr>
          <w:rFonts w:ascii="Times New Roman" w:eastAsia="Calibri" w:hAnsi="Times New Roman" w:cs="Times New Roman"/>
          <w:sz w:val="20"/>
          <w:szCs w:val="20"/>
        </w:rPr>
        <w:t xml:space="preserve">Baht </w:t>
      </w:r>
      <w:r w:rsidR="00EF4655" w:rsidRPr="000B15C2">
        <w:rPr>
          <w:rFonts w:ascii="Times New Roman" w:eastAsia="Calibri" w:hAnsi="Times New Roman" w:cs="Times New Roman"/>
          <w:sz w:val="20"/>
          <w:szCs w:val="20"/>
        </w:rPr>
        <w:t>2,928.4</w:t>
      </w:r>
      <w:r w:rsidRPr="000B15C2">
        <w:rPr>
          <w:rFonts w:ascii="Times New Roman" w:eastAsia="Calibri" w:hAnsi="Times New Roman" w:cs="Times New Roman"/>
          <w:sz w:val="20"/>
          <w:szCs w:val="20"/>
        </w:rPr>
        <w:t xml:space="preserve"> million </w:t>
      </w:r>
      <w:r w:rsidR="00EF4655" w:rsidRPr="000B15C2">
        <w:rPr>
          <w:rFonts w:ascii="Times New Roman" w:eastAsia="Calibri" w:hAnsi="Times New Roman" w:cs="Times New Roman"/>
          <w:sz w:val="20"/>
          <w:szCs w:val="20"/>
        </w:rPr>
        <w:t>which represented 25.96 percent of the Group’s total sales.and</w:t>
      </w:r>
      <w:r w:rsidR="005E0D7D">
        <w:rPr>
          <w:rFonts w:ascii="Times New Roman" w:eastAsia="Calibri" w:hAnsi="Times New Roman" w:cs="Times New Roman"/>
          <w:sz w:val="20"/>
          <w:szCs w:val="20"/>
        </w:rPr>
        <w:t xml:space="preserve"> </w:t>
      </w:r>
      <w:r w:rsidR="00EF4655" w:rsidRPr="000B15C2">
        <w:rPr>
          <w:rFonts w:ascii="Times New Roman" w:eastAsia="Calibri" w:hAnsi="Times New Roman" w:cs="Times New Roman"/>
          <w:sz w:val="20"/>
          <w:szCs w:val="20"/>
        </w:rPr>
        <w:t xml:space="preserve">Baht </w:t>
      </w:r>
      <w:r w:rsidR="003C322C" w:rsidRPr="000B15C2">
        <w:rPr>
          <w:rFonts w:ascii="Times New Roman" w:eastAsia="Calibri" w:hAnsi="Times New Roman" w:cs="Times New Roman"/>
          <w:sz w:val="20"/>
          <w:szCs w:val="20"/>
        </w:rPr>
        <w:t>2,928</w:t>
      </w:r>
      <w:r w:rsidR="00B02D6F" w:rsidRPr="000B15C2">
        <w:rPr>
          <w:rFonts w:ascii="Times New Roman" w:eastAsia="Calibri" w:hAnsi="Times New Roman" w:cs="Times New Roman"/>
          <w:sz w:val="20"/>
          <w:szCs w:val="20"/>
        </w:rPr>
        <w:t>.4</w:t>
      </w:r>
      <w:r w:rsidR="003C322C" w:rsidRPr="000B15C2">
        <w:rPr>
          <w:rFonts w:ascii="Times New Roman" w:eastAsia="Calibri" w:hAnsi="Times New Roman" w:cs="Times New Roman"/>
          <w:sz w:val="20"/>
          <w:szCs w:val="20"/>
          <w:cs/>
        </w:rPr>
        <w:t xml:space="preserve"> </w:t>
      </w:r>
      <w:r w:rsidR="00EF4655" w:rsidRPr="000B15C2">
        <w:rPr>
          <w:rFonts w:ascii="Times New Roman" w:eastAsia="Calibri" w:hAnsi="Times New Roman" w:cs="Times New Roman"/>
          <w:sz w:val="20"/>
          <w:szCs w:val="20"/>
        </w:rPr>
        <w:t>million</w:t>
      </w:r>
      <w:r w:rsidR="003C322C" w:rsidRPr="000B15C2">
        <w:rPr>
          <w:rFonts w:ascii="Times New Roman" w:eastAsia="Calibri" w:hAnsi="Times New Roman" w:cs="Times New Roman"/>
          <w:sz w:val="20"/>
          <w:szCs w:val="20"/>
          <w:cs/>
        </w:rPr>
        <w:t xml:space="preserve"> </w:t>
      </w:r>
      <w:r w:rsidR="00EF4655" w:rsidRPr="000B15C2">
        <w:rPr>
          <w:rFonts w:ascii="Times New Roman" w:eastAsia="Calibri" w:hAnsi="Times New Roman" w:cs="Times New Roman"/>
          <w:sz w:val="20"/>
          <w:szCs w:val="20"/>
        </w:rPr>
        <w:t xml:space="preserve">which represented </w:t>
      </w:r>
      <w:r w:rsidR="00663A5C">
        <w:rPr>
          <w:rFonts w:ascii="Times New Roman" w:eastAsia="Calibri" w:hAnsi="Times New Roman" w:cs="Times New Roman"/>
          <w:sz w:val="20"/>
          <w:szCs w:val="20"/>
        </w:rPr>
        <w:t>25.96</w:t>
      </w:r>
      <w:r w:rsidR="00EF4655" w:rsidRPr="000B15C2">
        <w:rPr>
          <w:rFonts w:ascii="Times New Roman" w:eastAsia="Calibri" w:hAnsi="Times New Roman" w:cs="Times New Roman"/>
          <w:sz w:val="20"/>
          <w:szCs w:val="20"/>
        </w:rPr>
        <w:t xml:space="preserve"> </w:t>
      </w:r>
      <w:r w:rsidR="00B63901" w:rsidRPr="000B15C2">
        <w:rPr>
          <w:rFonts w:ascii="Times New Roman" w:eastAsia="Calibri" w:hAnsi="Times New Roman" w:cs="Times New Roman"/>
          <w:sz w:val="20"/>
          <w:szCs w:val="20"/>
        </w:rPr>
        <w:t>per</w:t>
      </w:r>
      <w:r w:rsidR="00B63901">
        <w:rPr>
          <w:rFonts w:ascii="Times New Roman" w:eastAsia="Calibri" w:hAnsi="Times New Roman" w:cs="Times New Roman"/>
          <w:sz w:val="20"/>
          <w:szCs w:val="20"/>
        </w:rPr>
        <w:t xml:space="preserve"> </w:t>
      </w:r>
      <w:r w:rsidR="00B63901" w:rsidRPr="000B15C2">
        <w:rPr>
          <w:rFonts w:ascii="Times New Roman" w:eastAsia="Calibri" w:hAnsi="Times New Roman" w:cs="Times New Roman"/>
          <w:sz w:val="20"/>
          <w:szCs w:val="20"/>
        </w:rPr>
        <w:t>cent of the Company total sales</w:t>
      </w:r>
      <w:r w:rsidR="00B63901" w:rsidRPr="000B15C2">
        <w:rPr>
          <w:rFonts w:ascii="Times New Roman" w:eastAsia="Calibri" w:hAnsi="Times New Roman" w:cs="Times New Roman"/>
          <w:sz w:val="20"/>
          <w:szCs w:val="20"/>
          <w:cs/>
        </w:rPr>
        <w:t xml:space="preserve">. </w:t>
      </w:r>
      <w:r w:rsidR="00EF4655" w:rsidRPr="000B15C2">
        <w:rPr>
          <w:rFonts w:ascii="Times New Roman" w:eastAsia="Calibri" w:hAnsi="Times New Roman" w:cs="Times New Roman"/>
          <w:sz w:val="20"/>
          <w:szCs w:val="20"/>
        </w:rPr>
        <w:t>As at June</w:t>
      </w:r>
      <w:r w:rsidR="00530244">
        <w:rPr>
          <w:rFonts w:ascii="Times New Roman" w:eastAsia="Calibri" w:hAnsi="Times New Roman" w:cs="Times New Roman"/>
          <w:sz w:val="20"/>
          <w:szCs w:val="20"/>
        </w:rPr>
        <w:t xml:space="preserve"> 30, </w:t>
      </w:r>
      <w:r w:rsidR="00EF4655" w:rsidRPr="000B15C2">
        <w:rPr>
          <w:rFonts w:ascii="Times New Roman" w:eastAsia="Calibri" w:hAnsi="Times New Roman" w:cs="Times New Roman"/>
          <w:sz w:val="20"/>
          <w:szCs w:val="20"/>
        </w:rPr>
        <w:t>2017</w:t>
      </w:r>
      <w:r w:rsidR="00530244">
        <w:rPr>
          <w:rFonts w:ascii="Times New Roman" w:eastAsia="Calibri" w:hAnsi="Times New Roman" w:cs="Times New Roman"/>
          <w:sz w:val="20"/>
          <w:szCs w:val="20"/>
        </w:rPr>
        <w:t>,</w:t>
      </w:r>
      <w:r w:rsidR="005E0D7D">
        <w:rPr>
          <w:rFonts w:ascii="Times New Roman" w:eastAsia="Calibri" w:hAnsi="Times New Roman" w:cstheme="minorBidi" w:hint="cs"/>
          <w:sz w:val="20"/>
          <w:szCs w:val="20"/>
          <w:cs/>
        </w:rPr>
        <w:t xml:space="preserve"> </w:t>
      </w:r>
      <w:r w:rsidR="0055198A" w:rsidRPr="000B15C2">
        <w:rPr>
          <w:rFonts w:ascii="Times New Roman" w:eastAsia="Calibri" w:hAnsi="Times New Roman" w:cs="Times New Roman"/>
          <w:sz w:val="20"/>
          <w:szCs w:val="20"/>
        </w:rPr>
        <w:t>the Group’s and the Company’s outstanding trade accounts receivable from those related parties</w:t>
      </w:r>
      <w:r w:rsidR="00530244">
        <w:rPr>
          <w:rFonts w:ascii="Times New Roman" w:eastAsia="Calibri" w:hAnsi="Times New Roman" w:cs="Times New Roman"/>
          <w:sz w:val="20"/>
          <w:szCs w:val="20"/>
        </w:rPr>
        <w:t xml:space="preserve"> </w:t>
      </w:r>
      <w:r w:rsidR="0055198A" w:rsidRPr="000B15C2">
        <w:rPr>
          <w:rFonts w:ascii="Times New Roman" w:eastAsia="Calibri" w:hAnsi="Times New Roman" w:cs="Times New Roman"/>
          <w:sz w:val="20"/>
          <w:szCs w:val="20"/>
        </w:rPr>
        <w:t xml:space="preserve">amounted to Baht 3,911.8 million and Baht </w:t>
      </w:r>
      <w:r w:rsidR="00B02D6F" w:rsidRPr="000B15C2">
        <w:rPr>
          <w:rFonts w:ascii="Times New Roman" w:eastAsia="Calibri" w:hAnsi="Times New Roman" w:cs="Times New Roman"/>
          <w:sz w:val="20"/>
          <w:szCs w:val="20"/>
        </w:rPr>
        <w:t>3,903.3</w:t>
      </w:r>
      <w:r w:rsidR="00825328" w:rsidRPr="000B15C2">
        <w:rPr>
          <w:rFonts w:ascii="Times New Roman" w:eastAsia="Calibri" w:hAnsi="Times New Roman" w:cs="Times New Roman"/>
          <w:sz w:val="20"/>
          <w:szCs w:val="20"/>
        </w:rPr>
        <w:t xml:space="preserve"> </w:t>
      </w:r>
      <w:r w:rsidR="0055198A" w:rsidRPr="000B15C2">
        <w:rPr>
          <w:rFonts w:ascii="Times New Roman" w:eastAsia="Calibri" w:hAnsi="Times New Roman" w:cs="Times New Roman"/>
          <w:sz w:val="20"/>
          <w:szCs w:val="20"/>
        </w:rPr>
        <w:t>million,</w:t>
      </w:r>
      <w:r w:rsidR="00825328" w:rsidRPr="000B15C2">
        <w:rPr>
          <w:rFonts w:ascii="Times New Roman" w:eastAsia="Calibri" w:hAnsi="Times New Roman" w:cs="Times New Roman"/>
          <w:sz w:val="20"/>
          <w:szCs w:val="20"/>
          <w:cs/>
        </w:rPr>
        <w:t xml:space="preserve"> </w:t>
      </w:r>
      <w:r w:rsidR="0055198A" w:rsidRPr="000B15C2">
        <w:rPr>
          <w:rFonts w:ascii="Times New Roman" w:eastAsia="Calibri" w:hAnsi="Times New Roman" w:cs="Times New Roman"/>
          <w:sz w:val="20"/>
          <w:szCs w:val="20"/>
        </w:rPr>
        <w:t>respectively.</w:t>
      </w:r>
      <w:r w:rsidR="00825328" w:rsidRPr="000B15C2">
        <w:rPr>
          <w:rFonts w:ascii="Times New Roman" w:eastAsia="Calibri" w:hAnsi="Times New Roman" w:cs="Times New Roman"/>
          <w:sz w:val="20"/>
          <w:szCs w:val="20"/>
          <w:cs/>
        </w:rPr>
        <w:t xml:space="preserve"> </w:t>
      </w:r>
      <w:r w:rsidR="004E055A" w:rsidRPr="000B15C2">
        <w:rPr>
          <w:rFonts w:ascii="Times New Roman" w:eastAsia="Calibri" w:hAnsi="Times New Roman" w:cs="Times New Roman"/>
          <w:sz w:val="20"/>
          <w:szCs w:val="20"/>
        </w:rPr>
        <w:t xml:space="preserve">Moreover, </w:t>
      </w:r>
      <w:r w:rsidR="00394040" w:rsidRPr="00F629E4">
        <w:rPr>
          <w:rFonts w:ascii="Times New Roman" w:eastAsia="Calibri" w:hAnsi="Times New Roman" w:cs="Times New Roman"/>
          <w:sz w:val="20"/>
          <w:szCs w:val="20"/>
        </w:rPr>
        <w:t>for the six-month</w:t>
      </w:r>
      <w:r w:rsidR="00530244">
        <w:rPr>
          <w:rFonts w:ascii="Times New Roman" w:eastAsia="Calibri" w:hAnsi="Times New Roman" w:cs="Times New Roman"/>
          <w:sz w:val="20"/>
          <w:szCs w:val="20"/>
        </w:rPr>
        <w:t xml:space="preserve"> </w:t>
      </w:r>
      <w:r w:rsidR="00394040" w:rsidRPr="00F629E4">
        <w:rPr>
          <w:rFonts w:ascii="Times New Roman" w:eastAsia="Calibri" w:hAnsi="Times New Roman" w:cs="Times New Roman"/>
          <w:sz w:val="20"/>
          <w:szCs w:val="20"/>
        </w:rPr>
        <w:t>periods ended</w:t>
      </w:r>
      <w:r w:rsidR="00530244">
        <w:rPr>
          <w:rFonts w:ascii="Times New Roman" w:eastAsia="Calibri" w:hAnsi="Times New Roman" w:cs="Times New Roman"/>
          <w:sz w:val="20"/>
          <w:szCs w:val="20"/>
        </w:rPr>
        <w:t xml:space="preserve"> </w:t>
      </w:r>
      <w:r w:rsidR="005633FD">
        <w:rPr>
          <w:rFonts w:ascii="Times New Roman" w:eastAsia="Calibri" w:hAnsi="Times New Roman" w:cs="Times New Roman"/>
          <w:sz w:val="20"/>
          <w:szCs w:val="20"/>
        </w:rPr>
        <w:t xml:space="preserve">30 </w:t>
      </w:r>
      <w:r w:rsidR="00530244">
        <w:rPr>
          <w:rFonts w:ascii="Times New Roman" w:eastAsia="Calibri" w:hAnsi="Times New Roman" w:cs="Times New Roman"/>
          <w:sz w:val="20"/>
          <w:szCs w:val="20"/>
        </w:rPr>
        <w:t>J</w:t>
      </w:r>
      <w:r w:rsidR="00394040" w:rsidRPr="00F629E4">
        <w:rPr>
          <w:rFonts w:ascii="Times New Roman" w:eastAsia="Calibri" w:hAnsi="Times New Roman" w:cs="Times New Roman"/>
          <w:sz w:val="20"/>
          <w:szCs w:val="20"/>
        </w:rPr>
        <w:t>une 2017,</w:t>
      </w:r>
      <w:r w:rsidR="004E055A" w:rsidRPr="000B15C2">
        <w:rPr>
          <w:rFonts w:ascii="Times New Roman" w:eastAsia="Calibri" w:hAnsi="Times New Roman" w:cs="Times New Roman"/>
          <w:sz w:val="20"/>
          <w:szCs w:val="20"/>
        </w:rPr>
        <w:t xml:space="preserve"> the Group and the Company purchased goods from related companies in the normal course of business totaling Baht </w:t>
      </w:r>
      <w:r w:rsidR="00394040" w:rsidRPr="000B15C2">
        <w:rPr>
          <w:rFonts w:ascii="Times New Roman" w:eastAsia="Calibri" w:hAnsi="Times New Roman" w:cs="Times New Roman"/>
          <w:sz w:val="20"/>
          <w:szCs w:val="20"/>
        </w:rPr>
        <w:t>64.3 million and Baht 63.6</w:t>
      </w:r>
      <w:r w:rsidR="004E055A" w:rsidRPr="000B15C2">
        <w:rPr>
          <w:rFonts w:ascii="Times New Roman" w:eastAsia="Calibri" w:hAnsi="Times New Roman" w:cs="Times New Roman"/>
          <w:sz w:val="20"/>
          <w:szCs w:val="20"/>
        </w:rPr>
        <w:t xml:space="preserve"> million respectively.</w:t>
      </w:r>
    </w:p>
    <w:p w:rsidR="00587AF1" w:rsidRPr="00F629E4" w:rsidRDefault="00587AF1"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rPr>
          <w:rFonts w:ascii="Times New Roman" w:hAnsi="Times New Roman" w:cs="Times New Roman"/>
          <w:b/>
          <w:bCs/>
          <w:sz w:val="20"/>
          <w:szCs w:val="20"/>
          <w:highlight w:val="yellow"/>
        </w:rPr>
      </w:pPr>
    </w:p>
    <w:p w:rsidR="001D5B94" w:rsidRPr="00530244" w:rsidRDefault="00587AF1"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80" w:lineRule="exact"/>
        <w:jc w:val="thaiDistribute"/>
        <w:outlineLvl w:val="0"/>
        <w:rPr>
          <w:rFonts w:ascii="Times New Roman" w:hAnsi="Times New Roman" w:cs="Times New Roman"/>
          <w:b/>
          <w:bCs/>
          <w:sz w:val="20"/>
          <w:szCs w:val="20"/>
        </w:rPr>
      </w:pPr>
      <w:r w:rsidRPr="00530244">
        <w:rPr>
          <w:rFonts w:ascii="Times New Roman" w:hAnsi="Times New Roman" w:cs="Times New Roman"/>
          <w:b/>
          <w:bCs/>
          <w:sz w:val="20"/>
          <w:szCs w:val="20"/>
        </w:rPr>
        <w:t>Other</w:t>
      </w:r>
      <w:r w:rsidR="00530244" w:rsidRPr="00530244">
        <w:rPr>
          <w:rFonts w:ascii="Times New Roman" w:hAnsi="Times New Roman" w:cs="Times New Roman"/>
          <w:b/>
          <w:bCs/>
          <w:sz w:val="20"/>
          <w:szCs w:val="20"/>
        </w:rPr>
        <w:t>s</w:t>
      </w:r>
    </w:p>
    <w:p w:rsidR="00AB04F1" w:rsidRDefault="00587AF1"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exact"/>
        <w:jc w:val="thaiDistribute"/>
        <w:rPr>
          <w:rFonts w:ascii="Times New Roman" w:eastAsia="Calibri" w:hAnsi="Times New Roman" w:cs="Times New Roman"/>
          <w:sz w:val="20"/>
          <w:szCs w:val="20"/>
        </w:rPr>
      </w:pPr>
      <w:r w:rsidRPr="003514CE">
        <w:rPr>
          <w:rFonts w:ascii="Times New Roman" w:eastAsia="Calibri" w:hAnsi="Times New Roman" w:cs="Times New Roman"/>
          <w:sz w:val="20"/>
          <w:szCs w:val="20"/>
        </w:rPr>
        <w:t xml:space="preserve">The consolidated and separate statements of financial position as at </w:t>
      </w:r>
      <w:r w:rsidR="005633FD">
        <w:rPr>
          <w:rFonts w:ascii="Times New Roman" w:eastAsia="Calibri" w:hAnsi="Times New Roman" w:cs="Times New Roman"/>
          <w:sz w:val="20"/>
          <w:szCs w:val="20"/>
        </w:rPr>
        <w:t xml:space="preserve">31 </w:t>
      </w:r>
      <w:r w:rsidRPr="003514CE">
        <w:rPr>
          <w:rFonts w:ascii="Times New Roman" w:eastAsia="Calibri" w:hAnsi="Times New Roman" w:cs="Times New Roman"/>
          <w:sz w:val="20"/>
          <w:szCs w:val="20"/>
        </w:rPr>
        <w:t xml:space="preserve">December 2016, </w:t>
      </w:r>
      <w:proofErr w:type="spellStart"/>
      <w:r w:rsidRPr="003514CE">
        <w:rPr>
          <w:rFonts w:ascii="Times New Roman" w:eastAsia="Calibri" w:hAnsi="Times New Roman" w:cs="Times New Roman"/>
          <w:sz w:val="20"/>
          <w:szCs w:val="20"/>
        </w:rPr>
        <w:t>Sahaviriya</w:t>
      </w:r>
      <w:proofErr w:type="spellEnd"/>
      <w:r w:rsidRPr="003514CE">
        <w:rPr>
          <w:rFonts w:ascii="Times New Roman" w:eastAsia="Calibri" w:hAnsi="Times New Roman" w:cs="Times New Roman"/>
          <w:sz w:val="20"/>
          <w:szCs w:val="20"/>
        </w:rPr>
        <w:t xml:space="preserve"> Steel Industries Public Company Limited,</w:t>
      </w:r>
      <w:r w:rsidR="0002434A">
        <w:rPr>
          <w:rFonts w:ascii="Times New Roman" w:eastAsia="Calibri" w:hAnsi="Times New Roman" w:cs="Times New Roman"/>
          <w:sz w:val="20"/>
          <w:szCs w:val="20"/>
        </w:rPr>
        <w:t xml:space="preserve"> and </w:t>
      </w:r>
      <w:r w:rsidRPr="003514CE">
        <w:rPr>
          <w:rFonts w:ascii="Times New Roman" w:eastAsia="Calibri" w:hAnsi="Times New Roman" w:cs="Times New Roman"/>
          <w:sz w:val="20"/>
          <w:szCs w:val="20"/>
        </w:rPr>
        <w:t xml:space="preserve"> its subsidiaries</w:t>
      </w:r>
      <w:r w:rsidRPr="003514CE">
        <w:rPr>
          <w:rFonts w:ascii="Times New Roman" w:eastAsia="Calibri" w:hAnsi="Times New Roman" w:cs="Times New Roman"/>
          <w:sz w:val="20"/>
          <w:szCs w:val="20"/>
          <w:rtl/>
          <w:cs/>
        </w:rPr>
        <w:t xml:space="preserve"> </w:t>
      </w:r>
      <w:r w:rsidRPr="003514CE">
        <w:rPr>
          <w:rFonts w:ascii="Times New Roman" w:eastAsia="Calibri" w:hAnsi="Times New Roman" w:cs="Times New Roman"/>
          <w:sz w:val="20"/>
          <w:szCs w:val="20"/>
        </w:rPr>
        <w:t>(the “Group”), and of Sahaviriya Steel Industries Public Company Limited (the “Company”)</w:t>
      </w:r>
      <w:r w:rsidR="00690843" w:rsidRPr="003514CE">
        <w:rPr>
          <w:rFonts w:ascii="Times New Roman" w:eastAsia="Calibri" w:hAnsi="Times New Roman" w:cs="Times New Roman"/>
          <w:sz w:val="20"/>
          <w:szCs w:val="20"/>
          <w:cs/>
        </w:rPr>
        <w:t xml:space="preserve"> </w:t>
      </w:r>
      <w:r w:rsidR="0002434A">
        <w:rPr>
          <w:rFonts w:ascii="Times New Roman" w:eastAsia="Calibri" w:hAnsi="Times New Roman" w:cs="Times New Roman"/>
          <w:sz w:val="20"/>
          <w:szCs w:val="20"/>
        </w:rPr>
        <w:t xml:space="preserve">which presented for comparative purpose, were audited by the other auditor whose report no opinion </w:t>
      </w:r>
      <w:r w:rsidR="00B63901">
        <w:rPr>
          <w:rFonts w:ascii="Times New Roman" w:eastAsia="Calibri" w:hAnsi="Times New Roman" w:cs="Times New Roman"/>
          <w:sz w:val="20"/>
          <w:szCs w:val="20"/>
        </w:rPr>
        <w:t>expression dated</w:t>
      </w:r>
      <w:r w:rsidRPr="003514CE">
        <w:rPr>
          <w:rFonts w:ascii="Times New Roman" w:eastAsia="Calibri" w:hAnsi="Times New Roman" w:cs="Times New Roman"/>
          <w:sz w:val="20"/>
          <w:szCs w:val="20"/>
        </w:rPr>
        <w:t xml:space="preserve"> </w:t>
      </w:r>
      <w:r w:rsidR="005633FD">
        <w:rPr>
          <w:rFonts w:ascii="Times New Roman" w:eastAsia="Calibri" w:hAnsi="Times New Roman" w:cs="Times New Roman"/>
          <w:sz w:val="20"/>
          <w:szCs w:val="20"/>
        </w:rPr>
        <w:t xml:space="preserve">28 </w:t>
      </w:r>
      <w:r w:rsidRPr="003514CE">
        <w:rPr>
          <w:rFonts w:ascii="Times New Roman" w:eastAsia="Calibri" w:hAnsi="Times New Roman" w:cs="Times New Roman"/>
          <w:sz w:val="20"/>
          <w:szCs w:val="20"/>
        </w:rPr>
        <w:t>February 2017</w:t>
      </w:r>
      <w:r w:rsidRPr="003514CE">
        <w:rPr>
          <w:rFonts w:ascii="Times New Roman" w:eastAsia="Calibri" w:hAnsi="Times New Roman" w:cs="Times New Roman"/>
          <w:sz w:val="20"/>
          <w:szCs w:val="20"/>
          <w:cs/>
        </w:rPr>
        <w:t xml:space="preserve"> </w:t>
      </w:r>
      <w:r w:rsidR="00690843" w:rsidRPr="003514CE">
        <w:rPr>
          <w:rFonts w:ascii="Times New Roman" w:eastAsia="Calibri" w:hAnsi="Times New Roman" w:cs="Times New Roman"/>
          <w:sz w:val="20"/>
          <w:szCs w:val="20"/>
        </w:rPr>
        <w:t xml:space="preserve">1) </w:t>
      </w:r>
      <w:r w:rsidR="00523CA0" w:rsidRPr="003514CE">
        <w:rPr>
          <w:rFonts w:ascii="Times New Roman" w:eastAsia="Calibri" w:hAnsi="Times New Roman" w:cs="Times New Roman"/>
          <w:sz w:val="20"/>
          <w:szCs w:val="20"/>
        </w:rPr>
        <w:t>Material uncertainty concerning going concern basis of accounting and success of rehabilitation plan</w:t>
      </w:r>
      <w:r w:rsidR="003514CE" w:rsidRPr="003514CE">
        <w:rPr>
          <w:rFonts w:ascii="Times New Roman" w:eastAsia="Calibri" w:hAnsi="Times New Roman" w:cs="Times New Roman"/>
          <w:sz w:val="20"/>
          <w:szCs w:val="20"/>
        </w:rPr>
        <w:t xml:space="preserve"> </w:t>
      </w:r>
      <w:r w:rsidR="00690843" w:rsidRPr="003514CE">
        <w:rPr>
          <w:rFonts w:ascii="Times New Roman" w:eastAsia="Calibri" w:hAnsi="Times New Roman" w:cs="Times New Roman"/>
          <w:sz w:val="20"/>
          <w:szCs w:val="20"/>
        </w:rPr>
        <w:t xml:space="preserve">2) </w:t>
      </w:r>
      <w:r w:rsidR="00523CA0" w:rsidRPr="003514CE">
        <w:rPr>
          <w:rFonts w:ascii="Times New Roman" w:eastAsia="Calibri" w:hAnsi="Times New Roman" w:cs="Times New Roman"/>
          <w:sz w:val="20"/>
          <w:szCs w:val="20"/>
        </w:rPr>
        <w:t xml:space="preserve">Material uncertainty concerning the balance of long-term loans from financial institution, trade </w:t>
      </w:r>
      <w:r w:rsidR="00B63901">
        <w:rPr>
          <w:rFonts w:ascii="Times New Roman" w:eastAsia="Calibri" w:hAnsi="Times New Roman" w:cs="Times New Roman"/>
          <w:sz w:val="20"/>
          <w:szCs w:val="20"/>
        </w:rPr>
        <w:t xml:space="preserve">accounts </w:t>
      </w:r>
      <w:r w:rsidR="00523CA0" w:rsidRPr="003514CE">
        <w:rPr>
          <w:rFonts w:ascii="Times New Roman" w:eastAsia="Calibri" w:hAnsi="Times New Roman" w:cs="Times New Roman"/>
          <w:sz w:val="20"/>
          <w:szCs w:val="20"/>
        </w:rPr>
        <w:t>payable, other payable</w:t>
      </w:r>
      <w:r w:rsidR="00B63901">
        <w:rPr>
          <w:rFonts w:ascii="Times New Roman" w:eastAsia="Calibri" w:hAnsi="Times New Roman" w:cs="Times New Roman"/>
          <w:sz w:val="20"/>
          <w:szCs w:val="20"/>
        </w:rPr>
        <w:t>s</w:t>
      </w:r>
      <w:r w:rsidR="00523CA0" w:rsidRPr="003514CE">
        <w:rPr>
          <w:rFonts w:ascii="Times New Roman" w:eastAsia="Calibri" w:hAnsi="Times New Roman" w:cs="Times New Roman"/>
          <w:sz w:val="20"/>
          <w:szCs w:val="20"/>
        </w:rPr>
        <w:t xml:space="preserve"> to related party, other current liabilities and other non</w:t>
      </w:r>
      <w:r w:rsidR="00B63901">
        <w:rPr>
          <w:rFonts w:ascii="Times New Roman" w:eastAsia="Calibri" w:hAnsi="Times New Roman" w:cs="Times New Roman"/>
          <w:sz w:val="20"/>
          <w:szCs w:val="20"/>
        </w:rPr>
        <w:t>-</w:t>
      </w:r>
      <w:r w:rsidR="00523CA0" w:rsidRPr="003514CE">
        <w:rPr>
          <w:rFonts w:ascii="Times New Roman" w:eastAsia="Calibri" w:hAnsi="Times New Roman" w:cs="Times New Roman"/>
          <w:sz w:val="20"/>
          <w:szCs w:val="20"/>
        </w:rPr>
        <w:t xml:space="preserve">current liabilities </w:t>
      </w:r>
      <w:r w:rsidR="00690843" w:rsidRPr="003514CE">
        <w:rPr>
          <w:rFonts w:ascii="Times New Roman" w:eastAsia="Calibri" w:hAnsi="Times New Roman" w:cs="Times New Roman"/>
          <w:sz w:val="20"/>
          <w:szCs w:val="20"/>
        </w:rPr>
        <w:t xml:space="preserve">3) </w:t>
      </w:r>
      <w:r w:rsidR="00523CA0" w:rsidRPr="003514CE">
        <w:rPr>
          <w:rFonts w:ascii="Times New Roman" w:eastAsia="Calibri" w:hAnsi="Times New Roman" w:cs="Times New Roman"/>
          <w:sz w:val="20"/>
          <w:szCs w:val="20"/>
        </w:rPr>
        <w:t>Limitation of audit scope on comparative information</w:t>
      </w:r>
      <w:r w:rsidR="003514CE" w:rsidRPr="003514CE">
        <w:rPr>
          <w:rFonts w:ascii="Times New Roman" w:eastAsia="Calibri" w:hAnsi="Times New Roman" w:cs="Times New Roman"/>
          <w:sz w:val="20"/>
          <w:szCs w:val="20"/>
        </w:rPr>
        <w:t>.</w:t>
      </w:r>
    </w:p>
    <w:p w:rsidR="00B63901" w:rsidRPr="003514CE" w:rsidRDefault="00B63901" w:rsidP="001677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autoSpaceDE w:val="0"/>
        <w:autoSpaceDN w:val="0"/>
        <w:adjustRightInd w:val="0"/>
        <w:spacing w:before="240" w:line="380" w:lineRule="exact"/>
        <w:jc w:val="thaiDistribute"/>
        <w:rPr>
          <w:rFonts w:ascii="Times New Roman" w:eastAsia="Calibri" w:hAnsi="Times New Roman" w:cstheme="minorBidi"/>
          <w:sz w:val="20"/>
          <w:szCs w:val="20"/>
        </w:rPr>
      </w:pPr>
    </w:p>
    <w:p w:rsidR="00AB04F1" w:rsidRPr="00F629E4" w:rsidRDefault="00AB04F1" w:rsidP="001677E5">
      <w:pPr>
        <w:shd w:val="clear" w:color="auto" w:fill="FFFFFF"/>
        <w:autoSpaceDE w:val="0"/>
        <w:autoSpaceDN w:val="0"/>
        <w:adjustRightInd w:val="0"/>
        <w:spacing w:line="380" w:lineRule="exact"/>
        <w:ind w:left="3969"/>
        <w:outlineLvl w:val="0"/>
        <w:rPr>
          <w:rFonts w:ascii="Times New Roman" w:hAnsi="Times New Roman" w:cs="Times New Roman"/>
          <w:sz w:val="20"/>
          <w:szCs w:val="20"/>
        </w:rPr>
      </w:pPr>
      <w:r w:rsidRPr="00F629E4">
        <w:rPr>
          <w:rFonts w:ascii="Times New Roman" w:hAnsi="Times New Roman" w:cs="Times New Roman"/>
          <w:sz w:val="20"/>
          <w:szCs w:val="20"/>
        </w:rPr>
        <w:t xml:space="preserve">D I A International Audit Company Limited </w:t>
      </w:r>
    </w:p>
    <w:p w:rsidR="00AB04F1" w:rsidRPr="00F629E4" w:rsidRDefault="00AB04F1" w:rsidP="001677E5">
      <w:pPr>
        <w:shd w:val="clear" w:color="auto" w:fill="FFFFFF"/>
        <w:autoSpaceDE w:val="0"/>
        <w:autoSpaceDN w:val="0"/>
        <w:adjustRightInd w:val="0"/>
        <w:spacing w:line="380" w:lineRule="exact"/>
        <w:ind w:left="3969"/>
        <w:rPr>
          <w:rFonts w:ascii="Times New Roman" w:hAnsi="Times New Roman" w:cs="Times New Roman"/>
          <w:sz w:val="20"/>
          <w:szCs w:val="20"/>
        </w:rPr>
      </w:pPr>
    </w:p>
    <w:p w:rsidR="00AB04F1" w:rsidRPr="00F629E4" w:rsidRDefault="00AB04F1" w:rsidP="001677E5">
      <w:pPr>
        <w:shd w:val="clear" w:color="auto" w:fill="FFFFFF"/>
        <w:autoSpaceDE w:val="0"/>
        <w:autoSpaceDN w:val="0"/>
        <w:adjustRightInd w:val="0"/>
        <w:spacing w:line="380" w:lineRule="exact"/>
        <w:ind w:left="3969"/>
        <w:rPr>
          <w:rFonts w:ascii="Times New Roman" w:hAnsi="Times New Roman" w:cs="Times New Roman"/>
          <w:sz w:val="20"/>
          <w:szCs w:val="20"/>
        </w:rPr>
      </w:pPr>
    </w:p>
    <w:p w:rsidR="00273BEF" w:rsidRPr="00F629E4" w:rsidRDefault="00273BEF" w:rsidP="001677E5">
      <w:pPr>
        <w:shd w:val="clear" w:color="auto" w:fill="FFFFFF"/>
        <w:autoSpaceDE w:val="0"/>
        <w:autoSpaceDN w:val="0"/>
        <w:adjustRightInd w:val="0"/>
        <w:spacing w:line="380" w:lineRule="exact"/>
        <w:ind w:left="3969"/>
        <w:rPr>
          <w:rFonts w:ascii="Times New Roman" w:hAnsi="Times New Roman" w:cs="Times New Roman"/>
          <w:sz w:val="20"/>
          <w:szCs w:val="20"/>
        </w:rPr>
      </w:pPr>
      <w:r w:rsidRPr="00F629E4">
        <w:rPr>
          <w:rFonts w:ascii="Times New Roman" w:hAnsi="Times New Roman" w:cs="Times New Roman"/>
          <w:sz w:val="20"/>
          <w:szCs w:val="20"/>
          <w:cs/>
        </w:rPr>
        <w:t>(</w:t>
      </w:r>
      <w:r w:rsidR="00AB04F1" w:rsidRPr="00F629E4">
        <w:rPr>
          <w:rFonts w:ascii="Times New Roman" w:hAnsi="Times New Roman" w:cs="Times New Roman"/>
          <w:sz w:val="20"/>
          <w:szCs w:val="20"/>
        </w:rPr>
        <w:t>Mrs. Suvimol Chrityakierne</w:t>
      </w:r>
      <w:r w:rsidR="00AB04F1" w:rsidRPr="00F629E4">
        <w:rPr>
          <w:rFonts w:ascii="Times New Roman" w:hAnsi="Times New Roman" w:cs="Times New Roman"/>
          <w:sz w:val="20"/>
          <w:szCs w:val="20"/>
          <w:cs/>
        </w:rPr>
        <w:t>)</w:t>
      </w:r>
    </w:p>
    <w:p w:rsidR="00AB04F1" w:rsidRPr="00F629E4" w:rsidRDefault="00AB04F1" w:rsidP="001677E5">
      <w:pPr>
        <w:shd w:val="clear" w:color="auto" w:fill="FFFFFF"/>
        <w:autoSpaceDE w:val="0"/>
        <w:autoSpaceDN w:val="0"/>
        <w:adjustRightInd w:val="0"/>
        <w:spacing w:line="380" w:lineRule="exact"/>
        <w:ind w:left="3969"/>
        <w:rPr>
          <w:rFonts w:ascii="Times New Roman" w:hAnsi="Times New Roman" w:cs="Times New Roman"/>
          <w:sz w:val="20"/>
          <w:szCs w:val="20"/>
        </w:rPr>
      </w:pPr>
      <w:r w:rsidRPr="00F629E4">
        <w:rPr>
          <w:rFonts w:ascii="Times New Roman" w:hAnsi="Times New Roman" w:cs="Times New Roman"/>
          <w:sz w:val="20"/>
          <w:szCs w:val="20"/>
        </w:rPr>
        <w:t xml:space="preserve">C.P.A. (Thailand)  </w:t>
      </w:r>
    </w:p>
    <w:p w:rsidR="00273BEF" w:rsidRPr="00F629E4" w:rsidRDefault="00AB04F1" w:rsidP="001677E5">
      <w:pPr>
        <w:shd w:val="clear" w:color="auto" w:fill="FFFFFF"/>
        <w:autoSpaceDE w:val="0"/>
        <w:autoSpaceDN w:val="0"/>
        <w:adjustRightInd w:val="0"/>
        <w:spacing w:line="380" w:lineRule="exact"/>
        <w:ind w:left="3969"/>
        <w:rPr>
          <w:rFonts w:ascii="Times New Roman" w:hAnsi="Times New Roman" w:cs="Times New Roman"/>
          <w:b/>
          <w:bCs/>
          <w:sz w:val="20"/>
          <w:szCs w:val="20"/>
        </w:rPr>
      </w:pPr>
      <w:r w:rsidRPr="00F629E4">
        <w:rPr>
          <w:rFonts w:ascii="Times New Roman" w:hAnsi="Times New Roman" w:cs="Times New Roman"/>
          <w:sz w:val="20"/>
          <w:szCs w:val="20"/>
        </w:rPr>
        <w:t xml:space="preserve">Registration No. </w:t>
      </w:r>
      <w:r w:rsidR="00273BEF" w:rsidRPr="00F629E4">
        <w:rPr>
          <w:rFonts w:ascii="Times New Roman" w:hAnsi="Times New Roman" w:cs="Times New Roman"/>
          <w:sz w:val="20"/>
          <w:szCs w:val="20"/>
        </w:rPr>
        <w:t>2982</w:t>
      </w:r>
    </w:p>
    <w:p w:rsidR="00AB04F1" w:rsidRPr="00F629E4" w:rsidRDefault="00AB04F1" w:rsidP="001677E5">
      <w:pPr>
        <w:shd w:val="clear" w:color="auto" w:fill="FFFFFF"/>
        <w:autoSpaceDE w:val="0"/>
        <w:autoSpaceDN w:val="0"/>
        <w:adjustRightInd w:val="0"/>
        <w:spacing w:line="380" w:lineRule="exact"/>
        <w:rPr>
          <w:rFonts w:ascii="Times New Roman" w:hAnsi="Times New Roman" w:cs="Times New Roman"/>
          <w:b/>
          <w:bCs/>
          <w:sz w:val="20"/>
          <w:szCs w:val="20"/>
        </w:rPr>
      </w:pPr>
    </w:p>
    <w:p w:rsidR="00273BEF" w:rsidRPr="00F629E4" w:rsidRDefault="005633FD" w:rsidP="001677E5">
      <w:pPr>
        <w:shd w:val="clear" w:color="auto" w:fill="FFFFFF"/>
        <w:autoSpaceDE w:val="0"/>
        <w:autoSpaceDN w:val="0"/>
        <w:adjustRightInd w:val="0"/>
        <w:spacing w:line="380" w:lineRule="exact"/>
        <w:rPr>
          <w:rFonts w:ascii="Times New Roman" w:hAnsi="Times New Roman" w:cs="Times New Roman"/>
          <w:sz w:val="20"/>
          <w:szCs w:val="20"/>
        </w:rPr>
      </w:pPr>
      <w:r>
        <w:rPr>
          <w:rFonts w:ascii="Times New Roman" w:hAnsi="Times New Roman" w:cs="Times New Roman"/>
          <w:sz w:val="20"/>
          <w:szCs w:val="20"/>
        </w:rPr>
        <w:t xml:space="preserve">15 </w:t>
      </w:r>
      <w:r w:rsidR="007D7929">
        <w:rPr>
          <w:rFonts w:ascii="Times New Roman" w:hAnsi="Times New Roman" w:cs="Times New Roman"/>
          <w:sz w:val="20"/>
          <w:szCs w:val="20"/>
        </w:rPr>
        <w:t>August</w:t>
      </w:r>
      <w:r w:rsidR="003C322C" w:rsidRPr="00F629E4">
        <w:rPr>
          <w:rFonts w:ascii="Times New Roman" w:hAnsi="Times New Roman" w:cs="Times New Roman"/>
          <w:sz w:val="20"/>
          <w:szCs w:val="20"/>
          <w:cs/>
        </w:rPr>
        <w:t xml:space="preserve"> </w:t>
      </w:r>
      <w:r w:rsidR="00AB04F1" w:rsidRPr="00F629E4">
        <w:rPr>
          <w:rFonts w:ascii="Times New Roman" w:hAnsi="Times New Roman" w:cs="Times New Roman"/>
          <w:sz w:val="20"/>
          <w:szCs w:val="20"/>
        </w:rPr>
        <w:t>2017</w:t>
      </w:r>
    </w:p>
    <w:sectPr w:rsidR="00273BEF" w:rsidRPr="00F629E4" w:rsidSect="001677E5">
      <w:pgSz w:w="11909" w:h="16834" w:code="9"/>
      <w:pgMar w:top="1418" w:right="1152" w:bottom="990" w:left="1530" w:header="720" w:footer="72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7A9C" w:rsidRDefault="00727A9C">
      <w:r>
        <w:separator/>
      </w:r>
    </w:p>
  </w:endnote>
  <w:endnote w:type="continuationSeparator" w:id="0">
    <w:p w:rsidR="00727A9C" w:rsidRDefault="00727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ngsana New">
    <w:panose1 w:val="02020603050405020304"/>
    <w:charset w:val="00"/>
    <w:family w:val="roman"/>
    <w:pitch w:val="variable"/>
    <w:sig w:usb0="0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01000003" w:usb1="00000000" w:usb2="00000000" w:usb3="00000000" w:csb0="00010001"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DE"/>
    <w:family w:val="swiss"/>
    <w:pitch w:val="variable"/>
    <w:sig w:usb0="01000003" w:usb1="00000000" w:usb2="00000000" w:usb3="00000000" w:csb0="0001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charset w:val="00"/>
    <w:family w:val="auto"/>
    <w:pitch w:val="variable"/>
    <w:sig w:usb0="00000003" w:usb1="00000000" w:usb2="00000000" w:usb3="00000000" w:csb0="00000001" w:csb1="00000000"/>
  </w:font>
  <w:font w:name="CordiaUPC">
    <w:panose1 w:val="020B0304020202020204"/>
    <w:charset w:val="DE"/>
    <w:family w:val="swiss"/>
    <w:pitch w:val="variable"/>
    <w:sig w:usb0="01000003" w:usb1="00000000" w:usb2="00000000" w:usb3="00000000" w:csb0="00010001"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7A9C" w:rsidRDefault="00727A9C">
      <w:r>
        <w:separator/>
      </w:r>
    </w:p>
  </w:footnote>
  <w:footnote w:type="continuationSeparator" w:id="0">
    <w:p w:rsidR="00727A9C" w:rsidRDefault="00727A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EA860E8"/>
    <w:lvl w:ilvl="0">
      <w:start w:val="1"/>
      <w:numFmt w:val="decimal"/>
      <w:pStyle w:val="5"/>
      <w:lvlText w:val="%1."/>
      <w:lvlJc w:val="left"/>
      <w:pPr>
        <w:tabs>
          <w:tab w:val="num" w:pos="1492"/>
        </w:tabs>
        <w:ind w:left="1492" w:hanging="360"/>
      </w:pPr>
    </w:lvl>
  </w:abstractNum>
  <w:abstractNum w:abstractNumId="1">
    <w:nsid w:val="FFFFFF7D"/>
    <w:multiLevelType w:val="singleLevel"/>
    <w:tmpl w:val="54EEBA38"/>
    <w:lvl w:ilvl="0">
      <w:start w:val="1"/>
      <w:numFmt w:val="decimal"/>
      <w:pStyle w:val="4"/>
      <w:lvlText w:val="%1."/>
      <w:lvlJc w:val="left"/>
      <w:pPr>
        <w:tabs>
          <w:tab w:val="num" w:pos="1209"/>
        </w:tabs>
        <w:ind w:left="1209" w:hanging="360"/>
      </w:pPr>
    </w:lvl>
  </w:abstractNum>
  <w:abstractNum w:abstractNumId="2">
    <w:nsid w:val="FFFFFF7E"/>
    <w:multiLevelType w:val="singleLevel"/>
    <w:tmpl w:val="7B12E0DC"/>
    <w:lvl w:ilvl="0">
      <w:start w:val="1"/>
      <w:numFmt w:val="decimal"/>
      <w:pStyle w:val="3"/>
      <w:lvlText w:val="%1."/>
      <w:lvlJc w:val="left"/>
      <w:pPr>
        <w:tabs>
          <w:tab w:val="num" w:pos="926"/>
        </w:tabs>
        <w:ind w:left="926" w:hanging="360"/>
      </w:pPr>
    </w:lvl>
  </w:abstractNum>
  <w:abstractNum w:abstractNumId="3">
    <w:nsid w:val="FFFFFF7F"/>
    <w:multiLevelType w:val="singleLevel"/>
    <w:tmpl w:val="6ECE4C18"/>
    <w:lvl w:ilvl="0">
      <w:start w:val="1"/>
      <w:numFmt w:val="decimal"/>
      <w:pStyle w:val="2"/>
      <w:lvlText w:val="%1."/>
      <w:lvlJc w:val="left"/>
      <w:pPr>
        <w:tabs>
          <w:tab w:val="num" w:pos="643"/>
        </w:tabs>
        <w:ind w:left="643" w:hanging="360"/>
      </w:pPr>
    </w:lvl>
  </w:abstractNum>
  <w:abstractNum w:abstractNumId="4">
    <w:nsid w:val="FFFFFF80"/>
    <w:multiLevelType w:val="singleLevel"/>
    <w:tmpl w:val="79AAF7A8"/>
    <w:lvl w:ilvl="0">
      <w:start w:val="1"/>
      <w:numFmt w:val="bullet"/>
      <w:pStyle w:val="50"/>
      <w:lvlText w:val=""/>
      <w:lvlJc w:val="left"/>
      <w:pPr>
        <w:tabs>
          <w:tab w:val="num" w:pos="1492"/>
        </w:tabs>
        <w:ind w:left="1492" w:hanging="360"/>
      </w:pPr>
      <w:rPr>
        <w:rFonts w:ascii="Symbol" w:hAnsi="Symbol" w:hint="default"/>
        <w:cs w:val="0"/>
        <w:lang w:bidi="th-TH"/>
      </w:rPr>
    </w:lvl>
  </w:abstractNum>
  <w:abstractNum w:abstractNumId="5">
    <w:nsid w:val="FFFFFF81"/>
    <w:multiLevelType w:val="singleLevel"/>
    <w:tmpl w:val="588EC474"/>
    <w:lvl w:ilvl="0">
      <w:start w:val="1"/>
      <w:numFmt w:val="bullet"/>
      <w:pStyle w:val="40"/>
      <w:lvlText w:val=""/>
      <w:lvlJc w:val="left"/>
      <w:pPr>
        <w:tabs>
          <w:tab w:val="num" w:pos="1209"/>
        </w:tabs>
        <w:ind w:left="1209" w:hanging="360"/>
      </w:pPr>
      <w:rPr>
        <w:rFonts w:ascii="Symbol" w:hAnsi="Symbol" w:hint="default"/>
        <w:cs w:val="0"/>
        <w:lang w:bidi="th-TH"/>
      </w:rPr>
    </w:lvl>
  </w:abstractNum>
  <w:abstractNum w:abstractNumId="6">
    <w:nsid w:val="FFFFFF82"/>
    <w:multiLevelType w:val="singleLevel"/>
    <w:tmpl w:val="15FCE30C"/>
    <w:lvl w:ilvl="0">
      <w:start w:val="1"/>
      <w:numFmt w:val="bullet"/>
      <w:pStyle w:val="30"/>
      <w:lvlText w:val=""/>
      <w:lvlJc w:val="left"/>
      <w:pPr>
        <w:tabs>
          <w:tab w:val="num" w:pos="926"/>
        </w:tabs>
        <w:ind w:left="926" w:hanging="360"/>
      </w:pPr>
      <w:rPr>
        <w:rFonts w:ascii="Symbol" w:hAnsi="Symbol" w:hint="default"/>
        <w:cs w:val="0"/>
        <w:lang w:bidi="th-TH"/>
      </w:rPr>
    </w:lvl>
  </w:abstractNum>
  <w:abstractNum w:abstractNumId="7">
    <w:nsid w:val="FFFFFF83"/>
    <w:multiLevelType w:val="singleLevel"/>
    <w:tmpl w:val="CEE6C8AC"/>
    <w:lvl w:ilvl="0">
      <w:start w:val="1"/>
      <w:numFmt w:val="bullet"/>
      <w:pStyle w:val="20"/>
      <w:lvlText w:val=""/>
      <w:lvlJc w:val="left"/>
      <w:pPr>
        <w:tabs>
          <w:tab w:val="num" w:pos="643"/>
        </w:tabs>
        <w:ind w:left="643" w:hanging="360"/>
      </w:pPr>
      <w:rPr>
        <w:rFonts w:ascii="Symbol" w:hAnsi="Symbol" w:hint="default"/>
        <w:cs w:val="0"/>
        <w:lang w:bidi="th-TH"/>
      </w:rPr>
    </w:lvl>
  </w:abstractNum>
  <w:abstractNum w:abstractNumId="8">
    <w:nsid w:val="FFFFFF88"/>
    <w:multiLevelType w:val="singleLevel"/>
    <w:tmpl w:val="310E47A4"/>
    <w:lvl w:ilvl="0">
      <w:start w:val="1"/>
      <w:numFmt w:val="decimal"/>
      <w:pStyle w:val="a"/>
      <w:lvlText w:val="%1."/>
      <w:lvlJc w:val="left"/>
      <w:pPr>
        <w:tabs>
          <w:tab w:val="num" w:pos="360"/>
        </w:tabs>
        <w:ind w:left="360" w:hanging="360"/>
      </w:pPr>
    </w:lvl>
  </w:abstractNum>
  <w:abstractNum w:abstractNumId="9">
    <w:nsid w:val="FFFFFF89"/>
    <w:multiLevelType w:val="singleLevel"/>
    <w:tmpl w:val="84A066C6"/>
    <w:lvl w:ilvl="0">
      <w:start w:val="1"/>
      <w:numFmt w:val="bullet"/>
      <w:pStyle w:val="a0"/>
      <w:lvlText w:val=""/>
      <w:lvlJc w:val="left"/>
      <w:pPr>
        <w:tabs>
          <w:tab w:val="num" w:pos="360"/>
        </w:tabs>
        <w:ind w:left="360" w:hanging="360"/>
      </w:pPr>
      <w:rPr>
        <w:rFonts w:ascii="Symbol" w:hAnsi="Symbol" w:hint="default"/>
        <w:cs w:val="0"/>
        <w:lang w:bidi="th-TH"/>
      </w:rPr>
    </w:lvl>
  </w:abstractNum>
  <w:abstractNum w:abstractNumId="10">
    <w:nsid w:val="00847842"/>
    <w:multiLevelType w:val="hybridMultilevel"/>
    <w:tmpl w:val="8CFC0172"/>
    <w:lvl w:ilvl="0" w:tplc="4378CE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3A572A5"/>
    <w:multiLevelType w:val="hybridMultilevel"/>
    <w:tmpl w:val="8A9E3630"/>
    <w:lvl w:ilvl="0" w:tplc="8D2E8C7A">
      <w:start w:val="5"/>
      <w:numFmt w:val="decimal"/>
      <w:pStyle w:val="blockbullet"/>
      <w:lvlText w:val="%1"/>
      <w:lvlJc w:val="left"/>
      <w:pPr>
        <w:tabs>
          <w:tab w:val="num" w:pos="540"/>
        </w:tabs>
        <w:ind w:left="540" w:hanging="495"/>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12">
    <w:nsid w:val="0A575CC7"/>
    <w:multiLevelType w:val="hybridMultilevel"/>
    <w:tmpl w:val="79FAE2A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5C3160"/>
    <w:multiLevelType w:val="multilevel"/>
    <w:tmpl w:val="2BEECC1C"/>
    <w:lvl w:ilvl="0">
      <w:start w:val="3"/>
      <w:numFmt w:val="decimal"/>
      <w:lvlText w:val="%1"/>
      <w:lvlJc w:val="left"/>
      <w:pPr>
        <w:tabs>
          <w:tab w:val="num" w:pos="518"/>
        </w:tabs>
        <w:ind w:left="518" w:hanging="518"/>
      </w:pPr>
      <w:rPr>
        <w:rFonts w:ascii="Angsana New" w:hAnsi="Angsana New" w:cs="Angsana New" w:hint="default"/>
        <w:b/>
        <w:i w:val="0"/>
      </w:rPr>
    </w:lvl>
    <w:lvl w:ilvl="1">
      <w:start w:val="1"/>
      <w:numFmt w:val="thaiLetters"/>
      <w:lvlText w:val="(%2)"/>
      <w:lvlJc w:val="left"/>
      <w:pPr>
        <w:tabs>
          <w:tab w:val="num" w:pos="518"/>
        </w:tabs>
        <w:ind w:left="518" w:hanging="518"/>
      </w:pPr>
      <w:rPr>
        <w:rFonts w:cs="Angsana New" w:hint="default"/>
        <w:b w:val="0"/>
        <w:bCs/>
        <w:i/>
        <w:iCs/>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36224AE"/>
    <w:multiLevelType w:val="hybridMultilevel"/>
    <w:tmpl w:val="B84E371C"/>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6">
    <w:nsid w:val="296720FD"/>
    <w:multiLevelType w:val="hybridMultilevel"/>
    <w:tmpl w:val="51848496"/>
    <w:lvl w:ilvl="0" w:tplc="9E906132">
      <w:numFmt w:val="bullet"/>
      <w:lvlText w:val="-"/>
      <w:lvlJc w:val="left"/>
      <w:pPr>
        <w:ind w:left="1275" w:hanging="915"/>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30A5009"/>
    <w:multiLevelType w:val="multilevel"/>
    <w:tmpl w:val="E488CD3C"/>
    <w:lvl w:ilvl="0">
      <w:start w:val="1"/>
      <w:numFmt w:val="decimal"/>
      <w:pStyle w:val="1"/>
      <w:lvlText w:val="%1"/>
      <w:lvlJc w:val="left"/>
      <w:pPr>
        <w:tabs>
          <w:tab w:val="num" w:pos="283"/>
        </w:tabs>
        <w:ind w:left="283" w:hanging="283"/>
      </w:pPr>
    </w:lvl>
    <w:lvl w:ilvl="1">
      <w:start w:val="1"/>
      <w:numFmt w:val="decimal"/>
      <w:pStyle w:val="acctstatementheading"/>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362569D8"/>
    <w:multiLevelType w:val="hybridMultilevel"/>
    <w:tmpl w:val="122EBF0C"/>
    <w:lvl w:ilvl="0" w:tplc="DD243CA8">
      <w:start w:val="4"/>
      <w:numFmt w:val="thaiLetters"/>
      <w:pStyle w:val="AccPolicyHeading"/>
      <w:lvlText w:val="(%1)"/>
      <w:lvlJc w:val="left"/>
      <w:pPr>
        <w:tabs>
          <w:tab w:val="num" w:pos="720"/>
        </w:tabs>
        <w:ind w:left="720" w:hanging="360"/>
      </w:pPr>
      <w:rPr>
        <w:rFonts w:hint="default"/>
      </w:rPr>
    </w:lvl>
    <w:lvl w:ilvl="1" w:tplc="237EFB20">
      <w:start w:val="1"/>
      <w:numFmt w:val="lowerLetter"/>
      <w:lvlText w:val="%2."/>
      <w:lvlJc w:val="left"/>
      <w:pPr>
        <w:tabs>
          <w:tab w:val="num" w:pos="1620"/>
        </w:tabs>
        <w:ind w:left="1620" w:hanging="360"/>
      </w:pPr>
      <w:rPr>
        <w:sz w:val="40"/>
        <w:szCs w:val="4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0">
    <w:nsid w:val="3DCD1294"/>
    <w:multiLevelType w:val="hybridMultilevel"/>
    <w:tmpl w:val="885E0A7E"/>
    <w:lvl w:ilvl="0" w:tplc="1BBC3C80">
      <w:start w:val="56"/>
      <w:numFmt w:val="bullet"/>
      <w:lvlText w:val="-"/>
      <w:lvlJc w:val="left"/>
      <w:pPr>
        <w:ind w:left="720" w:hanging="360"/>
      </w:pPr>
      <w:rPr>
        <w:rFonts w:ascii="Angsana New" w:eastAsia="Times New Roman" w:hAnsi="Angsana New" w:cs="Angsana New"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2">
    <w:nsid w:val="41D95C02"/>
    <w:multiLevelType w:val="hybridMultilevel"/>
    <w:tmpl w:val="BAA4C622"/>
    <w:lvl w:ilvl="0" w:tplc="BDC254AE">
      <w:start w:val="1"/>
      <w:numFmt w:val="decimal"/>
      <w:lvlText w:val="%1)"/>
      <w:lvlJc w:val="left"/>
      <w:pPr>
        <w:ind w:left="360" w:hanging="360"/>
      </w:pPr>
      <w:rPr>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9E519B8"/>
    <w:multiLevelType w:val="singleLevel"/>
    <w:tmpl w:val="97505B5E"/>
    <w:lvl w:ilvl="0">
      <w:start w:val="1"/>
      <w:numFmt w:val="bullet"/>
      <w:lvlText w:val=""/>
      <w:lvlJc w:val="left"/>
      <w:pPr>
        <w:tabs>
          <w:tab w:val="num" w:pos="340"/>
        </w:tabs>
        <w:ind w:left="340" w:hanging="340"/>
      </w:pPr>
      <w:rPr>
        <w:rFonts w:ascii="Symbol" w:hAnsi="Symbol" w:hint="default"/>
        <w:color w:val="auto"/>
        <w:sz w:val="22"/>
      </w:rPr>
    </w:lvl>
  </w:abstractNum>
  <w:abstractNum w:abstractNumId="24">
    <w:nsid w:val="4CF93CCC"/>
    <w:multiLevelType w:val="hybridMultilevel"/>
    <w:tmpl w:val="A50ADAF8"/>
    <w:lvl w:ilvl="0" w:tplc="37AAC742">
      <w:start w:val="4"/>
      <w:numFmt w:val="decimal"/>
      <w:pStyle w:val="BodyTextbullet"/>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25">
    <w:nsid w:val="4D476B57"/>
    <w:multiLevelType w:val="hybridMultilevel"/>
    <w:tmpl w:val="86B41026"/>
    <w:lvl w:ilvl="0" w:tplc="4B8C89BC">
      <w:start w:val="2"/>
      <w:numFmt w:val="thaiLett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DB31683"/>
    <w:multiLevelType w:val="hybridMultilevel"/>
    <w:tmpl w:val="30465F1C"/>
    <w:lvl w:ilvl="0" w:tplc="57362372">
      <w:start w:val="2"/>
      <w:numFmt w:val="bullet"/>
      <w:lvlText w:val="-"/>
      <w:lvlJc w:val="left"/>
      <w:pPr>
        <w:ind w:left="720" w:hanging="360"/>
      </w:pPr>
      <w:rPr>
        <w:rFonts w:ascii="Angsana New" w:eastAsia="Cordia New"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4B569FA"/>
    <w:multiLevelType w:val="hybridMultilevel"/>
    <w:tmpl w:val="0248C812"/>
    <w:lvl w:ilvl="0" w:tplc="97089DB0">
      <w:start w:val="69"/>
      <w:numFmt w:val="bullet"/>
      <w:lvlText w:val="-"/>
      <w:lvlJc w:val="left"/>
      <w:pPr>
        <w:ind w:left="450" w:hanging="360"/>
      </w:pPr>
      <w:rPr>
        <w:rFonts w:ascii="Angsana New" w:eastAsia="Times New Roman" w:hAnsi="Angsana New" w:cs="Angsana New"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8">
    <w:nsid w:val="57CD2D6C"/>
    <w:multiLevelType w:val="hybridMultilevel"/>
    <w:tmpl w:val="B4163082"/>
    <w:lvl w:ilvl="0" w:tplc="3C24BFBA">
      <w:start w:val="1"/>
      <w:numFmt w:val="bullet"/>
      <w:lvlText w:val=""/>
      <w:lvlJc w:val="left"/>
      <w:pPr>
        <w:ind w:left="900" w:hanging="360"/>
      </w:pPr>
      <w:rPr>
        <w:rFonts w:ascii="Symbol" w:hAnsi="Symbol" w:hint="default"/>
        <w:sz w:val="20"/>
        <w:szCs w:val="20"/>
      </w:rPr>
    </w:lvl>
    <w:lvl w:ilvl="1" w:tplc="31A85A6C" w:tentative="1">
      <w:start w:val="1"/>
      <w:numFmt w:val="bullet"/>
      <w:lvlText w:val="o"/>
      <w:lvlJc w:val="left"/>
      <w:pPr>
        <w:ind w:left="1620" w:hanging="360"/>
      </w:pPr>
      <w:rPr>
        <w:rFonts w:ascii="Courier New" w:hAnsi="Courier New" w:hint="default"/>
      </w:rPr>
    </w:lvl>
    <w:lvl w:ilvl="2" w:tplc="3A24CB44" w:tentative="1">
      <w:start w:val="1"/>
      <w:numFmt w:val="bullet"/>
      <w:lvlText w:val=""/>
      <w:lvlJc w:val="left"/>
      <w:pPr>
        <w:ind w:left="2340" w:hanging="360"/>
      </w:pPr>
      <w:rPr>
        <w:rFonts w:ascii="Wingdings" w:hAnsi="Wingdings" w:hint="default"/>
      </w:rPr>
    </w:lvl>
    <w:lvl w:ilvl="3" w:tplc="7C4024EE" w:tentative="1">
      <w:start w:val="1"/>
      <w:numFmt w:val="bullet"/>
      <w:lvlText w:val=""/>
      <w:lvlJc w:val="left"/>
      <w:pPr>
        <w:ind w:left="3060" w:hanging="360"/>
      </w:pPr>
      <w:rPr>
        <w:rFonts w:ascii="Symbol" w:hAnsi="Symbol" w:hint="default"/>
      </w:rPr>
    </w:lvl>
    <w:lvl w:ilvl="4" w:tplc="4328AD78" w:tentative="1">
      <w:start w:val="1"/>
      <w:numFmt w:val="bullet"/>
      <w:lvlText w:val="o"/>
      <w:lvlJc w:val="left"/>
      <w:pPr>
        <w:ind w:left="3780" w:hanging="360"/>
      </w:pPr>
      <w:rPr>
        <w:rFonts w:ascii="Courier New" w:hAnsi="Courier New" w:hint="default"/>
      </w:rPr>
    </w:lvl>
    <w:lvl w:ilvl="5" w:tplc="7166BD62" w:tentative="1">
      <w:start w:val="1"/>
      <w:numFmt w:val="bullet"/>
      <w:lvlText w:val=""/>
      <w:lvlJc w:val="left"/>
      <w:pPr>
        <w:ind w:left="4500" w:hanging="360"/>
      </w:pPr>
      <w:rPr>
        <w:rFonts w:ascii="Wingdings" w:hAnsi="Wingdings" w:hint="default"/>
      </w:rPr>
    </w:lvl>
    <w:lvl w:ilvl="6" w:tplc="F40AB6B0" w:tentative="1">
      <w:start w:val="1"/>
      <w:numFmt w:val="bullet"/>
      <w:lvlText w:val=""/>
      <w:lvlJc w:val="left"/>
      <w:pPr>
        <w:ind w:left="5220" w:hanging="360"/>
      </w:pPr>
      <w:rPr>
        <w:rFonts w:ascii="Symbol" w:hAnsi="Symbol" w:hint="default"/>
      </w:rPr>
    </w:lvl>
    <w:lvl w:ilvl="7" w:tplc="0B3A2A0C" w:tentative="1">
      <w:start w:val="1"/>
      <w:numFmt w:val="bullet"/>
      <w:lvlText w:val="o"/>
      <w:lvlJc w:val="left"/>
      <w:pPr>
        <w:ind w:left="5940" w:hanging="360"/>
      </w:pPr>
      <w:rPr>
        <w:rFonts w:ascii="Courier New" w:hAnsi="Courier New" w:hint="default"/>
      </w:rPr>
    </w:lvl>
    <w:lvl w:ilvl="8" w:tplc="8F80AC2C" w:tentative="1">
      <w:start w:val="1"/>
      <w:numFmt w:val="bullet"/>
      <w:lvlText w:val=""/>
      <w:lvlJc w:val="left"/>
      <w:pPr>
        <w:ind w:left="6660" w:hanging="360"/>
      </w:pPr>
      <w:rPr>
        <w:rFonts w:ascii="Wingdings" w:hAnsi="Wingdings" w:hint="default"/>
      </w:rPr>
    </w:lvl>
  </w:abstractNum>
  <w:abstractNum w:abstractNumId="29">
    <w:nsid w:val="5F3D002B"/>
    <w:multiLevelType w:val="multilevel"/>
    <w:tmpl w:val="5DCE1186"/>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9999999" w:hAnsi="9999999"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0">
    <w:nsid w:val="61984B32"/>
    <w:multiLevelType w:val="hybridMultilevel"/>
    <w:tmpl w:val="285EF14E"/>
    <w:lvl w:ilvl="0" w:tplc="C30AD730">
      <w:start w:val="1"/>
      <w:numFmt w:val="decimal"/>
      <w:lvlText w:val="%1)"/>
      <w:lvlJc w:val="left"/>
      <w:pPr>
        <w:ind w:left="900" w:hanging="360"/>
      </w:pPr>
      <w:rPr>
        <w:rFonts w:hint="default"/>
        <w:b w:val="0"/>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nsid w:val="635A437A"/>
    <w:multiLevelType w:val="hybridMultilevel"/>
    <w:tmpl w:val="C9705E14"/>
    <w:lvl w:ilvl="0" w:tplc="24146E3E">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3">
    <w:nsid w:val="671F5C24"/>
    <w:multiLevelType w:val="hybridMultilevel"/>
    <w:tmpl w:val="6926721E"/>
    <w:lvl w:ilvl="0" w:tplc="4EC65014">
      <w:start w:val="1"/>
      <w:numFmt w:val="bullet"/>
      <w:lvlText w:val="-"/>
      <w:lvlJc w:val="left"/>
      <w:pPr>
        <w:ind w:left="1260" w:hanging="360"/>
      </w:pPr>
      <w:rPr>
        <w:rFonts w:ascii="Angsana New" w:eastAsia="Times New Roman" w:hAnsi="Angsana New" w:cs="Angsana New" w:hint="default"/>
        <w:b w:val="0"/>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4">
    <w:nsid w:val="689E55F7"/>
    <w:multiLevelType w:val="multilevel"/>
    <w:tmpl w:val="08108684"/>
    <w:lvl w:ilvl="0">
      <w:start w:val="1"/>
      <w:numFmt w:val="thaiLetters"/>
      <w:lvlText w:val="%1)"/>
      <w:lvlJc w:val="left"/>
      <w:pPr>
        <w:ind w:left="900" w:hanging="360"/>
      </w:pPr>
      <w:rPr>
        <w:rFonts w:hint="default"/>
        <w:sz w:val="30"/>
        <w:szCs w:val="30"/>
      </w:rPr>
    </w:lvl>
    <w:lvl w:ilvl="1">
      <w:start w:val="1"/>
      <w:numFmt w:val="lowerLetter"/>
      <w:lvlText w:val="%2."/>
      <w:lvlJc w:val="left"/>
      <w:pPr>
        <w:ind w:left="1620" w:hanging="360"/>
      </w:pPr>
    </w:lvl>
    <w:lvl w:ilvl="2" w:tentative="1">
      <w:start w:val="1"/>
      <w:numFmt w:val="lowerRoman"/>
      <w:lvlText w:val="%3."/>
      <w:lvlJc w:val="right"/>
      <w:pPr>
        <w:ind w:left="2340" w:hanging="180"/>
      </w:pPr>
    </w:lvl>
    <w:lvl w:ilvl="3" w:tentative="1">
      <w:start w:val="1"/>
      <w:numFmt w:val="decimal"/>
      <w:lvlText w:val="%4."/>
      <w:lvlJc w:val="left"/>
      <w:pPr>
        <w:ind w:left="3060" w:hanging="360"/>
      </w:pPr>
    </w:lvl>
    <w:lvl w:ilvl="4" w:tentative="1">
      <w:start w:val="1"/>
      <w:numFmt w:val="lowerLetter"/>
      <w:lvlText w:val="%5."/>
      <w:lvlJc w:val="left"/>
      <w:pPr>
        <w:ind w:left="3780" w:hanging="360"/>
      </w:pPr>
    </w:lvl>
    <w:lvl w:ilvl="5" w:tentative="1">
      <w:start w:val="1"/>
      <w:numFmt w:val="lowerRoman"/>
      <w:lvlText w:val="%6."/>
      <w:lvlJc w:val="right"/>
      <w:pPr>
        <w:ind w:left="4500" w:hanging="180"/>
      </w:pPr>
    </w:lvl>
    <w:lvl w:ilvl="6" w:tentative="1">
      <w:start w:val="1"/>
      <w:numFmt w:val="decimal"/>
      <w:lvlText w:val="%7."/>
      <w:lvlJc w:val="left"/>
      <w:pPr>
        <w:ind w:left="5220" w:hanging="360"/>
      </w:pPr>
    </w:lvl>
    <w:lvl w:ilvl="7" w:tentative="1">
      <w:start w:val="1"/>
      <w:numFmt w:val="lowerLetter"/>
      <w:lvlText w:val="%8."/>
      <w:lvlJc w:val="left"/>
      <w:pPr>
        <w:ind w:left="5940" w:hanging="360"/>
      </w:pPr>
    </w:lvl>
    <w:lvl w:ilvl="8" w:tentative="1">
      <w:start w:val="1"/>
      <w:numFmt w:val="lowerRoman"/>
      <w:lvlText w:val="%9."/>
      <w:lvlJc w:val="right"/>
      <w:pPr>
        <w:ind w:left="6660" w:hanging="180"/>
      </w:pPr>
    </w:lvl>
  </w:abstractNum>
  <w:abstractNum w:abstractNumId="35">
    <w:nsid w:val="6B8E69F2"/>
    <w:multiLevelType w:val="hybridMultilevel"/>
    <w:tmpl w:val="7152C104"/>
    <w:lvl w:ilvl="0" w:tplc="543046E4">
      <w:start w:val="3"/>
      <w:numFmt w:val="decimal"/>
      <w:lvlText w:val="%1)"/>
      <w:lvlJc w:val="left"/>
      <w:pPr>
        <w:ind w:left="907" w:hanging="360"/>
      </w:pPr>
      <w:rPr>
        <w:rFonts w:hint="default"/>
        <w:i w:val="0"/>
        <w:iCs/>
        <w:color w:val="auto"/>
        <w:sz w:val="3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6">
    <w:nsid w:val="6E0C015C"/>
    <w:multiLevelType w:val="hybridMultilevel"/>
    <w:tmpl w:val="22A8F27A"/>
    <w:lvl w:ilvl="0" w:tplc="B6DCA668">
      <w:start w:val="1"/>
      <w:numFmt w:val="lowerRoman"/>
      <w:lvlText w:val="(%1)"/>
      <w:lvlJc w:val="left"/>
      <w:pPr>
        <w:ind w:left="1260" w:hanging="720"/>
      </w:pPr>
      <w:rPr>
        <w:rFonts w:hint="default"/>
      </w:rPr>
    </w:lvl>
    <w:lvl w:ilvl="1" w:tplc="94CA7D7A" w:tentative="1">
      <w:start w:val="1"/>
      <w:numFmt w:val="lowerLetter"/>
      <w:lvlText w:val="%2."/>
      <w:lvlJc w:val="left"/>
      <w:pPr>
        <w:ind w:left="1620" w:hanging="360"/>
      </w:pPr>
    </w:lvl>
    <w:lvl w:ilvl="2" w:tplc="5956BD28" w:tentative="1">
      <w:start w:val="1"/>
      <w:numFmt w:val="lowerRoman"/>
      <w:lvlText w:val="%3."/>
      <w:lvlJc w:val="right"/>
      <w:pPr>
        <w:ind w:left="2340" w:hanging="180"/>
      </w:pPr>
    </w:lvl>
    <w:lvl w:ilvl="3" w:tplc="4EF45432" w:tentative="1">
      <w:start w:val="1"/>
      <w:numFmt w:val="decimal"/>
      <w:lvlText w:val="%4."/>
      <w:lvlJc w:val="left"/>
      <w:pPr>
        <w:ind w:left="3060" w:hanging="360"/>
      </w:pPr>
    </w:lvl>
    <w:lvl w:ilvl="4" w:tplc="7F7AF958" w:tentative="1">
      <w:start w:val="1"/>
      <w:numFmt w:val="lowerLetter"/>
      <w:lvlText w:val="%5."/>
      <w:lvlJc w:val="left"/>
      <w:pPr>
        <w:ind w:left="3780" w:hanging="360"/>
      </w:pPr>
    </w:lvl>
    <w:lvl w:ilvl="5" w:tplc="2C981A20" w:tentative="1">
      <w:start w:val="1"/>
      <w:numFmt w:val="lowerRoman"/>
      <w:lvlText w:val="%6."/>
      <w:lvlJc w:val="right"/>
      <w:pPr>
        <w:ind w:left="4500" w:hanging="180"/>
      </w:pPr>
    </w:lvl>
    <w:lvl w:ilvl="6" w:tplc="AC70E4DC" w:tentative="1">
      <w:start w:val="1"/>
      <w:numFmt w:val="decimal"/>
      <w:lvlText w:val="%7."/>
      <w:lvlJc w:val="left"/>
      <w:pPr>
        <w:ind w:left="5220" w:hanging="360"/>
      </w:pPr>
    </w:lvl>
    <w:lvl w:ilvl="7" w:tplc="69B82304" w:tentative="1">
      <w:start w:val="1"/>
      <w:numFmt w:val="lowerLetter"/>
      <w:lvlText w:val="%8."/>
      <w:lvlJc w:val="left"/>
      <w:pPr>
        <w:ind w:left="5940" w:hanging="360"/>
      </w:pPr>
    </w:lvl>
    <w:lvl w:ilvl="8" w:tplc="92B0D22E" w:tentative="1">
      <w:start w:val="1"/>
      <w:numFmt w:val="lowerRoman"/>
      <w:lvlText w:val="%9."/>
      <w:lvlJc w:val="right"/>
      <w:pPr>
        <w:ind w:left="6660" w:hanging="180"/>
      </w:pPr>
    </w:lvl>
  </w:abstractNum>
  <w:abstractNum w:abstractNumId="37">
    <w:nsid w:val="73863273"/>
    <w:multiLevelType w:val="singleLevel"/>
    <w:tmpl w:val="3AC4EF86"/>
    <w:lvl w:ilvl="0">
      <w:start w:val="1"/>
      <w:numFmt w:val="bullet"/>
      <w:pStyle w:val="acctindenttabsnospaceafter"/>
      <w:lvlText w:val="n"/>
      <w:lvlJc w:val="left"/>
      <w:pPr>
        <w:tabs>
          <w:tab w:val="num" w:pos="340"/>
        </w:tabs>
        <w:ind w:left="340" w:hanging="340"/>
      </w:pPr>
      <w:rPr>
        <w:rFonts w:ascii="Wingdings" w:hAnsi="Wingdings" w:hint="default"/>
        <w:color w:val="auto"/>
        <w:sz w:val="18"/>
      </w:rPr>
    </w:lvl>
  </w:abstractNum>
  <w:abstractNum w:abstractNumId="38">
    <w:nsid w:val="75563E85"/>
    <w:multiLevelType w:val="hybridMultilevel"/>
    <w:tmpl w:val="95D21598"/>
    <w:lvl w:ilvl="0" w:tplc="483C8540">
      <w:start w:val="1"/>
      <w:numFmt w:val="thaiLetters"/>
      <w:lvlText w:val="(%1)"/>
      <w:lvlJc w:val="left"/>
      <w:pPr>
        <w:ind w:left="900" w:hanging="360"/>
      </w:pPr>
      <w:rPr>
        <w:rFonts w:hint="default"/>
      </w:rPr>
    </w:lvl>
    <w:lvl w:ilvl="1" w:tplc="5EC075EC" w:tentative="1">
      <w:start w:val="1"/>
      <w:numFmt w:val="lowerLetter"/>
      <w:lvlText w:val="%2."/>
      <w:lvlJc w:val="left"/>
      <w:pPr>
        <w:ind w:left="1620" w:hanging="360"/>
      </w:pPr>
    </w:lvl>
    <w:lvl w:ilvl="2" w:tplc="68A02B6C" w:tentative="1">
      <w:start w:val="1"/>
      <w:numFmt w:val="lowerRoman"/>
      <w:lvlText w:val="%3."/>
      <w:lvlJc w:val="right"/>
      <w:pPr>
        <w:ind w:left="2340" w:hanging="180"/>
      </w:pPr>
    </w:lvl>
    <w:lvl w:ilvl="3" w:tplc="37123BCE" w:tentative="1">
      <w:start w:val="1"/>
      <w:numFmt w:val="decimal"/>
      <w:lvlText w:val="%4."/>
      <w:lvlJc w:val="left"/>
      <w:pPr>
        <w:ind w:left="3060" w:hanging="360"/>
      </w:pPr>
    </w:lvl>
    <w:lvl w:ilvl="4" w:tplc="9856AB3C" w:tentative="1">
      <w:start w:val="1"/>
      <w:numFmt w:val="lowerLetter"/>
      <w:lvlText w:val="%5."/>
      <w:lvlJc w:val="left"/>
      <w:pPr>
        <w:ind w:left="3780" w:hanging="360"/>
      </w:pPr>
    </w:lvl>
    <w:lvl w:ilvl="5" w:tplc="A0E874F8" w:tentative="1">
      <w:start w:val="1"/>
      <w:numFmt w:val="lowerRoman"/>
      <w:lvlText w:val="%6."/>
      <w:lvlJc w:val="right"/>
      <w:pPr>
        <w:ind w:left="4500" w:hanging="180"/>
      </w:pPr>
    </w:lvl>
    <w:lvl w:ilvl="6" w:tplc="E4FE5F02" w:tentative="1">
      <w:start w:val="1"/>
      <w:numFmt w:val="decimal"/>
      <w:lvlText w:val="%7."/>
      <w:lvlJc w:val="left"/>
      <w:pPr>
        <w:ind w:left="5220" w:hanging="360"/>
      </w:pPr>
    </w:lvl>
    <w:lvl w:ilvl="7" w:tplc="2B2E08C6" w:tentative="1">
      <w:start w:val="1"/>
      <w:numFmt w:val="lowerLetter"/>
      <w:lvlText w:val="%8."/>
      <w:lvlJc w:val="left"/>
      <w:pPr>
        <w:ind w:left="5940" w:hanging="360"/>
      </w:pPr>
    </w:lvl>
    <w:lvl w:ilvl="8" w:tplc="0B783AC0" w:tentative="1">
      <w:start w:val="1"/>
      <w:numFmt w:val="lowerRoman"/>
      <w:lvlText w:val="%9."/>
      <w:lvlJc w:val="right"/>
      <w:pPr>
        <w:ind w:left="6660" w:hanging="180"/>
      </w:pPr>
    </w:lvl>
  </w:abstractNum>
  <w:abstractNum w:abstractNumId="39">
    <w:nsid w:val="76125350"/>
    <w:multiLevelType w:val="hybridMultilevel"/>
    <w:tmpl w:val="820EC790"/>
    <w:lvl w:ilvl="0" w:tplc="DCB8030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6A32470"/>
    <w:multiLevelType w:val="hybridMultilevel"/>
    <w:tmpl w:val="620850C2"/>
    <w:lvl w:ilvl="0" w:tplc="04090011">
      <w:start w:val="1"/>
      <w:numFmt w:val="bullet"/>
      <w:lvlText w:val=""/>
      <w:lvlJc w:val="left"/>
      <w:pPr>
        <w:ind w:left="1287" w:hanging="360"/>
      </w:pPr>
      <w:rPr>
        <w:rFonts w:ascii="Symbol" w:hAnsi="Symbol" w:hint="default"/>
        <w:sz w:val="24"/>
        <w:szCs w:val="24"/>
      </w:rPr>
    </w:lvl>
    <w:lvl w:ilvl="1" w:tplc="04090019" w:tentative="1">
      <w:start w:val="1"/>
      <w:numFmt w:val="bullet"/>
      <w:lvlText w:val="o"/>
      <w:lvlJc w:val="left"/>
      <w:pPr>
        <w:ind w:left="2007" w:hanging="360"/>
      </w:pPr>
      <w:rPr>
        <w:rFonts w:ascii="Courier New" w:hAnsi="Courier New" w:cs="Courier New" w:hint="default"/>
      </w:rPr>
    </w:lvl>
    <w:lvl w:ilvl="2" w:tplc="0409001B" w:tentative="1">
      <w:start w:val="1"/>
      <w:numFmt w:val="bullet"/>
      <w:lvlText w:val=""/>
      <w:lvlJc w:val="left"/>
      <w:pPr>
        <w:ind w:left="2727" w:hanging="360"/>
      </w:pPr>
      <w:rPr>
        <w:rFonts w:ascii="Wingdings" w:hAnsi="Wingdings" w:hint="default"/>
      </w:rPr>
    </w:lvl>
    <w:lvl w:ilvl="3" w:tplc="0409000F" w:tentative="1">
      <w:start w:val="1"/>
      <w:numFmt w:val="bullet"/>
      <w:lvlText w:val=""/>
      <w:lvlJc w:val="left"/>
      <w:pPr>
        <w:ind w:left="3447" w:hanging="360"/>
      </w:pPr>
      <w:rPr>
        <w:rFonts w:ascii="Symbol" w:hAnsi="Symbol" w:hint="default"/>
      </w:rPr>
    </w:lvl>
    <w:lvl w:ilvl="4" w:tplc="04090019" w:tentative="1">
      <w:start w:val="1"/>
      <w:numFmt w:val="bullet"/>
      <w:lvlText w:val="o"/>
      <w:lvlJc w:val="left"/>
      <w:pPr>
        <w:ind w:left="4167" w:hanging="360"/>
      </w:pPr>
      <w:rPr>
        <w:rFonts w:ascii="Courier New" w:hAnsi="Courier New" w:cs="Courier New" w:hint="default"/>
      </w:rPr>
    </w:lvl>
    <w:lvl w:ilvl="5" w:tplc="0409001B" w:tentative="1">
      <w:start w:val="1"/>
      <w:numFmt w:val="bullet"/>
      <w:lvlText w:val=""/>
      <w:lvlJc w:val="left"/>
      <w:pPr>
        <w:ind w:left="4887" w:hanging="360"/>
      </w:pPr>
      <w:rPr>
        <w:rFonts w:ascii="Wingdings" w:hAnsi="Wingdings" w:hint="default"/>
      </w:rPr>
    </w:lvl>
    <w:lvl w:ilvl="6" w:tplc="0409000F" w:tentative="1">
      <w:start w:val="1"/>
      <w:numFmt w:val="bullet"/>
      <w:lvlText w:val=""/>
      <w:lvlJc w:val="left"/>
      <w:pPr>
        <w:ind w:left="5607" w:hanging="360"/>
      </w:pPr>
      <w:rPr>
        <w:rFonts w:ascii="Symbol" w:hAnsi="Symbol" w:hint="default"/>
      </w:rPr>
    </w:lvl>
    <w:lvl w:ilvl="7" w:tplc="04090019" w:tentative="1">
      <w:start w:val="1"/>
      <w:numFmt w:val="bullet"/>
      <w:lvlText w:val="o"/>
      <w:lvlJc w:val="left"/>
      <w:pPr>
        <w:ind w:left="6327" w:hanging="360"/>
      </w:pPr>
      <w:rPr>
        <w:rFonts w:ascii="Courier New" w:hAnsi="Courier New" w:cs="Courier New" w:hint="default"/>
      </w:rPr>
    </w:lvl>
    <w:lvl w:ilvl="8" w:tplc="0409001B" w:tentative="1">
      <w:start w:val="1"/>
      <w:numFmt w:val="bullet"/>
      <w:lvlText w:val=""/>
      <w:lvlJc w:val="left"/>
      <w:pPr>
        <w:ind w:left="7047" w:hanging="360"/>
      </w:pPr>
      <w:rPr>
        <w:rFonts w:ascii="Wingdings" w:hAnsi="Wingdings" w:hint="default"/>
      </w:rPr>
    </w:lvl>
  </w:abstractNum>
  <w:abstractNum w:abstractNumId="41">
    <w:nsid w:val="77D026E7"/>
    <w:multiLevelType w:val="singleLevel"/>
    <w:tmpl w:val="A4C6CBA0"/>
    <w:lvl w:ilvl="0">
      <w:start w:val="1"/>
      <w:numFmt w:val="bullet"/>
      <w:lvlText w:val="-"/>
      <w:lvlJc w:val="left"/>
      <w:pPr>
        <w:ind w:left="720" w:hanging="360"/>
      </w:pPr>
      <w:rPr>
        <w:rFonts w:ascii="Angsana New" w:hAnsi="Angsana New" w:hint="default"/>
        <w:color w:val="auto"/>
        <w:sz w:val="22"/>
      </w:rPr>
    </w:lvl>
  </w:abstractNum>
  <w:abstractNum w:abstractNumId="42">
    <w:nsid w:val="7A764A2A"/>
    <w:multiLevelType w:val="singleLevel"/>
    <w:tmpl w:val="04090001"/>
    <w:lvl w:ilvl="0">
      <w:start w:val="1"/>
      <w:numFmt w:val="bullet"/>
      <w:lvlText w:val=""/>
      <w:lvlJc w:val="left"/>
      <w:pPr>
        <w:ind w:left="720" w:hanging="360"/>
      </w:pPr>
      <w:rPr>
        <w:rFonts w:ascii="Symbol" w:hAnsi="Symbol" w:hint="default"/>
        <w:color w:val="auto"/>
        <w:sz w:val="22"/>
      </w:rPr>
    </w:lvl>
  </w:abstractNum>
  <w:abstractNum w:abstractNumId="43">
    <w:nsid w:val="7B9B4F22"/>
    <w:multiLevelType w:val="hybridMultilevel"/>
    <w:tmpl w:val="FE103872"/>
    <w:lvl w:ilvl="0" w:tplc="7B78118E">
      <w:start w:val="1"/>
      <w:numFmt w:val="bullet"/>
      <w:lvlText w:val=""/>
      <w:lvlJc w:val="left"/>
      <w:pPr>
        <w:ind w:left="1260" w:hanging="360"/>
      </w:pPr>
      <w:rPr>
        <w:rFonts w:ascii="Symbol" w:hAnsi="Symbol" w:hint="default"/>
        <w:color w:val="auto"/>
        <w:sz w:val="22"/>
      </w:rPr>
    </w:lvl>
    <w:lvl w:ilvl="1" w:tplc="F536D01A" w:tentative="1">
      <w:start w:val="1"/>
      <w:numFmt w:val="bullet"/>
      <w:lvlText w:val="o"/>
      <w:lvlJc w:val="left"/>
      <w:pPr>
        <w:ind w:left="1980" w:hanging="360"/>
      </w:pPr>
      <w:rPr>
        <w:rFonts w:ascii="Courier New" w:hAnsi="Courier New" w:cs="Courier New" w:hint="default"/>
      </w:rPr>
    </w:lvl>
    <w:lvl w:ilvl="2" w:tplc="2CA87BE6" w:tentative="1">
      <w:start w:val="1"/>
      <w:numFmt w:val="bullet"/>
      <w:lvlText w:val=""/>
      <w:lvlJc w:val="left"/>
      <w:pPr>
        <w:ind w:left="2700" w:hanging="360"/>
      </w:pPr>
      <w:rPr>
        <w:rFonts w:ascii="Wingdings" w:hAnsi="Wingdings" w:hint="default"/>
      </w:rPr>
    </w:lvl>
    <w:lvl w:ilvl="3" w:tplc="B630DA9C" w:tentative="1">
      <w:start w:val="1"/>
      <w:numFmt w:val="bullet"/>
      <w:lvlText w:val=""/>
      <w:lvlJc w:val="left"/>
      <w:pPr>
        <w:ind w:left="3420" w:hanging="360"/>
      </w:pPr>
      <w:rPr>
        <w:rFonts w:ascii="Symbol" w:hAnsi="Symbol" w:hint="default"/>
      </w:rPr>
    </w:lvl>
    <w:lvl w:ilvl="4" w:tplc="3F202E90" w:tentative="1">
      <w:start w:val="1"/>
      <w:numFmt w:val="bullet"/>
      <w:lvlText w:val="o"/>
      <w:lvlJc w:val="left"/>
      <w:pPr>
        <w:ind w:left="4140" w:hanging="360"/>
      </w:pPr>
      <w:rPr>
        <w:rFonts w:ascii="Courier New" w:hAnsi="Courier New" w:cs="Courier New" w:hint="default"/>
      </w:rPr>
    </w:lvl>
    <w:lvl w:ilvl="5" w:tplc="9B32337E" w:tentative="1">
      <w:start w:val="1"/>
      <w:numFmt w:val="bullet"/>
      <w:lvlText w:val=""/>
      <w:lvlJc w:val="left"/>
      <w:pPr>
        <w:ind w:left="4860" w:hanging="360"/>
      </w:pPr>
      <w:rPr>
        <w:rFonts w:ascii="Wingdings" w:hAnsi="Wingdings" w:hint="default"/>
      </w:rPr>
    </w:lvl>
    <w:lvl w:ilvl="6" w:tplc="C0B43EB8" w:tentative="1">
      <w:start w:val="1"/>
      <w:numFmt w:val="bullet"/>
      <w:lvlText w:val=""/>
      <w:lvlJc w:val="left"/>
      <w:pPr>
        <w:ind w:left="5580" w:hanging="360"/>
      </w:pPr>
      <w:rPr>
        <w:rFonts w:ascii="Symbol" w:hAnsi="Symbol" w:hint="default"/>
      </w:rPr>
    </w:lvl>
    <w:lvl w:ilvl="7" w:tplc="807ECC04" w:tentative="1">
      <w:start w:val="1"/>
      <w:numFmt w:val="bullet"/>
      <w:lvlText w:val="o"/>
      <w:lvlJc w:val="left"/>
      <w:pPr>
        <w:ind w:left="6300" w:hanging="360"/>
      </w:pPr>
      <w:rPr>
        <w:rFonts w:ascii="Courier New" w:hAnsi="Courier New" w:cs="Courier New" w:hint="default"/>
      </w:rPr>
    </w:lvl>
    <w:lvl w:ilvl="8" w:tplc="4F7C96DC" w:tentative="1">
      <w:start w:val="1"/>
      <w:numFmt w:val="bullet"/>
      <w:lvlText w:val=""/>
      <w:lvlJc w:val="left"/>
      <w:pPr>
        <w:ind w:left="7020" w:hanging="360"/>
      </w:pPr>
      <w:rPr>
        <w:rFonts w:ascii="Wingdings" w:hAnsi="Wingdings" w:hint="default"/>
      </w:rPr>
    </w:lvl>
  </w:abstractNum>
  <w:abstractNum w:abstractNumId="44">
    <w:nsid w:val="7D447140"/>
    <w:multiLevelType w:val="hybridMultilevel"/>
    <w:tmpl w:val="86F6F110"/>
    <w:lvl w:ilvl="0" w:tplc="97505B5E">
      <w:start w:val="1"/>
      <w:numFmt w:val="decimal"/>
      <w:lvlText w:val="%1)"/>
      <w:lvlJc w:val="left"/>
      <w:pPr>
        <w:ind w:left="907" w:hanging="360"/>
      </w:pPr>
      <w:rPr>
        <w:rFonts w:hint="default"/>
      </w:rPr>
    </w:lvl>
    <w:lvl w:ilvl="1" w:tplc="04090003" w:tentative="1">
      <w:start w:val="1"/>
      <w:numFmt w:val="lowerLetter"/>
      <w:lvlText w:val="%2."/>
      <w:lvlJc w:val="left"/>
      <w:pPr>
        <w:ind w:left="1627" w:hanging="360"/>
      </w:pPr>
    </w:lvl>
    <w:lvl w:ilvl="2" w:tplc="04090005" w:tentative="1">
      <w:start w:val="1"/>
      <w:numFmt w:val="lowerRoman"/>
      <w:lvlText w:val="%3."/>
      <w:lvlJc w:val="right"/>
      <w:pPr>
        <w:ind w:left="2347" w:hanging="180"/>
      </w:pPr>
    </w:lvl>
    <w:lvl w:ilvl="3" w:tplc="04090001" w:tentative="1">
      <w:start w:val="1"/>
      <w:numFmt w:val="decimal"/>
      <w:lvlText w:val="%4."/>
      <w:lvlJc w:val="left"/>
      <w:pPr>
        <w:ind w:left="3067" w:hanging="360"/>
      </w:pPr>
    </w:lvl>
    <w:lvl w:ilvl="4" w:tplc="04090003" w:tentative="1">
      <w:start w:val="1"/>
      <w:numFmt w:val="lowerLetter"/>
      <w:lvlText w:val="%5."/>
      <w:lvlJc w:val="left"/>
      <w:pPr>
        <w:ind w:left="3787" w:hanging="360"/>
      </w:pPr>
    </w:lvl>
    <w:lvl w:ilvl="5" w:tplc="04090005" w:tentative="1">
      <w:start w:val="1"/>
      <w:numFmt w:val="lowerRoman"/>
      <w:lvlText w:val="%6."/>
      <w:lvlJc w:val="right"/>
      <w:pPr>
        <w:ind w:left="4507" w:hanging="180"/>
      </w:pPr>
    </w:lvl>
    <w:lvl w:ilvl="6" w:tplc="04090001" w:tentative="1">
      <w:start w:val="1"/>
      <w:numFmt w:val="decimal"/>
      <w:lvlText w:val="%7."/>
      <w:lvlJc w:val="left"/>
      <w:pPr>
        <w:ind w:left="5227" w:hanging="360"/>
      </w:pPr>
    </w:lvl>
    <w:lvl w:ilvl="7" w:tplc="04090003" w:tentative="1">
      <w:start w:val="1"/>
      <w:numFmt w:val="lowerLetter"/>
      <w:lvlText w:val="%8."/>
      <w:lvlJc w:val="left"/>
      <w:pPr>
        <w:ind w:left="5947" w:hanging="360"/>
      </w:pPr>
    </w:lvl>
    <w:lvl w:ilvl="8" w:tplc="04090005" w:tentative="1">
      <w:start w:val="1"/>
      <w:numFmt w:val="lowerRoman"/>
      <w:lvlText w:val="%9."/>
      <w:lvlJc w:val="right"/>
      <w:pPr>
        <w:ind w:left="6667" w:hanging="180"/>
      </w:pPr>
    </w:lvl>
  </w:abstractNum>
  <w:abstractNum w:abstractNumId="45">
    <w:nsid w:val="7D7A0C04"/>
    <w:multiLevelType w:val="hybridMultilevel"/>
    <w:tmpl w:val="4426F67E"/>
    <w:lvl w:ilvl="0" w:tplc="691244B6">
      <w:start w:val="1"/>
      <w:numFmt w:val="thaiLett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F495B50"/>
    <w:multiLevelType w:val="singleLevel"/>
    <w:tmpl w:val="A4C6CBA0"/>
    <w:lvl w:ilvl="0">
      <w:start w:val="1"/>
      <w:numFmt w:val="bullet"/>
      <w:lvlText w:val="-"/>
      <w:lvlJc w:val="left"/>
      <w:pPr>
        <w:tabs>
          <w:tab w:val="num" w:pos="340"/>
        </w:tabs>
        <w:ind w:left="340" w:hanging="340"/>
      </w:pPr>
      <w:rPr>
        <w:rFonts w:ascii="Angsana New" w:hAnsi="Angsana New" w:cs="Times New Roman" w:hint="default"/>
        <w:color w:val="auto"/>
        <w:sz w:val="22"/>
      </w:rPr>
    </w:lvl>
  </w:abstractNum>
  <w:abstractNum w:abstractNumId="47">
    <w:nsid w:val="7F746C62"/>
    <w:multiLevelType w:val="singleLevel"/>
    <w:tmpl w:val="73982F38"/>
    <w:lvl w:ilvl="0">
      <w:start w:val="1"/>
      <w:numFmt w:val="bullet"/>
      <w:lvlText w:val=""/>
      <w:lvlJc w:val="left"/>
      <w:pPr>
        <w:tabs>
          <w:tab w:val="num" w:pos="340"/>
        </w:tabs>
        <w:ind w:left="340" w:hanging="340"/>
      </w:pPr>
      <w:rPr>
        <w:rFonts w:ascii="Symbol" w:hAnsi="Symbol" w:hint="default"/>
        <w:color w:val="auto"/>
        <w:sz w:val="22"/>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19"/>
  </w:num>
  <w:num w:numId="12">
    <w:abstractNumId w:val="15"/>
  </w:num>
  <w:num w:numId="13">
    <w:abstractNumId w:val="32"/>
  </w:num>
  <w:num w:numId="14">
    <w:abstractNumId w:val="17"/>
  </w:num>
  <w:num w:numId="15">
    <w:abstractNumId w:val="21"/>
  </w:num>
  <w:num w:numId="16">
    <w:abstractNumId w:val="11"/>
  </w:num>
  <w:num w:numId="17">
    <w:abstractNumId w:val="24"/>
  </w:num>
  <w:num w:numId="18">
    <w:abstractNumId w:val="37"/>
  </w:num>
  <w:num w:numId="19">
    <w:abstractNumId w:val="18"/>
  </w:num>
  <w:num w:numId="20">
    <w:abstractNumId w:val="41"/>
  </w:num>
  <w:num w:numId="21">
    <w:abstractNumId w:val="44"/>
  </w:num>
  <w:num w:numId="22">
    <w:abstractNumId w:val="39"/>
  </w:num>
  <w:num w:numId="23">
    <w:abstractNumId w:val="12"/>
  </w:num>
  <w:num w:numId="24">
    <w:abstractNumId w:val="47"/>
  </w:num>
  <w:num w:numId="25">
    <w:abstractNumId w:val="40"/>
  </w:num>
  <w:num w:numId="26">
    <w:abstractNumId w:val="13"/>
  </w:num>
  <w:num w:numId="27">
    <w:abstractNumId w:val="31"/>
  </w:num>
  <w:num w:numId="28">
    <w:abstractNumId w:val="38"/>
  </w:num>
  <w:num w:numId="29">
    <w:abstractNumId w:val="46"/>
  </w:num>
  <w:num w:numId="30">
    <w:abstractNumId w:val="35"/>
  </w:num>
  <w:num w:numId="31">
    <w:abstractNumId w:val="45"/>
  </w:num>
  <w:num w:numId="32">
    <w:abstractNumId w:val="25"/>
  </w:num>
  <w:num w:numId="33">
    <w:abstractNumId w:val="34"/>
  </w:num>
  <w:num w:numId="34">
    <w:abstractNumId w:val="33"/>
  </w:num>
  <w:num w:numId="35">
    <w:abstractNumId w:val="42"/>
  </w:num>
  <w:num w:numId="36">
    <w:abstractNumId w:val="43"/>
  </w:num>
  <w:num w:numId="37">
    <w:abstractNumId w:val="28"/>
  </w:num>
  <w:num w:numId="38">
    <w:abstractNumId w:val="23"/>
  </w:num>
  <w:num w:numId="39">
    <w:abstractNumId w:val="27"/>
  </w:num>
  <w:num w:numId="40">
    <w:abstractNumId w:val="36"/>
  </w:num>
  <w:num w:numId="41">
    <w:abstractNumId w:val="41"/>
  </w:num>
  <w:num w:numId="42">
    <w:abstractNumId w:val="22"/>
  </w:num>
  <w:num w:numId="43">
    <w:abstractNumId w:val="30"/>
  </w:num>
  <w:num w:numId="44">
    <w:abstractNumId w:val="29"/>
  </w:num>
  <w:num w:numId="45">
    <w:abstractNumId w:val="14"/>
  </w:num>
  <w:num w:numId="46">
    <w:abstractNumId w:val="16"/>
  </w:num>
  <w:num w:numId="47">
    <w:abstractNumId w:val="26"/>
  </w:num>
  <w:num w:numId="48">
    <w:abstractNumId w:val="20"/>
  </w:num>
  <w:num w:numId="49">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isplayHorizontalDrawingGridEvery w:val="0"/>
  <w:displayVerticalDrawingGridEvery w:val="0"/>
  <w:noPunctuationKerning/>
  <w:characterSpacingControl w:val="doNotCompress"/>
  <w:hdrShapeDefaults>
    <o:shapedefaults v:ext="edit" spidmax="8193" fill="f" fillcolor="#f49100" strokecolor="#f49100">
      <v:fill color="#f49100" on="f"/>
      <v:stroke color="#f49100"/>
      <o:colormru v:ext="edit" colors="#f49100,#8f9286"/>
    </o:shapedefaults>
  </w:hdrShapeDefaults>
  <w:footnotePr>
    <w:footnote w:id="-1"/>
    <w:footnote w:id="0"/>
  </w:footnotePr>
  <w:endnotePr>
    <w:endnote w:id="-1"/>
    <w:endnote w:id="0"/>
  </w:endnotePr>
  <w:compat>
    <w:applyBreakingRules/>
    <w:compatSetting w:name="compatibilityMode" w:uri="http://schemas.microsoft.com/office/word" w:val="12"/>
  </w:compat>
  <w:rsids>
    <w:rsidRoot w:val="004452A7"/>
    <w:rsid w:val="000004D9"/>
    <w:rsid w:val="000006D8"/>
    <w:rsid w:val="00000866"/>
    <w:rsid w:val="00000BAA"/>
    <w:rsid w:val="00000FF8"/>
    <w:rsid w:val="00001435"/>
    <w:rsid w:val="00001CB3"/>
    <w:rsid w:val="0000211E"/>
    <w:rsid w:val="00002482"/>
    <w:rsid w:val="00002D42"/>
    <w:rsid w:val="00002D6E"/>
    <w:rsid w:val="00003890"/>
    <w:rsid w:val="00003AD6"/>
    <w:rsid w:val="00003C94"/>
    <w:rsid w:val="00004467"/>
    <w:rsid w:val="000050F0"/>
    <w:rsid w:val="00005341"/>
    <w:rsid w:val="000057C5"/>
    <w:rsid w:val="00005C21"/>
    <w:rsid w:val="00006322"/>
    <w:rsid w:val="00006429"/>
    <w:rsid w:val="000065AE"/>
    <w:rsid w:val="00006DB1"/>
    <w:rsid w:val="00006F2E"/>
    <w:rsid w:val="00007014"/>
    <w:rsid w:val="0000704C"/>
    <w:rsid w:val="000070E9"/>
    <w:rsid w:val="00007155"/>
    <w:rsid w:val="000071A6"/>
    <w:rsid w:val="000101A6"/>
    <w:rsid w:val="00010483"/>
    <w:rsid w:val="000107B9"/>
    <w:rsid w:val="00010ED3"/>
    <w:rsid w:val="00011099"/>
    <w:rsid w:val="000115EB"/>
    <w:rsid w:val="00011AA8"/>
    <w:rsid w:val="00011B05"/>
    <w:rsid w:val="00012271"/>
    <w:rsid w:val="00012F83"/>
    <w:rsid w:val="00013079"/>
    <w:rsid w:val="000131F0"/>
    <w:rsid w:val="000132D4"/>
    <w:rsid w:val="00013A6E"/>
    <w:rsid w:val="00013BFD"/>
    <w:rsid w:val="00013C65"/>
    <w:rsid w:val="00013F51"/>
    <w:rsid w:val="00014900"/>
    <w:rsid w:val="00015138"/>
    <w:rsid w:val="000152CD"/>
    <w:rsid w:val="00015330"/>
    <w:rsid w:val="000157BF"/>
    <w:rsid w:val="00015B3B"/>
    <w:rsid w:val="00015C14"/>
    <w:rsid w:val="00015E04"/>
    <w:rsid w:val="00016524"/>
    <w:rsid w:val="0001693E"/>
    <w:rsid w:val="00017441"/>
    <w:rsid w:val="0001775A"/>
    <w:rsid w:val="00017958"/>
    <w:rsid w:val="00017DB4"/>
    <w:rsid w:val="00017F7C"/>
    <w:rsid w:val="0002043A"/>
    <w:rsid w:val="000207B5"/>
    <w:rsid w:val="00020CE6"/>
    <w:rsid w:val="00020F37"/>
    <w:rsid w:val="00021036"/>
    <w:rsid w:val="000210D4"/>
    <w:rsid w:val="0002123D"/>
    <w:rsid w:val="0002125C"/>
    <w:rsid w:val="00021749"/>
    <w:rsid w:val="000217E4"/>
    <w:rsid w:val="000219D0"/>
    <w:rsid w:val="000219E5"/>
    <w:rsid w:val="00021AEA"/>
    <w:rsid w:val="00022522"/>
    <w:rsid w:val="000226CD"/>
    <w:rsid w:val="00022B30"/>
    <w:rsid w:val="00023904"/>
    <w:rsid w:val="0002393B"/>
    <w:rsid w:val="00023BD3"/>
    <w:rsid w:val="00024020"/>
    <w:rsid w:val="0002434A"/>
    <w:rsid w:val="0002454D"/>
    <w:rsid w:val="00024BE5"/>
    <w:rsid w:val="00024D61"/>
    <w:rsid w:val="00024E51"/>
    <w:rsid w:val="000251EE"/>
    <w:rsid w:val="00025660"/>
    <w:rsid w:val="0002575D"/>
    <w:rsid w:val="00025B77"/>
    <w:rsid w:val="00025D92"/>
    <w:rsid w:val="00026BE6"/>
    <w:rsid w:val="00026DA4"/>
    <w:rsid w:val="00026E46"/>
    <w:rsid w:val="0002752E"/>
    <w:rsid w:val="00027C3F"/>
    <w:rsid w:val="00027FAE"/>
    <w:rsid w:val="000301BD"/>
    <w:rsid w:val="0003095F"/>
    <w:rsid w:val="00030E8B"/>
    <w:rsid w:val="00031AE6"/>
    <w:rsid w:val="00031E85"/>
    <w:rsid w:val="0003203F"/>
    <w:rsid w:val="000320A0"/>
    <w:rsid w:val="00032950"/>
    <w:rsid w:val="00032BEF"/>
    <w:rsid w:val="00032F27"/>
    <w:rsid w:val="00033300"/>
    <w:rsid w:val="00033E46"/>
    <w:rsid w:val="0003410F"/>
    <w:rsid w:val="000345BD"/>
    <w:rsid w:val="00034755"/>
    <w:rsid w:val="00034C0A"/>
    <w:rsid w:val="00035024"/>
    <w:rsid w:val="0003537F"/>
    <w:rsid w:val="0003555B"/>
    <w:rsid w:val="000356E5"/>
    <w:rsid w:val="00035C5E"/>
    <w:rsid w:val="00035E43"/>
    <w:rsid w:val="00035E69"/>
    <w:rsid w:val="00036346"/>
    <w:rsid w:val="000363EE"/>
    <w:rsid w:val="00036A31"/>
    <w:rsid w:val="00036ED0"/>
    <w:rsid w:val="000373AB"/>
    <w:rsid w:val="00037716"/>
    <w:rsid w:val="00037910"/>
    <w:rsid w:val="00037CA6"/>
    <w:rsid w:val="00037E9C"/>
    <w:rsid w:val="0004014A"/>
    <w:rsid w:val="000402E5"/>
    <w:rsid w:val="00040514"/>
    <w:rsid w:val="00040DBA"/>
    <w:rsid w:val="00040DE0"/>
    <w:rsid w:val="000413C3"/>
    <w:rsid w:val="00041553"/>
    <w:rsid w:val="000418EC"/>
    <w:rsid w:val="00041917"/>
    <w:rsid w:val="00041D86"/>
    <w:rsid w:val="00041E3D"/>
    <w:rsid w:val="00041E4E"/>
    <w:rsid w:val="00041F01"/>
    <w:rsid w:val="00041FE3"/>
    <w:rsid w:val="0004202A"/>
    <w:rsid w:val="000420B4"/>
    <w:rsid w:val="00042137"/>
    <w:rsid w:val="0004319C"/>
    <w:rsid w:val="00043E73"/>
    <w:rsid w:val="00043EB3"/>
    <w:rsid w:val="00044B23"/>
    <w:rsid w:val="000450CE"/>
    <w:rsid w:val="000451C1"/>
    <w:rsid w:val="00045203"/>
    <w:rsid w:val="00045282"/>
    <w:rsid w:val="0004572B"/>
    <w:rsid w:val="00045AF0"/>
    <w:rsid w:val="000465C2"/>
    <w:rsid w:val="0004674F"/>
    <w:rsid w:val="00046E3C"/>
    <w:rsid w:val="0004718C"/>
    <w:rsid w:val="00047A3A"/>
    <w:rsid w:val="0005039E"/>
    <w:rsid w:val="00050843"/>
    <w:rsid w:val="00050B02"/>
    <w:rsid w:val="00051107"/>
    <w:rsid w:val="00051B4E"/>
    <w:rsid w:val="00051C19"/>
    <w:rsid w:val="00051DA1"/>
    <w:rsid w:val="00051E3C"/>
    <w:rsid w:val="000523E0"/>
    <w:rsid w:val="00052756"/>
    <w:rsid w:val="00052D1E"/>
    <w:rsid w:val="00052E64"/>
    <w:rsid w:val="000533F2"/>
    <w:rsid w:val="000537ED"/>
    <w:rsid w:val="00053A9C"/>
    <w:rsid w:val="00053B56"/>
    <w:rsid w:val="000545F1"/>
    <w:rsid w:val="000546AE"/>
    <w:rsid w:val="000548CD"/>
    <w:rsid w:val="0005499F"/>
    <w:rsid w:val="00054CBB"/>
    <w:rsid w:val="00055174"/>
    <w:rsid w:val="00055219"/>
    <w:rsid w:val="00055534"/>
    <w:rsid w:val="00055624"/>
    <w:rsid w:val="000558A0"/>
    <w:rsid w:val="00056104"/>
    <w:rsid w:val="0005617E"/>
    <w:rsid w:val="00056206"/>
    <w:rsid w:val="000562E0"/>
    <w:rsid w:val="000565F7"/>
    <w:rsid w:val="000567FF"/>
    <w:rsid w:val="000569A8"/>
    <w:rsid w:val="00056A42"/>
    <w:rsid w:val="00056CB4"/>
    <w:rsid w:val="000572C7"/>
    <w:rsid w:val="000572DC"/>
    <w:rsid w:val="000578A3"/>
    <w:rsid w:val="00057F9F"/>
    <w:rsid w:val="0006073E"/>
    <w:rsid w:val="00060951"/>
    <w:rsid w:val="00060AB9"/>
    <w:rsid w:val="00060F55"/>
    <w:rsid w:val="00060F61"/>
    <w:rsid w:val="00061323"/>
    <w:rsid w:val="00061435"/>
    <w:rsid w:val="000614FE"/>
    <w:rsid w:val="00061DF2"/>
    <w:rsid w:val="00061EF7"/>
    <w:rsid w:val="00062265"/>
    <w:rsid w:val="00062512"/>
    <w:rsid w:val="0006282A"/>
    <w:rsid w:val="00062B8E"/>
    <w:rsid w:val="00062B96"/>
    <w:rsid w:val="00062CFF"/>
    <w:rsid w:val="00063211"/>
    <w:rsid w:val="00063658"/>
    <w:rsid w:val="0006397E"/>
    <w:rsid w:val="00063BD9"/>
    <w:rsid w:val="00063E80"/>
    <w:rsid w:val="000640B3"/>
    <w:rsid w:val="00064943"/>
    <w:rsid w:val="00064B35"/>
    <w:rsid w:val="00064FBD"/>
    <w:rsid w:val="000657B5"/>
    <w:rsid w:val="00065922"/>
    <w:rsid w:val="000661D6"/>
    <w:rsid w:val="00066318"/>
    <w:rsid w:val="00066A29"/>
    <w:rsid w:val="00066D31"/>
    <w:rsid w:val="000672E4"/>
    <w:rsid w:val="00067DD9"/>
    <w:rsid w:val="00070197"/>
    <w:rsid w:val="000706F8"/>
    <w:rsid w:val="00070952"/>
    <w:rsid w:val="00070C3F"/>
    <w:rsid w:val="00071129"/>
    <w:rsid w:val="00071213"/>
    <w:rsid w:val="000715E9"/>
    <w:rsid w:val="00071833"/>
    <w:rsid w:val="00071964"/>
    <w:rsid w:val="00071B3E"/>
    <w:rsid w:val="0007221C"/>
    <w:rsid w:val="000722EC"/>
    <w:rsid w:val="000722ED"/>
    <w:rsid w:val="000724D2"/>
    <w:rsid w:val="0007276E"/>
    <w:rsid w:val="00072C71"/>
    <w:rsid w:val="00072E8C"/>
    <w:rsid w:val="00073255"/>
    <w:rsid w:val="00073458"/>
    <w:rsid w:val="0007399A"/>
    <w:rsid w:val="000739CA"/>
    <w:rsid w:val="0007450C"/>
    <w:rsid w:val="000745C8"/>
    <w:rsid w:val="000748DF"/>
    <w:rsid w:val="00074C79"/>
    <w:rsid w:val="00074F1C"/>
    <w:rsid w:val="00074F3A"/>
    <w:rsid w:val="0007506B"/>
    <w:rsid w:val="000758EB"/>
    <w:rsid w:val="00075943"/>
    <w:rsid w:val="00075944"/>
    <w:rsid w:val="00075F9C"/>
    <w:rsid w:val="00076558"/>
    <w:rsid w:val="00076BEF"/>
    <w:rsid w:val="00077129"/>
    <w:rsid w:val="0007736F"/>
    <w:rsid w:val="000776AF"/>
    <w:rsid w:val="00077D5E"/>
    <w:rsid w:val="00077F15"/>
    <w:rsid w:val="000800A3"/>
    <w:rsid w:val="000801C3"/>
    <w:rsid w:val="000801F6"/>
    <w:rsid w:val="0008040D"/>
    <w:rsid w:val="0008041A"/>
    <w:rsid w:val="00080500"/>
    <w:rsid w:val="000807D6"/>
    <w:rsid w:val="00080A06"/>
    <w:rsid w:val="0008171A"/>
    <w:rsid w:val="00081790"/>
    <w:rsid w:val="00081B17"/>
    <w:rsid w:val="00081C0C"/>
    <w:rsid w:val="00081E2E"/>
    <w:rsid w:val="0008201E"/>
    <w:rsid w:val="000823B5"/>
    <w:rsid w:val="00082951"/>
    <w:rsid w:val="000832F3"/>
    <w:rsid w:val="000841C2"/>
    <w:rsid w:val="00084611"/>
    <w:rsid w:val="00084D8F"/>
    <w:rsid w:val="00085021"/>
    <w:rsid w:val="0008513C"/>
    <w:rsid w:val="00085485"/>
    <w:rsid w:val="0008551E"/>
    <w:rsid w:val="000856ED"/>
    <w:rsid w:val="0008576D"/>
    <w:rsid w:val="00085832"/>
    <w:rsid w:val="00085918"/>
    <w:rsid w:val="00085A40"/>
    <w:rsid w:val="00085B6C"/>
    <w:rsid w:val="0008600D"/>
    <w:rsid w:val="0008676F"/>
    <w:rsid w:val="00086A1E"/>
    <w:rsid w:val="00086A66"/>
    <w:rsid w:val="00086AB3"/>
    <w:rsid w:val="00087105"/>
    <w:rsid w:val="00087205"/>
    <w:rsid w:val="00087317"/>
    <w:rsid w:val="00087467"/>
    <w:rsid w:val="00087684"/>
    <w:rsid w:val="000876F3"/>
    <w:rsid w:val="00087CD3"/>
    <w:rsid w:val="000903B6"/>
    <w:rsid w:val="000903D8"/>
    <w:rsid w:val="00090609"/>
    <w:rsid w:val="0009078C"/>
    <w:rsid w:val="0009099F"/>
    <w:rsid w:val="00090A77"/>
    <w:rsid w:val="00090DB7"/>
    <w:rsid w:val="00090F64"/>
    <w:rsid w:val="00091471"/>
    <w:rsid w:val="0009178D"/>
    <w:rsid w:val="00091F37"/>
    <w:rsid w:val="00092625"/>
    <w:rsid w:val="00092AAE"/>
    <w:rsid w:val="000931F0"/>
    <w:rsid w:val="000936AE"/>
    <w:rsid w:val="00093D12"/>
    <w:rsid w:val="00093F5A"/>
    <w:rsid w:val="00094165"/>
    <w:rsid w:val="000941C8"/>
    <w:rsid w:val="00094400"/>
    <w:rsid w:val="00094B12"/>
    <w:rsid w:val="00094D66"/>
    <w:rsid w:val="000956F1"/>
    <w:rsid w:val="000957B8"/>
    <w:rsid w:val="00095B51"/>
    <w:rsid w:val="00095D2B"/>
    <w:rsid w:val="0009635D"/>
    <w:rsid w:val="000966AC"/>
    <w:rsid w:val="00096782"/>
    <w:rsid w:val="00096930"/>
    <w:rsid w:val="00096A15"/>
    <w:rsid w:val="00096D66"/>
    <w:rsid w:val="00096D7E"/>
    <w:rsid w:val="00097085"/>
    <w:rsid w:val="0009719F"/>
    <w:rsid w:val="000971CD"/>
    <w:rsid w:val="000971D6"/>
    <w:rsid w:val="00097505"/>
    <w:rsid w:val="00097879"/>
    <w:rsid w:val="0009794F"/>
    <w:rsid w:val="000A0660"/>
    <w:rsid w:val="000A12E0"/>
    <w:rsid w:val="000A1552"/>
    <w:rsid w:val="000A1A1D"/>
    <w:rsid w:val="000A1AE8"/>
    <w:rsid w:val="000A1C42"/>
    <w:rsid w:val="000A1E73"/>
    <w:rsid w:val="000A23B8"/>
    <w:rsid w:val="000A26CB"/>
    <w:rsid w:val="000A28DC"/>
    <w:rsid w:val="000A2A6A"/>
    <w:rsid w:val="000A30FB"/>
    <w:rsid w:val="000A318B"/>
    <w:rsid w:val="000A320D"/>
    <w:rsid w:val="000A35B7"/>
    <w:rsid w:val="000A38DC"/>
    <w:rsid w:val="000A3B66"/>
    <w:rsid w:val="000A3C56"/>
    <w:rsid w:val="000A3D26"/>
    <w:rsid w:val="000A3FAF"/>
    <w:rsid w:val="000A44BB"/>
    <w:rsid w:val="000A48C4"/>
    <w:rsid w:val="000A51E8"/>
    <w:rsid w:val="000A51F3"/>
    <w:rsid w:val="000A5E41"/>
    <w:rsid w:val="000A60D9"/>
    <w:rsid w:val="000A659F"/>
    <w:rsid w:val="000A6602"/>
    <w:rsid w:val="000A670A"/>
    <w:rsid w:val="000A6A73"/>
    <w:rsid w:val="000A6ABE"/>
    <w:rsid w:val="000A6BB6"/>
    <w:rsid w:val="000A7233"/>
    <w:rsid w:val="000A7A89"/>
    <w:rsid w:val="000A7B0C"/>
    <w:rsid w:val="000B0875"/>
    <w:rsid w:val="000B0A78"/>
    <w:rsid w:val="000B0B52"/>
    <w:rsid w:val="000B0C68"/>
    <w:rsid w:val="000B0E40"/>
    <w:rsid w:val="000B15C2"/>
    <w:rsid w:val="000B1672"/>
    <w:rsid w:val="000B169D"/>
    <w:rsid w:val="000B16E6"/>
    <w:rsid w:val="000B1856"/>
    <w:rsid w:val="000B190F"/>
    <w:rsid w:val="000B2562"/>
    <w:rsid w:val="000B2BA9"/>
    <w:rsid w:val="000B344E"/>
    <w:rsid w:val="000B355F"/>
    <w:rsid w:val="000B3762"/>
    <w:rsid w:val="000B38E4"/>
    <w:rsid w:val="000B3BBD"/>
    <w:rsid w:val="000B3D71"/>
    <w:rsid w:val="000B3F93"/>
    <w:rsid w:val="000B486E"/>
    <w:rsid w:val="000B487B"/>
    <w:rsid w:val="000B5BC1"/>
    <w:rsid w:val="000B5FB7"/>
    <w:rsid w:val="000B60B2"/>
    <w:rsid w:val="000B6D69"/>
    <w:rsid w:val="000B6E2F"/>
    <w:rsid w:val="000B6EFD"/>
    <w:rsid w:val="000B6F30"/>
    <w:rsid w:val="000B739B"/>
    <w:rsid w:val="000B7778"/>
    <w:rsid w:val="000B789C"/>
    <w:rsid w:val="000C0084"/>
    <w:rsid w:val="000C0532"/>
    <w:rsid w:val="000C05CC"/>
    <w:rsid w:val="000C0935"/>
    <w:rsid w:val="000C0C54"/>
    <w:rsid w:val="000C0CCE"/>
    <w:rsid w:val="000C0F64"/>
    <w:rsid w:val="000C10CE"/>
    <w:rsid w:val="000C115B"/>
    <w:rsid w:val="000C12B1"/>
    <w:rsid w:val="000C1364"/>
    <w:rsid w:val="000C1A15"/>
    <w:rsid w:val="000C1ECB"/>
    <w:rsid w:val="000C2356"/>
    <w:rsid w:val="000C2526"/>
    <w:rsid w:val="000C25DB"/>
    <w:rsid w:val="000C2F2A"/>
    <w:rsid w:val="000C3183"/>
    <w:rsid w:val="000C378D"/>
    <w:rsid w:val="000C38D3"/>
    <w:rsid w:val="000C397F"/>
    <w:rsid w:val="000C3A09"/>
    <w:rsid w:val="000C3B1F"/>
    <w:rsid w:val="000C433C"/>
    <w:rsid w:val="000C44CC"/>
    <w:rsid w:val="000C4541"/>
    <w:rsid w:val="000C4670"/>
    <w:rsid w:val="000C47F1"/>
    <w:rsid w:val="000C489C"/>
    <w:rsid w:val="000C4A5D"/>
    <w:rsid w:val="000C4C58"/>
    <w:rsid w:val="000C537A"/>
    <w:rsid w:val="000C5795"/>
    <w:rsid w:val="000C62E8"/>
    <w:rsid w:val="000C6377"/>
    <w:rsid w:val="000C6501"/>
    <w:rsid w:val="000C6503"/>
    <w:rsid w:val="000C6718"/>
    <w:rsid w:val="000C6C39"/>
    <w:rsid w:val="000C6CB0"/>
    <w:rsid w:val="000C74F6"/>
    <w:rsid w:val="000C7786"/>
    <w:rsid w:val="000C78F5"/>
    <w:rsid w:val="000C7C46"/>
    <w:rsid w:val="000C7F12"/>
    <w:rsid w:val="000D024A"/>
    <w:rsid w:val="000D04EF"/>
    <w:rsid w:val="000D088C"/>
    <w:rsid w:val="000D0A62"/>
    <w:rsid w:val="000D1B6C"/>
    <w:rsid w:val="000D1C4A"/>
    <w:rsid w:val="000D1C81"/>
    <w:rsid w:val="000D2174"/>
    <w:rsid w:val="000D29AA"/>
    <w:rsid w:val="000D2A84"/>
    <w:rsid w:val="000D2D3B"/>
    <w:rsid w:val="000D2E4E"/>
    <w:rsid w:val="000D392B"/>
    <w:rsid w:val="000D3B61"/>
    <w:rsid w:val="000D3DC5"/>
    <w:rsid w:val="000D3DCA"/>
    <w:rsid w:val="000D47C1"/>
    <w:rsid w:val="000D48DB"/>
    <w:rsid w:val="000D4F47"/>
    <w:rsid w:val="000D4FCE"/>
    <w:rsid w:val="000D5309"/>
    <w:rsid w:val="000D5506"/>
    <w:rsid w:val="000D5747"/>
    <w:rsid w:val="000D5929"/>
    <w:rsid w:val="000D5935"/>
    <w:rsid w:val="000D5CBB"/>
    <w:rsid w:val="000D6079"/>
    <w:rsid w:val="000D6166"/>
    <w:rsid w:val="000D6CBB"/>
    <w:rsid w:val="000D7239"/>
    <w:rsid w:val="000D7943"/>
    <w:rsid w:val="000D7ED0"/>
    <w:rsid w:val="000E02C3"/>
    <w:rsid w:val="000E0681"/>
    <w:rsid w:val="000E07CF"/>
    <w:rsid w:val="000E0E20"/>
    <w:rsid w:val="000E107C"/>
    <w:rsid w:val="000E1174"/>
    <w:rsid w:val="000E11A2"/>
    <w:rsid w:val="000E1208"/>
    <w:rsid w:val="000E1817"/>
    <w:rsid w:val="000E1BAC"/>
    <w:rsid w:val="000E1FEF"/>
    <w:rsid w:val="000E225D"/>
    <w:rsid w:val="000E2BDD"/>
    <w:rsid w:val="000E2DB1"/>
    <w:rsid w:val="000E3349"/>
    <w:rsid w:val="000E3548"/>
    <w:rsid w:val="000E3F9A"/>
    <w:rsid w:val="000E4213"/>
    <w:rsid w:val="000E4237"/>
    <w:rsid w:val="000E5389"/>
    <w:rsid w:val="000E5D58"/>
    <w:rsid w:val="000E604E"/>
    <w:rsid w:val="000E6709"/>
    <w:rsid w:val="000E692E"/>
    <w:rsid w:val="000E6996"/>
    <w:rsid w:val="000E6A82"/>
    <w:rsid w:val="000E6C0C"/>
    <w:rsid w:val="000E6E52"/>
    <w:rsid w:val="000E72E8"/>
    <w:rsid w:val="000E75A4"/>
    <w:rsid w:val="000E78AD"/>
    <w:rsid w:val="000F00A5"/>
    <w:rsid w:val="000F019E"/>
    <w:rsid w:val="000F05D0"/>
    <w:rsid w:val="000F05D8"/>
    <w:rsid w:val="000F088A"/>
    <w:rsid w:val="000F0BE6"/>
    <w:rsid w:val="000F0DDB"/>
    <w:rsid w:val="000F1AEB"/>
    <w:rsid w:val="000F1EC6"/>
    <w:rsid w:val="000F30EA"/>
    <w:rsid w:val="000F34EC"/>
    <w:rsid w:val="000F359A"/>
    <w:rsid w:val="000F36A3"/>
    <w:rsid w:val="000F3707"/>
    <w:rsid w:val="000F3825"/>
    <w:rsid w:val="000F383A"/>
    <w:rsid w:val="000F3B8A"/>
    <w:rsid w:val="000F3DA8"/>
    <w:rsid w:val="000F48C4"/>
    <w:rsid w:val="000F4C07"/>
    <w:rsid w:val="000F4CB6"/>
    <w:rsid w:val="000F5203"/>
    <w:rsid w:val="000F5321"/>
    <w:rsid w:val="000F5537"/>
    <w:rsid w:val="000F582B"/>
    <w:rsid w:val="000F5F2E"/>
    <w:rsid w:val="000F6348"/>
    <w:rsid w:val="000F643C"/>
    <w:rsid w:val="000F67B6"/>
    <w:rsid w:val="000F6BA0"/>
    <w:rsid w:val="000F6D15"/>
    <w:rsid w:val="000F6F3E"/>
    <w:rsid w:val="000F711E"/>
    <w:rsid w:val="000F71BF"/>
    <w:rsid w:val="000F7A25"/>
    <w:rsid w:val="000F7BD1"/>
    <w:rsid w:val="001001DB"/>
    <w:rsid w:val="00100539"/>
    <w:rsid w:val="00100A8B"/>
    <w:rsid w:val="00101992"/>
    <w:rsid w:val="001019E8"/>
    <w:rsid w:val="00101A58"/>
    <w:rsid w:val="00101FAF"/>
    <w:rsid w:val="0010255C"/>
    <w:rsid w:val="0010275F"/>
    <w:rsid w:val="00102932"/>
    <w:rsid w:val="00102A28"/>
    <w:rsid w:val="00102E18"/>
    <w:rsid w:val="001032A7"/>
    <w:rsid w:val="0010391B"/>
    <w:rsid w:val="001043E7"/>
    <w:rsid w:val="00104759"/>
    <w:rsid w:val="00104A94"/>
    <w:rsid w:val="00104E3D"/>
    <w:rsid w:val="00104EC3"/>
    <w:rsid w:val="00104F6B"/>
    <w:rsid w:val="00104FE1"/>
    <w:rsid w:val="0010504C"/>
    <w:rsid w:val="0010508F"/>
    <w:rsid w:val="00105355"/>
    <w:rsid w:val="00105419"/>
    <w:rsid w:val="00105A1E"/>
    <w:rsid w:val="00105A98"/>
    <w:rsid w:val="00105C3E"/>
    <w:rsid w:val="00106312"/>
    <w:rsid w:val="0010641E"/>
    <w:rsid w:val="00106431"/>
    <w:rsid w:val="00106847"/>
    <w:rsid w:val="00106DEE"/>
    <w:rsid w:val="00106E72"/>
    <w:rsid w:val="00107360"/>
    <w:rsid w:val="0010776F"/>
    <w:rsid w:val="00107C21"/>
    <w:rsid w:val="00107D31"/>
    <w:rsid w:val="00110020"/>
    <w:rsid w:val="00110444"/>
    <w:rsid w:val="001106AD"/>
    <w:rsid w:val="00110BA4"/>
    <w:rsid w:val="0011108C"/>
    <w:rsid w:val="00111224"/>
    <w:rsid w:val="001115B2"/>
    <w:rsid w:val="001117E5"/>
    <w:rsid w:val="00111CFA"/>
    <w:rsid w:val="00111E21"/>
    <w:rsid w:val="00111E38"/>
    <w:rsid w:val="001120D1"/>
    <w:rsid w:val="00112117"/>
    <w:rsid w:val="00112359"/>
    <w:rsid w:val="00112E0F"/>
    <w:rsid w:val="0011303C"/>
    <w:rsid w:val="0011373D"/>
    <w:rsid w:val="00113BC3"/>
    <w:rsid w:val="00113C82"/>
    <w:rsid w:val="00113EB0"/>
    <w:rsid w:val="0011403F"/>
    <w:rsid w:val="00114082"/>
    <w:rsid w:val="00114AAE"/>
    <w:rsid w:val="00115835"/>
    <w:rsid w:val="00115E8E"/>
    <w:rsid w:val="00115ED5"/>
    <w:rsid w:val="00115FDA"/>
    <w:rsid w:val="00116308"/>
    <w:rsid w:val="0011729E"/>
    <w:rsid w:val="001176D5"/>
    <w:rsid w:val="00117767"/>
    <w:rsid w:val="0011795A"/>
    <w:rsid w:val="00117DA6"/>
    <w:rsid w:val="00117ED1"/>
    <w:rsid w:val="00120166"/>
    <w:rsid w:val="0012048E"/>
    <w:rsid w:val="00120A02"/>
    <w:rsid w:val="00120D0E"/>
    <w:rsid w:val="00120E12"/>
    <w:rsid w:val="00121889"/>
    <w:rsid w:val="001220D8"/>
    <w:rsid w:val="00122179"/>
    <w:rsid w:val="0012253D"/>
    <w:rsid w:val="001225F2"/>
    <w:rsid w:val="001228D5"/>
    <w:rsid w:val="001229FF"/>
    <w:rsid w:val="00122C6D"/>
    <w:rsid w:val="00122F75"/>
    <w:rsid w:val="00123118"/>
    <w:rsid w:val="0012363C"/>
    <w:rsid w:val="001238D1"/>
    <w:rsid w:val="001238EB"/>
    <w:rsid w:val="00124102"/>
    <w:rsid w:val="00124198"/>
    <w:rsid w:val="00124773"/>
    <w:rsid w:val="00124B52"/>
    <w:rsid w:val="00124D03"/>
    <w:rsid w:val="00124D37"/>
    <w:rsid w:val="0012524F"/>
    <w:rsid w:val="001256E3"/>
    <w:rsid w:val="00125746"/>
    <w:rsid w:val="00125BD6"/>
    <w:rsid w:val="00125DC5"/>
    <w:rsid w:val="001269D1"/>
    <w:rsid w:val="00126D66"/>
    <w:rsid w:val="00126FF8"/>
    <w:rsid w:val="001276D5"/>
    <w:rsid w:val="00127BD0"/>
    <w:rsid w:val="001305BB"/>
    <w:rsid w:val="0013098A"/>
    <w:rsid w:val="00130BFF"/>
    <w:rsid w:val="00130E82"/>
    <w:rsid w:val="00130E9D"/>
    <w:rsid w:val="00130F5D"/>
    <w:rsid w:val="001311B4"/>
    <w:rsid w:val="001312C8"/>
    <w:rsid w:val="001316D3"/>
    <w:rsid w:val="001317D2"/>
    <w:rsid w:val="00131F32"/>
    <w:rsid w:val="00132453"/>
    <w:rsid w:val="0013273E"/>
    <w:rsid w:val="00132DE1"/>
    <w:rsid w:val="00132E74"/>
    <w:rsid w:val="00133381"/>
    <w:rsid w:val="0013360D"/>
    <w:rsid w:val="001337DF"/>
    <w:rsid w:val="00133CD5"/>
    <w:rsid w:val="001342E5"/>
    <w:rsid w:val="00134432"/>
    <w:rsid w:val="00134AAD"/>
    <w:rsid w:val="00134D86"/>
    <w:rsid w:val="001356CB"/>
    <w:rsid w:val="00135817"/>
    <w:rsid w:val="00135AA3"/>
    <w:rsid w:val="00135D00"/>
    <w:rsid w:val="00135D06"/>
    <w:rsid w:val="00135DB6"/>
    <w:rsid w:val="00136126"/>
    <w:rsid w:val="0013663B"/>
    <w:rsid w:val="00136753"/>
    <w:rsid w:val="001369E3"/>
    <w:rsid w:val="00136B25"/>
    <w:rsid w:val="00136B41"/>
    <w:rsid w:val="00136B7E"/>
    <w:rsid w:val="00136BFD"/>
    <w:rsid w:val="00137242"/>
    <w:rsid w:val="001375C4"/>
    <w:rsid w:val="00137946"/>
    <w:rsid w:val="00137BF1"/>
    <w:rsid w:val="00140770"/>
    <w:rsid w:val="00140980"/>
    <w:rsid w:val="00140BC5"/>
    <w:rsid w:val="00140E68"/>
    <w:rsid w:val="00140EB0"/>
    <w:rsid w:val="001413E0"/>
    <w:rsid w:val="0014148E"/>
    <w:rsid w:val="00141588"/>
    <w:rsid w:val="00141840"/>
    <w:rsid w:val="001419C6"/>
    <w:rsid w:val="00142000"/>
    <w:rsid w:val="0014217A"/>
    <w:rsid w:val="001424E9"/>
    <w:rsid w:val="00142FC0"/>
    <w:rsid w:val="00143670"/>
    <w:rsid w:val="00143861"/>
    <w:rsid w:val="00143958"/>
    <w:rsid w:val="00143B9F"/>
    <w:rsid w:val="00144118"/>
    <w:rsid w:val="001441AB"/>
    <w:rsid w:val="001442BD"/>
    <w:rsid w:val="00144314"/>
    <w:rsid w:val="00144529"/>
    <w:rsid w:val="00144C13"/>
    <w:rsid w:val="001452CF"/>
    <w:rsid w:val="001453FE"/>
    <w:rsid w:val="00145528"/>
    <w:rsid w:val="001458D4"/>
    <w:rsid w:val="00145D13"/>
    <w:rsid w:val="00145D1F"/>
    <w:rsid w:val="00146052"/>
    <w:rsid w:val="0014643F"/>
    <w:rsid w:val="0014644B"/>
    <w:rsid w:val="0014690C"/>
    <w:rsid w:val="00147202"/>
    <w:rsid w:val="00147653"/>
    <w:rsid w:val="00147754"/>
    <w:rsid w:val="00147E33"/>
    <w:rsid w:val="0015071D"/>
    <w:rsid w:val="00150771"/>
    <w:rsid w:val="001508D1"/>
    <w:rsid w:val="00150E6D"/>
    <w:rsid w:val="0015123C"/>
    <w:rsid w:val="001512E1"/>
    <w:rsid w:val="0015160C"/>
    <w:rsid w:val="0015163C"/>
    <w:rsid w:val="00151EB5"/>
    <w:rsid w:val="0015216F"/>
    <w:rsid w:val="00152416"/>
    <w:rsid w:val="001524EB"/>
    <w:rsid w:val="00152915"/>
    <w:rsid w:val="00152BDB"/>
    <w:rsid w:val="00152CAF"/>
    <w:rsid w:val="001533FA"/>
    <w:rsid w:val="0015382B"/>
    <w:rsid w:val="00153B62"/>
    <w:rsid w:val="001540B1"/>
    <w:rsid w:val="00154733"/>
    <w:rsid w:val="00154A89"/>
    <w:rsid w:val="00154C39"/>
    <w:rsid w:val="00154F5C"/>
    <w:rsid w:val="00154FF1"/>
    <w:rsid w:val="00155003"/>
    <w:rsid w:val="0015530F"/>
    <w:rsid w:val="001553E0"/>
    <w:rsid w:val="001556D8"/>
    <w:rsid w:val="00155C79"/>
    <w:rsid w:val="00156389"/>
    <w:rsid w:val="00156705"/>
    <w:rsid w:val="00156FB8"/>
    <w:rsid w:val="001573B1"/>
    <w:rsid w:val="00160581"/>
    <w:rsid w:val="00160755"/>
    <w:rsid w:val="001607F9"/>
    <w:rsid w:val="00161AFC"/>
    <w:rsid w:val="00161BCD"/>
    <w:rsid w:val="00161FB3"/>
    <w:rsid w:val="0016268C"/>
    <w:rsid w:val="001627B4"/>
    <w:rsid w:val="00163D8D"/>
    <w:rsid w:val="001644B4"/>
    <w:rsid w:val="001651EF"/>
    <w:rsid w:val="0016545E"/>
    <w:rsid w:val="0016584A"/>
    <w:rsid w:val="00166150"/>
    <w:rsid w:val="0016650E"/>
    <w:rsid w:val="00166A46"/>
    <w:rsid w:val="001671F4"/>
    <w:rsid w:val="0016726A"/>
    <w:rsid w:val="0016728D"/>
    <w:rsid w:val="001674A5"/>
    <w:rsid w:val="00167526"/>
    <w:rsid w:val="001677E5"/>
    <w:rsid w:val="00167848"/>
    <w:rsid w:val="00167C1E"/>
    <w:rsid w:val="00167E98"/>
    <w:rsid w:val="00167EA6"/>
    <w:rsid w:val="00170132"/>
    <w:rsid w:val="00170421"/>
    <w:rsid w:val="001709AF"/>
    <w:rsid w:val="00170AEB"/>
    <w:rsid w:val="00171365"/>
    <w:rsid w:val="0017171B"/>
    <w:rsid w:val="0017214D"/>
    <w:rsid w:val="001723D0"/>
    <w:rsid w:val="0017254A"/>
    <w:rsid w:val="00172616"/>
    <w:rsid w:val="0017262C"/>
    <w:rsid w:val="00172849"/>
    <w:rsid w:val="00172912"/>
    <w:rsid w:val="00172AD5"/>
    <w:rsid w:val="001732A4"/>
    <w:rsid w:val="0017388B"/>
    <w:rsid w:val="00173CE3"/>
    <w:rsid w:val="00173CF2"/>
    <w:rsid w:val="001741A1"/>
    <w:rsid w:val="001744F4"/>
    <w:rsid w:val="00174501"/>
    <w:rsid w:val="001745EC"/>
    <w:rsid w:val="00174656"/>
    <w:rsid w:val="00174D58"/>
    <w:rsid w:val="00174FF4"/>
    <w:rsid w:val="00175C13"/>
    <w:rsid w:val="00175C85"/>
    <w:rsid w:val="00176275"/>
    <w:rsid w:val="00176A17"/>
    <w:rsid w:val="001772E2"/>
    <w:rsid w:val="001776FA"/>
    <w:rsid w:val="0017779D"/>
    <w:rsid w:val="00177A6F"/>
    <w:rsid w:val="00177AC7"/>
    <w:rsid w:val="001803CD"/>
    <w:rsid w:val="00180668"/>
    <w:rsid w:val="001807A6"/>
    <w:rsid w:val="00180BC1"/>
    <w:rsid w:val="00181510"/>
    <w:rsid w:val="00181EF8"/>
    <w:rsid w:val="0018236B"/>
    <w:rsid w:val="0018347A"/>
    <w:rsid w:val="0018364F"/>
    <w:rsid w:val="00183996"/>
    <w:rsid w:val="00183A40"/>
    <w:rsid w:val="001842C9"/>
    <w:rsid w:val="001843CC"/>
    <w:rsid w:val="00184860"/>
    <w:rsid w:val="00184FD1"/>
    <w:rsid w:val="0018529C"/>
    <w:rsid w:val="001854C3"/>
    <w:rsid w:val="001856EE"/>
    <w:rsid w:val="00185EC0"/>
    <w:rsid w:val="001860E3"/>
    <w:rsid w:val="001865EE"/>
    <w:rsid w:val="00186621"/>
    <w:rsid w:val="0018664F"/>
    <w:rsid w:val="001866C2"/>
    <w:rsid w:val="00186C80"/>
    <w:rsid w:val="00186CF1"/>
    <w:rsid w:val="00186F44"/>
    <w:rsid w:val="00187083"/>
    <w:rsid w:val="00187413"/>
    <w:rsid w:val="00187509"/>
    <w:rsid w:val="00187EEF"/>
    <w:rsid w:val="00190248"/>
    <w:rsid w:val="00190BE3"/>
    <w:rsid w:val="00191213"/>
    <w:rsid w:val="00191592"/>
    <w:rsid w:val="001918D9"/>
    <w:rsid w:val="00191960"/>
    <w:rsid w:val="00191B37"/>
    <w:rsid w:val="00192811"/>
    <w:rsid w:val="0019298A"/>
    <w:rsid w:val="00192C40"/>
    <w:rsid w:val="0019343A"/>
    <w:rsid w:val="00193B13"/>
    <w:rsid w:val="00193B16"/>
    <w:rsid w:val="00193DE0"/>
    <w:rsid w:val="00193F96"/>
    <w:rsid w:val="00194214"/>
    <w:rsid w:val="001944D5"/>
    <w:rsid w:val="00194780"/>
    <w:rsid w:val="00194A29"/>
    <w:rsid w:val="00194ABA"/>
    <w:rsid w:val="00194FBC"/>
    <w:rsid w:val="00195292"/>
    <w:rsid w:val="001952CB"/>
    <w:rsid w:val="001957B2"/>
    <w:rsid w:val="00195A4B"/>
    <w:rsid w:val="00196131"/>
    <w:rsid w:val="001964E8"/>
    <w:rsid w:val="00197367"/>
    <w:rsid w:val="00197491"/>
    <w:rsid w:val="001979FA"/>
    <w:rsid w:val="00197AF6"/>
    <w:rsid w:val="00197B4B"/>
    <w:rsid w:val="00197F72"/>
    <w:rsid w:val="001A011A"/>
    <w:rsid w:val="001A01BA"/>
    <w:rsid w:val="001A0A05"/>
    <w:rsid w:val="001A0D77"/>
    <w:rsid w:val="001A0FAB"/>
    <w:rsid w:val="001A111C"/>
    <w:rsid w:val="001A1373"/>
    <w:rsid w:val="001A1635"/>
    <w:rsid w:val="001A19E5"/>
    <w:rsid w:val="001A2499"/>
    <w:rsid w:val="001A2649"/>
    <w:rsid w:val="001A27C8"/>
    <w:rsid w:val="001A2C21"/>
    <w:rsid w:val="001A3063"/>
    <w:rsid w:val="001A3EBC"/>
    <w:rsid w:val="001A3F1C"/>
    <w:rsid w:val="001A4A27"/>
    <w:rsid w:val="001A50A6"/>
    <w:rsid w:val="001A5BA7"/>
    <w:rsid w:val="001A614E"/>
    <w:rsid w:val="001A686B"/>
    <w:rsid w:val="001A6F89"/>
    <w:rsid w:val="001A7071"/>
    <w:rsid w:val="001A7136"/>
    <w:rsid w:val="001A73FD"/>
    <w:rsid w:val="001A74DC"/>
    <w:rsid w:val="001A7709"/>
    <w:rsid w:val="001A7B98"/>
    <w:rsid w:val="001A7CA2"/>
    <w:rsid w:val="001B01FE"/>
    <w:rsid w:val="001B056E"/>
    <w:rsid w:val="001B0738"/>
    <w:rsid w:val="001B087C"/>
    <w:rsid w:val="001B14C2"/>
    <w:rsid w:val="001B1861"/>
    <w:rsid w:val="001B1DEF"/>
    <w:rsid w:val="001B216E"/>
    <w:rsid w:val="001B24D3"/>
    <w:rsid w:val="001B2969"/>
    <w:rsid w:val="001B29D8"/>
    <w:rsid w:val="001B3339"/>
    <w:rsid w:val="001B34EC"/>
    <w:rsid w:val="001B35F4"/>
    <w:rsid w:val="001B392B"/>
    <w:rsid w:val="001B39BB"/>
    <w:rsid w:val="001B3A19"/>
    <w:rsid w:val="001B3ADC"/>
    <w:rsid w:val="001B3E08"/>
    <w:rsid w:val="001B3FC1"/>
    <w:rsid w:val="001B402A"/>
    <w:rsid w:val="001B43AD"/>
    <w:rsid w:val="001B44E2"/>
    <w:rsid w:val="001B467A"/>
    <w:rsid w:val="001B490F"/>
    <w:rsid w:val="001B4A9F"/>
    <w:rsid w:val="001B4DD8"/>
    <w:rsid w:val="001B4FF1"/>
    <w:rsid w:val="001B542D"/>
    <w:rsid w:val="001B5815"/>
    <w:rsid w:val="001B58D5"/>
    <w:rsid w:val="001B5DE3"/>
    <w:rsid w:val="001B60F7"/>
    <w:rsid w:val="001B65FE"/>
    <w:rsid w:val="001B6AE6"/>
    <w:rsid w:val="001B6CAB"/>
    <w:rsid w:val="001B6EFE"/>
    <w:rsid w:val="001B7A56"/>
    <w:rsid w:val="001C03B4"/>
    <w:rsid w:val="001C099A"/>
    <w:rsid w:val="001C0EC2"/>
    <w:rsid w:val="001C16A5"/>
    <w:rsid w:val="001C1944"/>
    <w:rsid w:val="001C223F"/>
    <w:rsid w:val="001C29B7"/>
    <w:rsid w:val="001C2AC4"/>
    <w:rsid w:val="001C2DED"/>
    <w:rsid w:val="001C3076"/>
    <w:rsid w:val="001C30B0"/>
    <w:rsid w:val="001C3529"/>
    <w:rsid w:val="001C3775"/>
    <w:rsid w:val="001C40FA"/>
    <w:rsid w:val="001C4691"/>
    <w:rsid w:val="001C4707"/>
    <w:rsid w:val="001C4775"/>
    <w:rsid w:val="001C4E01"/>
    <w:rsid w:val="001C4E91"/>
    <w:rsid w:val="001C54A6"/>
    <w:rsid w:val="001C56EB"/>
    <w:rsid w:val="001C5788"/>
    <w:rsid w:val="001C5CE4"/>
    <w:rsid w:val="001C5D07"/>
    <w:rsid w:val="001C5F0E"/>
    <w:rsid w:val="001C61B6"/>
    <w:rsid w:val="001C61D9"/>
    <w:rsid w:val="001C64C2"/>
    <w:rsid w:val="001C6CD4"/>
    <w:rsid w:val="001C6DC8"/>
    <w:rsid w:val="001C6E86"/>
    <w:rsid w:val="001C7694"/>
    <w:rsid w:val="001C7B94"/>
    <w:rsid w:val="001D00E9"/>
    <w:rsid w:val="001D037F"/>
    <w:rsid w:val="001D0582"/>
    <w:rsid w:val="001D0685"/>
    <w:rsid w:val="001D06CE"/>
    <w:rsid w:val="001D0958"/>
    <w:rsid w:val="001D0D9C"/>
    <w:rsid w:val="001D1280"/>
    <w:rsid w:val="001D1605"/>
    <w:rsid w:val="001D17F0"/>
    <w:rsid w:val="001D1BCF"/>
    <w:rsid w:val="001D1CD9"/>
    <w:rsid w:val="001D1E9F"/>
    <w:rsid w:val="001D2289"/>
    <w:rsid w:val="001D2624"/>
    <w:rsid w:val="001D2753"/>
    <w:rsid w:val="001D2956"/>
    <w:rsid w:val="001D2A76"/>
    <w:rsid w:val="001D2A9E"/>
    <w:rsid w:val="001D330A"/>
    <w:rsid w:val="001D3538"/>
    <w:rsid w:val="001D356E"/>
    <w:rsid w:val="001D36F6"/>
    <w:rsid w:val="001D3914"/>
    <w:rsid w:val="001D3C2E"/>
    <w:rsid w:val="001D3C75"/>
    <w:rsid w:val="001D4198"/>
    <w:rsid w:val="001D41E0"/>
    <w:rsid w:val="001D5390"/>
    <w:rsid w:val="001D5955"/>
    <w:rsid w:val="001D5B2E"/>
    <w:rsid w:val="001D5B94"/>
    <w:rsid w:val="001D5F5D"/>
    <w:rsid w:val="001D6116"/>
    <w:rsid w:val="001D61B1"/>
    <w:rsid w:val="001D7734"/>
    <w:rsid w:val="001D7C8B"/>
    <w:rsid w:val="001E039D"/>
    <w:rsid w:val="001E044D"/>
    <w:rsid w:val="001E05C6"/>
    <w:rsid w:val="001E0C03"/>
    <w:rsid w:val="001E0DFF"/>
    <w:rsid w:val="001E18AA"/>
    <w:rsid w:val="001E1A34"/>
    <w:rsid w:val="001E1C0B"/>
    <w:rsid w:val="001E1E6D"/>
    <w:rsid w:val="001E1EB3"/>
    <w:rsid w:val="001E2041"/>
    <w:rsid w:val="001E222B"/>
    <w:rsid w:val="001E23C5"/>
    <w:rsid w:val="001E2FB0"/>
    <w:rsid w:val="001E3056"/>
    <w:rsid w:val="001E30C5"/>
    <w:rsid w:val="001E30E5"/>
    <w:rsid w:val="001E3452"/>
    <w:rsid w:val="001E3697"/>
    <w:rsid w:val="001E3858"/>
    <w:rsid w:val="001E395A"/>
    <w:rsid w:val="001E3A06"/>
    <w:rsid w:val="001E3A34"/>
    <w:rsid w:val="001E3ECD"/>
    <w:rsid w:val="001E4875"/>
    <w:rsid w:val="001E4933"/>
    <w:rsid w:val="001E4EE1"/>
    <w:rsid w:val="001E55F4"/>
    <w:rsid w:val="001E578B"/>
    <w:rsid w:val="001E5C98"/>
    <w:rsid w:val="001E5CB9"/>
    <w:rsid w:val="001E61FB"/>
    <w:rsid w:val="001E6C3D"/>
    <w:rsid w:val="001E6CF7"/>
    <w:rsid w:val="001E6D66"/>
    <w:rsid w:val="001E7E29"/>
    <w:rsid w:val="001F0509"/>
    <w:rsid w:val="001F0FD0"/>
    <w:rsid w:val="001F110F"/>
    <w:rsid w:val="001F146C"/>
    <w:rsid w:val="001F1C3C"/>
    <w:rsid w:val="001F2419"/>
    <w:rsid w:val="001F270F"/>
    <w:rsid w:val="001F2B80"/>
    <w:rsid w:val="001F419F"/>
    <w:rsid w:val="001F43DA"/>
    <w:rsid w:val="001F4832"/>
    <w:rsid w:val="001F4956"/>
    <w:rsid w:val="001F4AF1"/>
    <w:rsid w:val="001F5016"/>
    <w:rsid w:val="001F535E"/>
    <w:rsid w:val="001F56C2"/>
    <w:rsid w:val="001F56E9"/>
    <w:rsid w:val="001F578E"/>
    <w:rsid w:val="001F5C29"/>
    <w:rsid w:val="001F5C2B"/>
    <w:rsid w:val="001F60E0"/>
    <w:rsid w:val="001F6425"/>
    <w:rsid w:val="001F68C9"/>
    <w:rsid w:val="001F7145"/>
    <w:rsid w:val="001F7221"/>
    <w:rsid w:val="001F775B"/>
    <w:rsid w:val="001F7D5F"/>
    <w:rsid w:val="001F7D91"/>
    <w:rsid w:val="00200B09"/>
    <w:rsid w:val="00200D23"/>
    <w:rsid w:val="00200D63"/>
    <w:rsid w:val="00200DD3"/>
    <w:rsid w:val="00200EB6"/>
    <w:rsid w:val="00200F3A"/>
    <w:rsid w:val="0020118C"/>
    <w:rsid w:val="00201234"/>
    <w:rsid w:val="00201DE8"/>
    <w:rsid w:val="002020B6"/>
    <w:rsid w:val="00202100"/>
    <w:rsid w:val="002022A0"/>
    <w:rsid w:val="0020247C"/>
    <w:rsid w:val="00202D32"/>
    <w:rsid w:val="00203054"/>
    <w:rsid w:val="002037F4"/>
    <w:rsid w:val="002040AE"/>
    <w:rsid w:val="00204518"/>
    <w:rsid w:val="0020499B"/>
    <w:rsid w:val="0020499E"/>
    <w:rsid w:val="00204B66"/>
    <w:rsid w:val="00204BAD"/>
    <w:rsid w:val="00205405"/>
    <w:rsid w:val="00205460"/>
    <w:rsid w:val="00205944"/>
    <w:rsid w:val="00205C52"/>
    <w:rsid w:val="00205EA1"/>
    <w:rsid w:val="002064D7"/>
    <w:rsid w:val="00206F09"/>
    <w:rsid w:val="00206FEC"/>
    <w:rsid w:val="002075A2"/>
    <w:rsid w:val="00207C94"/>
    <w:rsid w:val="00207D42"/>
    <w:rsid w:val="0021015D"/>
    <w:rsid w:val="00210326"/>
    <w:rsid w:val="002103B4"/>
    <w:rsid w:val="00210785"/>
    <w:rsid w:val="00210C1A"/>
    <w:rsid w:val="00210C73"/>
    <w:rsid w:val="00211679"/>
    <w:rsid w:val="00211953"/>
    <w:rsid w:val="002123FE"/>
    <w:rsid w:val="002128BA"/>
    <w:rsid w:val="002128C6"/>
    <w:rsid w:val="00212907"/>
    <w:rsid w:val="00213125"/>
    <w:rsid w:val="0021370F"/>
    <w:rsid w:val="002143D2"/>
    <w:rsid w:val="00214C8E"/>
    <w:rsid w:val="00214E4E"/>
    <w:rsid w:val="0021527C"/>
    <w:rsid w:val="002153C3"/>
    <w:rsid w:val="00215659"/>
    <w:rsid w:val="0021579B"/>
    <w:rsid w:val="00215A5D"/>
    <w:rsid w:val="00215EF4"/>
    <w:rsid w:val="002164C2"/>
    <w:rsid w:val="0021663C"/>
    <w:rsid w:val="00216658"/>
    <w:rsid w:val="002166C3"/>
    <w:rsid w:val="00216EFF"/>
    <w:rsid w:val="00217274"/>
    <w:rsid w:val="002174BE"/>
    <w:rsid w:val="00217550"/>
    <w:rsid w:val="002178A7"/>
    <w:rsid w:val="002179C8"/>
    <w:rsid w:val="00217AEE"/>
    <w:rsid w:val="00220255"/>
    <w:rsid w:val="00220735"/>
    <w:rsid w:val="00220EB2"/>
    <w:rsid w:val="00220F03"/>
    <w:rsid w:val="0022117F"/>
    <w:rsid w:val="00221C7A"/>
    <w:rsid w:val="00222133"/>
    <w:rsid w:val="00222423"/>
    <w:rsid w:val="00222910"/>
    <w:rsid w:val="00222E98"/>
    <w:rsid w:val="00222F78"/>
    <w:rsid w:val="0022315E"/>
    <w:rsid w:val="00223261"/>
    <w:rsid w:val="00223762"/>
    <w:rsid w:val="00223AB5"/>
    <w:rsid w:val="00223E5C"/>
    <w:rsid w:val="00223F79"/>
    <w:rsid w:val="002244DF"/>
    <w:rsid w:val="002248E1"/>
    <w:rsid w:val="00225639"/>
    <w:rsid w:val="00225678"/>
    <w:rsid w:val="00225C34"/>
    <w:rsid w:val="00225F0C"/>
    <w:rsid w:val="002266DF"/>
    <w:rsid w:val="00226BC2"/>
    <w:rsid w:val="00227434"/>
    <w:rsid w:val="00227523"/>
    <w:rsid w:val="00227917"/>
    <w:rsid w:val="00227A40"/>
    <w:rsid w:val="00227D25"/>
    <w:rsid w:val="00230A68"/>
    <w:rsid w:val="00230E7A"/>
    <w:rsid w:val="0023101E"/>
    <w:rsid w:val="0023116F"/>
    <w:rsid w:val="00231302"/>
    <w:rsid w:val="002324A9"/>
    <w:rsid w:val="00232607"/>
    <w:rsid w:val="0023271E"/>
    <w:rsid w:val="00232768"/>
    <w:rsid w:val="002329FF"/>
    <w:rsid w:val="00233202"/>
    <w:rsid w:val="0023379A"/>
    <w:rsid w:val="0023432F"/>
    <w:rsid w:val="00234582"/>
    <w:rsid w:val="002346E9"/>
    <w:rsid w:val="002346FA"/>
    <w:rsid w:val="00234EC6"/>
    <w:rsid w:val="002350CD"/>
    <w:rsid w:val="00235261"/>
    <w:rsid w:val="0023529C"/>
    <w:rsid w:val="002354D9"/>
    <w:rsid w:val="00235B50"/>
    <w:rsid w:val="00236532"/>
    <w:rsid w:val="00236655"/>
    <w:rsid w:val="00236C4F"/>
    <w:rsid w:val="00236DF8"/>
    <w:rsid w:val="00236EFC"/>
    <w:rsid w:val="00237105"/>
    <w:rsid w:val="00237176"/>
    <w:rsid w:val="00237672"/>
    <w:rsid w:val="00237A7C"/>
    <w:rsid w:val="00237AE2"/>
    <w:rsid w:val="00237B69"/>
    <w:rsid w:val="00240519"/>
    <w:rsid w:val="002406FF"/>
    <w:rsid w:val="0024073B"/>
    <w:rsid w:val="0024078B"/>
    <w:rsid w:val="0024083C"/>
    <w:rsid w:val="00240A23"/>
    <w:rsid w:val="00240EE3"/>
    <w:rsid w:val="002419B2"/>
    <w:rsid w:val="002419F1"/>
    <w:rsid w:val="00241B9C"/>
    <w:rsid w:val="002420B1"/>
    <w:rsid w:val="002423D9"/>
    <w:rsid w:val="00242D40"/>
    <w:rsid w:val="00243D45"/>
    <w:rsid w:val="00244353"/>
    <w:rsid w:val="002446E2"/>
    <w:rsid w:val="002448AD"/>
    <w:rsid w:val="00244975"/>
    <w:rsid w:val="00244F92"/>
    <w:rsid w:val="00244F93"/>
    <w:rsid w:val="002452C6"/>
    <w:rsid w:val="00245870"/>
    <w:rsid w:val="002458A2"/>
    <w:rsid w:val="002458FC"/>
    <w:rsid w:val="00245B81"/>
    <w:rsid w:val="00245CA2"/>
    <w:rsid w:val="00245EB8"/>
    <w:rsid w:val="002460DC"/>
    <w:rsid w:val="00246182"/>
    <w:rsid w:val="00246D09"/>
    <w:rsid w:val="00246E41"/>
    <w:rsid w:val="00246EBE"/>
    <w:rsid w:val="0024721E"/>
    <w:rsid w:val="00247D2A"/>
    <w:rsid w:val="002500CF"/>
    <w:rsid w:val="00250206"/>
    <w:rsid w:val="002506C5"/>
    <w:rsid w:val="00250802"/>
    <w:rsid w:val="00250AE7"/>
    <w:rsid w:val="00250ECE"/>
    <w:rsid w:val="00251302"/>
    <w:rsid w:val="00251A01"/>
    <w:rsid w:val="00251A05"/>
    <w:rsid w:val="00251E41"/>
    <w:rsid w:val="002526EE"/>
    <w:rsid w:val="002529AA"/>
    <w:rsid w:val="00252B0D"/>
    <w:rsid w:val="00252B16"/>
    <w:rsid w:val="00252D7E"/>
    <w:rsid w:val="00252E67"/>
    <w:rsid w:val="0025356D"/>
    <w:rsid w:val="002535A9"/>
    <w:rsid w:val="00253842"/>
    <w:rsid w:val="0025387F"/>
    <w:rsid w:val="002539DE"/>
    <w:rsid w:val="00253D95"/>
    <w:rsid w:val="002540B3"/>
    <w:rsid w:val="002542E4"/>
    <w:rsid w:val="00254389"/>
    <w:rsid w:val="0025455A"/>
    <w:rsid w:val="002546E9"/>
    <w:rsid w:val="002546F5"/>
    <w:rsid w:val="00255894"/>
    <w:rsid w:val="00255F03"/>
    <w:rsid w:val="00256578"/>
    <w:rsid w:val="002565A8"/>
    <w:rsid w:val="002565A9"/>
    <w:rsid w:val="002565CF"/>
    <w:rsid w:val="0025666C"/>
    <w:rsid w:val="00256759"/>
    <w:rsid w:val="00256D85"/>
    <w:rsid w:val="00256E03"/>
    <w:rsid w:val="00257141"/>
    <w:rsid w:val="002572E8"/>
    <w:rsid w:val="002577BC"/>
    <w:rsid w:val="0025793C"/>
    <w:rsid w:val="0025799B"/>
    <w:rsid w:val="00257ACD"/>
    <w:rsid w:val="00257B78"/>
    <w:rsid w:val="00257DBC"/>
    <w:rsid w:val="0026002C"/>
    <w:rsid w:val="00260622"/>
    <w:rsid w:val="00260CBD"/>
    <w:rsid w:val="00260CE5"/>
    <w:rsid w:val="00260D77"/>
    <w:rsid w:val="0026115A"/>
    <w:rsid w:val="00261C4F"/>
    <w:rsid w:val="00261C62"/>
    <w:rsid w:val="0026239D"/>
    <w:rsid w:val="00262547"/>
    <w:rsid w:val="00262BED"/>
    <w:rsid w:val="00262DFA"/>
    <w:rsid w:val="00262E88"/>
    <w:rsid w:val="002633DF"/>
    <w:rsid w:val="00263A09"/>
    <w:rsid w:val="00263DF5"/>
    <w:rsid w:val="0026408A"/>
    <w:rsid w:val="002641BF"/>
    <w:rsid w:val="0026463C"/>
    <w:rsid w:val="00264833"/>
    <w:rsid w:val="00264910"/>
    <w:rsid w:val="00264DFE"/>
    <w:rsid w:val="00264EDC"/>
    <w:rsid w:val="00265064"/>
    <w:rsid w:val="002653FE"/>
    <w:rsid w:val="00265453"/>
    <w:rsid w:val="00265562"/>
    <w:rsid w:val="002657D1"/>
    <w:rsid w:val="002663F6"/>
    <w:rsid w:val="0026668D"/>
    <w:rsid w:val="00266B00"/>
    <w:rsid w:val="00266C32"/>
    <w:rsid w:val="00266DDB"/>
    <w:rsid w:val="00266EB1"/>
    <w:rsid w:val="00267269"/>
    <w:rsid w:val="0026730C"/>
    <w:rsid w:val="002673DF"/>
    <w:rsid w:val="00267669"/>
    <w:rsid w:val="002677A6"/>
    <w:rsid w:val="00267881"/>
    <w:rsid w:val="00270B67"/>
    <w:rsid w:val="00271568"/>
    <w:rsid w:val="002715D9"/>
    <w:rsid w:val="00271FAB"/>
    <w:rsid w:val="002731A3"/>
    <w:rsid w:val="00273377"/>
    <w:rsid w:val="002736DE"/>
    <w:rsid w:val="00273BEF"/>
    <w:rsid w:val="00273EF7"/>
    <w:rsid w:val="0027436D"/>
    <w:rsid w:val="002743FA"/>
    <w:rsid w:val="00274829"/>
    <w:rsid w:val="002749FF"/>
    <w:rsid w:val="00274A83"/>
    <w:rsid w:val="00274E0E"/>
    <w:rsid w:val="00275C1C"/>
    <w:rsid w:val="002764E4"/>
    <w:rsid w:val="00276C0A"/>
    <w:rsid w:val="00276C33"/>
    <w:rsid w:val="002770E1"/>
    <w:rsid w:val="002772E1"/>
    <w:rsid w:val="00277408"/>
    <w:rsid w:val="00277514"/>
    <w:rsid w:val="00277CCB"/>
    <w:rsid w:val="002800F0"/>
    <w:rsid w:val="00280171"/>
    <w:rsid w:val="00280373"/>
    <w:rsid w:val="00280880"/>
    <w:rsid w:val="00280B92"/>
    <w:rsid w:val="00280E1E"/>
    <w:rsid w:val="00281451"/>
    <w:rsid w:val="00281A3F"/>
    <w:rsid w:val="00281E44"/>
    <w:rsid w:val="002822E3"/>
    <w:rsid w:val="00282727"/>
    <w:rsid w:val="00282844"/>
    <w:rsid w:val="0028292E"/>
    <w:rsid w:val="00283686"/>
    <w:rsid w:val="00283813"/>
    <w:rsid w:val="00283B18"/>
    <w:rsid w:val="00283B2C"/>
    <w:rsid w:val="00283D3D"/>
    <w:rsid w:val="0028441F"/>
    <w:rsid w:val="00284564"/>
    <w:rsid w:val="00284A53"/>
    <w:rsid w:val="00284B1F"/>
    <w:rsid w:val="00284B4C"/>
    <w:rsid w:val="00284F2C"/>
    <w:rsid w:val="0028507F"/>
    <w:rsid w:val="002855D7"/>
    <w:rsid w:val="00285867"/>
    <w:rsid w:val="00285AB9"/>
    <w:rsid w:val="00285D27"/>
    <w:rsid w:val="002862A9"/>
    <w:rsid w:val="0028679A"/>
    <w:rsid w:val="002869A1"/>
    <w:rsid w:val="00286A56"/>
    <w:rsid w:val="00287072"/>
    <w:rsid w:val="002871C7"/>
    <w:rsid w:val="00287351"/>
    <w:rsid w:val="00287451"/>
    <w:rsid w:val="0028755E"/>
    <w:rsid w:val="0028772B"/>
    <w:rsid w:val="00287BE3"/>
    <w:rsid w:val="002907FA"/>
    <w:rsid w:val="002908FF"/>
    <w:rsid w:val="002910C1"/>
    <w:rsid w:val="002911C9"/>
    <w:rsid w:val="00291764"/>
    <w:rsid w:val="002917B3"/>
    <w:rsid w:val="00291820"/>
    <w:rsid w:val="002918D4"/>
    <w:rsid w:val="00292037"/>
    <w:rsid w:val="0029283F"/>
    <w:rsid w:val="00292868"/>
    <w:rsid w:val="00292E10"/>
    <w:rsid w:val="002933A9"/>
    <w:rsid w:val="00293720"/>
    <w:rsid w:val="0029380E"/>
    <w:rsid w:val="00294170"/>
    <w:rsid w:val="00294232"/>
    <w:rsid w:val="002946DE"/>
    <w:rsid w:val="00294A2D"/>
    <w:rsid w:val="00294A33"/>
    <w:rsid w:val="00294DBE"/>
    <w:rsid w:val="00294F61"/>
    <w:rsid w:val="00295065"/>
    <w:rsid w:val="0029512E"/>
    <w:rsid w:val="00295749"/>
    <w:rsid w:val="00295E30"/>
    <w:rsid w:val="00295E35"/>
    <w:rsid w:val="00296047"/>
    <w:rsid w:val="00296243"/>
    <w:rsid w:val="00296413"/>
    <w:rsid w:val="00296821"/>
    <w:rsid w:val="002969BF"/>
    <w:rsid w:val="00296E60"/>
    <w:rsid w:val="0029735C"/>
    <w:rsid w:val="00297FA4"/>
    <w:rsid w:val="002A01B7"/>
    <w:rsid w:val="002A06E7"/>
    <w:rsid w:val="002A0819"/>
    <w:rsid w:val="002A09B3"/>
    <w:rsid w:val="002A0BE3"/>
    <w:rsid w:val="002A0BF1"/>
    <w:rsid w:val="002A0DB0"/>
    <w:rsid w:val="002A0F12"/>
    <w:rsid w:val="002A1168"/>
    <w:rsid w:val="002A1AC9"/>
    <w:rsid w:val="002A220F"/>
    <w:rsid w:val="002A223C"/>
    <w:rsid w:val="002A2541"/>
    <w:rsid w:val="002A26F8"/>
    <w:rsid w:val="002A29D2"/>
    <w:rsid w:val="002A2A62"/>
    <w:rsid w:val="002A2B9F"/>
    <w:rsid w:val="002A2E10"/>
    <w:rsid w:val="002A2F91"/>
    <w:rsid w:val="002A34CB"/>
    <w:rsid w:val="002A34CF"/>
    <w:rsid w:val="002A3525"/>
    <w:rsid w:val="002A355A"/>
    <w:rsid w:val="002A3935"/>
    <w:rsid w:val="002A3C3E"/>
    <w:rsid w:val="002A3C43"/>
    <w:rsid w:val="002A3E8F"/>
    <w:rsid w:val="002A4146"/>
    <w:rsid w:val="002A44AE"/>
    <w:rsid w:val="002A47B1"/>
    <w:rsid w:val="002A4C64"/>
    <w:rsid w:val="002A4D41"/>
    <w:rsid w:val="002A5333"/>
    <w:rsid w:val="002A5693"/>
    <w:rsid w:val="002A5BDE"/>
    <w:rsid w:val="002A5D79"/>
    <w:rsid w:val="002A6009"/>
    <w:rsid w:val="002A6D2F"/>
    <w:rsid w:val="002A6FD2"/>
    <w:rsid w:val="002A72B4"/>
    <w:rsid w:val="002A760E"/>
    <w:rsid w:val="002A7B52"/>
    <w:rsid w:val="002B0353"/>
    <w:rsid w:val="002B03DD"/>
    <w:rsid w:val="002B03F1"/>
    <w:rsid w:val="002B04C1"/>
    <w:rsid w:val="002B04CA"/>
    <w:rsid w:val="002B0B0D"/>
    <w:rsid w:val="002B0EFC"/>
    <w:rsid w:val="002B10B3"/>
    <w:rsid w:val="002B1428"/>
    <w:rsid w:val="002B2A1B"/>
    <w:rsid w:val="002B2C15"/>
    <w:rsid w:val="002B2C22"/>
    <w:rsid w:val="002B2C77"/>
    <w:rsid w:val="002B2DF6"/>
    <w:rsid w:val="002B2FC5"/>
    <w:rsid w:val="002B313A"/>
    <w:rsid w:val="002B320D"/>
    <w:rsid w:val="002B332D"/>
    <w:rsid w:val="002B36FE"/>
    <w:rsid w:val="002B3B02"/>
    <w:rsid w:val="002B3DBD"/>
    <w:rsid w:val="002B4698"/>
    <w:rsid w:val="002B4820"/>
    <w:rsid w:val="002B518B"/>
    <w:rsid w:val="002B51F2"/>
    <w:rsid w:val="002B5398"/>
    <w:rsid w:val="002B569D"/>
    <w:rsid w:val="002B56E9"/>
    <w:rsid w:val="002B58B7"/>
    <w:rsid w:val="002B58B8"/>
    <w:rsid w:val="002B599E"/>
    <w:rsid w:val="002B5B21"/>
    <w:rsid w:val="002B5B61"/>
    <w:rsid w:val="002B5F5F"/>
    <w:rsid w:val="002B61B6"/>
    <w:rsid w:val="002B6721"/>
    <w:rsid w:val="002B6B12"/>
    <w:rsid w:val="002B6F06"/>
    <w:rsid w:val="002B74A4"/>
    <w:rsid w:val="002B78BE"/>
    <w:rsid w:val="002B7D4B"/>
    <w:rsid w:val="002B7F36"/>
    <w:rsid w:val="002B7F89"/>
    <w:rsid w:val="002C0008"/>
    <w:rsid w:val="002C0029"/>
    <w:rsid w:val="002C02D3"/>
    <w:rsid w:val="002C06E8"/>
    <w:rsid w:val="002C09DF"/>
    <w:rsid w:val="002C0BE1"/>
    <w:rsid w:val="002C19DE"/>
    <w:rsid w:val="002C1CB2"/>
    <w:rsid w:val="002C22EE"/>
    <w:rsid w:val="002C235B"/>
    <w:rsid w:val="002C32FD"/>
    <w:rsid w:val="002C3358"/>
    <w:rsid w:val="002C383D"/>
    <w:rsid w:val="002C3883"/>
    <w:rsid w:val="002C418E"/>
    <w:rsid w:val="002C4374"/>
    <w:rsid w:val="002C4375"/>
    <w:rsid w:val="002C472F"/>
    <w:rsid w:val="002C4A4D"/>
    <w:rsid w:val="002C4C15"/>
    <w:rsid w:val="002C5302"/>
    <w:rsid w:val="002C5DFF"/>
    <w:rsid w:val="002C5FAF"/>
    <w:rsid w:val="002C607D"/>
    <w:rsid w:val="002C60AD"/>
    <w:rsid w:val="002C62ED"/>
    <w:rsid w:val="002C64F0"/>
    <w:rsid w:val="002C6713"/>
    <w:rsid w:val="002C6C2F"/>
    <w:rsid w:val="002C7039"/>
    <w:rsid w:val="002C7083"/>
    <w:rsid w:val="002C7427"/>
    <w:rsid w:val="002C75BC"/>
    <w:rsid w:val="002C77EA"/>
    <w:rsid w:val="002C79EA"/>
    <w:rsid w:val="002C7BAF"/>
    <w:rsid w:val="002D00D1"/>
    <w:rsid w:val="002D0CE4"/>
    <w:rsid w:val="002D1217"/>
    <w:rsid w:val="002D13FB"/>
    <w:rsid w:val="002D15E7"/>
    <w:rsid w:val="002D17AF"/>
    <w:rsid w:val="002D17CE"/>
    <w:rsid w:val="002D1B3E"/>
    <w:rsid w:val="002D1DE8"/>
    <w:rsid w:val="002D1E7C"/>
    <w:rsid w:val="002D1EC9"/>
    <w:rsid w:val="002D29A3"/>
    <w:rsid w:val="002D29F9"/>
    <w:rsid w:val="002D342A"/>
    <w:rsid w:val="002D3AC6"/>
    <w:rsid w:val="002D3AFA"/>
    <w:rsid w:val="002D425C"/>
    <w:rsid w:val="002D46D9"/>
    <w:rsid w:val="002D4D38"/>
    <w:rsid w:val="002D4F0B"/>
    <w:rsid w:val="002D5103"/>
    <w:rsid w:val="002D55C2"/>
    <w:rsid w:val="002D5723"/>
    <w:rsid w:val="002D58D6"/>
    <w:rsid w:val="002D62D1"/>
    <w:rsid w:val="002D6901"/>
    <w:rsid w:val="002D6A25"/>
    <w:rsid w:val="002D6B1D"/>
    <w:rsid w:val="002D6C1A"/>
    <w:rsid w:val="002D6D75"/>
    <w:rsid w:val="002D6F3A"/>
    <w:rsid w:val="002D725F"/>
    <w:rsid w:val="002D7373"/>
    <w:rsid w:val="002D74A1"/>
    <w:rsid w:val="002D76F5"/>
    <w:rsid w:val="002E0113"/>
    <w:rsid w:val="002E027D"/>
    <w:rsid w:val="002E042D"/>
    <w:rsid w:val="002E064B"/>
    <w:rsid w:val="002E07E6"/>
    <w:rsid w:val="002E07FC"/>
    <w:rsid w:val="002E0C68"/>
    <w:rsid w:val="002E0DBE"/>
    <w:rsid w:val="002E15C5"/>
    <w:rsid w:val="002E181B"/>
    <w:rsid w:val="002E1942"/>
    <w:rsid w:val="002E1C2C"/>
    <w:rsid w:val="002E1D2D"/>
    <w:rsid w:val="002E1E7B"/>
    <w:rsid w:val="002E1F07"/>
    <w:rsid w:val="002E2253"/>
    <w:rsid w:val="002E2540"/>
    <w:rsid w:val="002E28A8"/>
    <w:rsid w:val="002E2F01"/>
    <w:rsid w:val="002E3014"/>
    <w:rsid w:val="002E35C1"/>
    <w:rsid w:val="002E3833"/>
    <w:rsid w:val="002E383E"/>
    <w:rsid w:val="002E3F06"/>
    <w:rsid w:val="002E4176"/>
    <w:rsid w:val="002E42EA"/>
    <w:rsid w:val="002E43C4"/>
    <w:rsid w:val="002E4855"/>
    <w:rsid w:val="002E4924"/>
    <w:rsid w:val="002E4A8B"/>
    <w:rsid w:val="002E4AD7"/>
    <w:rsid w:val="002E4D43"/>
    <w:rsid w:val="002E59BD"/>
    <w:rsid w:val="002E5F20"/>
    <w:rsid w:val="002E61DB"/>
    <w:rsid w:val="002E6419"/>
    <w:rsid w:val="002E6949"/>
    <w:rsid w:val="002E6E2F"/>
    <w:rsid w:val="002E6E3A"/>
    <w:rsid w:val="002E717F"/>
    <w:rsid w:val="002E750A"/>
    <w:rsid w:val="002E78CC"/>
    <w:rsid w:val="002F07E8"/>
    <w:rsid w:val="002F0848"/>
    <w:rsid w:val="002F091F"/>
    <w:rsid w:val="002F0DE8"/>
    <w:rsid w:val="002F10B8"/>
    <w:rsid w:val="002F12A7"/>
    <w:rsid w:val="002F153E"/>
    <w:rsid w:val="002F1771"/>
    <w:rsid w:val="002F1776"/>
    <w:rsid w:val="002F1BEA"/>
    <w:rsid w:val="002F1DE6"/>
    <w:rsid w:val="002F1FAD"/>
    <w:rsid w:val="002F24CB"/>
    <w:rsid w:val="002F282D"/>
    <w:rsid w:val="002F38EC"/>
    <w:rsid w:val="002F3B15"/>
    <w:rsid w:val="002F3EDB"/>
    <w:rsid w:val="002F4233"/>
    <w:rsid w:val="002F49F7"/>
    <w:rsid w:val="002F4F91"/>
    <w:rsid w:val="002F5344"/>
    <w:rsid w:val="002F5697"/>
    <w:rsid w:val="002F5750"/>
    <w:rsid w:val="002F57C9"/>
    <w:rsid w:val="002F5FB6"/>
    <w:rsid w:val="002F6142"/>
    <w:rsid w:val="002F63E5"/>
    <w:rsid w:val="002F6C8E"/>
    <w:rsid w:val="002F751A"/>
    <w:rsid w:val="002F7B2C"/>
    <w:rsid w:val="002F7BF0"/>
    <w:rsid w:val="002F7DFF"/>
    <w:rsid w:val="00300116"/>
    <w:rsid w:val="003005A4"/>
    <w:rsid w:val="00300C39"/>
    <w:rsid w:val="00301078"/>
    <w:rsid w:val="0030125A"/>
    <w:rsid w:val="0030158D"/>
    <w:rsid w:val="00301753"/>
    <w:rsid w:val="0030178C"/>
    <w:rsid w:val="00302415"/>
    <w:rsid w:val="003026E8"/>
    <w:rsid w:val="003026EC"/>
    <w:rsid w:val="0030272E"/>
    <w:rsid w:val="00302823"/>
    <w:rsid w:val="00302CCB"/>
    <w:rsid w:val="00302D40"/>
    <w:rsid w:val="00302E8D"/>
    <w:rsid w:val="00302F84"/>
    <w:rsid w:val="0030332A"/>
    <w:rsid w:val="003035CF"/>
    <w:rsid w:val="003036AE"/>
    <w:rsid w:val="00303C06"/>
    <w:rsid w:val="00303E92"/>
    <w:rsid w:val="00304CE4"/>
    <w:rsid w:val="003054C2"/>
    <w:rsid w:val="0030550B"/>
    <w:rsid w:val="00305782"/>
    <w:rsid w:val="00305906"/>
    <w:rsid w:val="00305F4B"/>
    <w:rsid w:val="0030631B"/>
    <w:rsid w:val="003069EC"/>
    <w:rsid w:val="00306EBB"/>
    <w:rsid w:val="003071C8"/>
    <w:rsid w:val="00307241"/>
    <w:rsid w:val="003073EC"/>
    <w:rsid w:val="0030752D"/>
    <w:rsid w:val="00307D2E"/>
    <w:rsid w:val="0031002E"/>
    <w:rsid w:val="0031005B"/>
    <w:rsid w:val="0031089B"/>
    <w:rsid w:val="003109EF"/>
    <w:rsid w:val="003118DB"/>
    <w:rsid w:val="00311A93"/>
    <w:rsid w:val="00311DDE"/>
    <w:rsid w:val="0031203F"/>
    <w:rsid w:val="0031210E"/>
    <w:rsid w:val="0031230C"/>
    <w:rsid w:val="00312A85"/>
    <w:rsid w:val="00312A89"/>
    <w:rsid w:val="00312BF7"/>
    <w:rsid w:val="00312D51"/>
    <w:rsid w:val="00312DD1"/>
    <w:rsid w:val="00312E32"/>
    <w:rsid w:val="00312FC8"/>
    <w:rsid w:val="00313512"/>
    <w:rsid w:val="00313718"/>
    <w:rsid w:val="003137E9"/>
    <w:rsid w:val="00313AE3"/>
    <w:rsid w:val="00313AFE"/>
    <w:rsid w:val="00313D5B"/>
    <w:rsid w:val="00313F4F"/>
    <w:rsid w:val="00314040"/>
    <w:rsid w:val="00314775"/>
    <w:rsid w:val="00314903"/>
    <w:rsid w:val="00315031"/>
    <w:rsid w:val="003154CA"/>
    <w:rsid w:val="003158E9"/>
    <w:rsid w:val="00315A14"/>
    <w:rsid w:val="00315EF2"/>
    <w:rsid w:val="00315F8E"/>
    <w:rsid w:val="0031633C"/>
    <w:rsid w:val="0031635E"/>
    <w:rsid w:val="0031702A"/>
    <w:rsid w:val="00317317"/>
    <w:rsid w:val="00317641"/>
    <w:rsid w:val="00317651"/>
    <w:rsid w:val="00317733"/>
    <w:rsid w:val="0031781C"/>
    <w:rsid w:val="00317ACB"/>
    <w:rsid w:val="00317B4A"/>
    <w:rsid w:val="00317BA9"/>
    <w:rsid w:val="003200C5"/>
    <w:rsid w:val="00320FE4"/>
    <w:rsid w:val="00321079"/>
    <w:rsid w:val="00321230"/>
    <w:rsid w:val="00321AC2"/>
    <w:rsid w:val="00321CDE"/>
    <w:rsid w:val="00321CE2"/>
    <w:rsid w:val="00321EB8"/>
    <w:rsid w:val="0032248C"/>
    <w:rsid w:val="00322614"/>
    <w:rsid w:val="00322BDA"/>
    <w:rsid w:val="003230D5"/>
    <w:rsid w:val="003233BC"/>
    <w:rsid w:val="003235A2"/>
    <w:rsid w:val="00324263"/>
    <w:rsid w:val="00324E68"/>
    <w:rsid w:val="0032516B"/>
    <w:rsid w:val="0032685D"/>
    <w:rsid w:val="003268C9"/>
    <w:rsid w:val="00326A9F"/>
    <w:rsid w:val="00326B1D"/>
    <w:rsid w:val="00326C6F"/>
    <w:rsid w:val="00326ED8"/>
    <w:rsid w:val="003270AA"/>
    <w:rsid w:val="00327348"/>
    <w:rsid w:val="00327591"/>
    <w:rsid w:val="003276C9"/>
    <w:rsid w:val="00327BC7"/>
    <w:rsid w:val="00327FAA"/>
    <w:rsid w:val="0033061A"/>
    <w:rsid w:val="003306E0"/>
    <w:rsid w:val="00330DAF"/>
    <w:rsid w:val="0033108E"/>
    <w:rsid w:val="003316A8"/>
    <w:rsid w:val="00331DA0"/>
    <w:rsid w:val="003324CE"/>
    <w:rsid w:val="00332A86"/>
    <w:rsid w:val="00332B27"/>
    <w:rsid w:val="00332C1A"/>
    <w:rsid w:val="00332C3B"/>
    <w:rsid w:val="00332E0D"/>
    <w:rsid w:val="00332E13"/>
    <w:rsid w:val="00332E40"/>
    <w:rsid w:val="00332EFE"/>
    <w:rsid w:val="00332FB8"/>
    <w:rsid w:val="0033326F"/>
    <w:rsid w:val="00333413"/>
    <w:rsid w:val="00333439"/>
    <w:rsid w:val="003336B5"/>
    <w:rsid w:val="00333CEC"/>
    <w:rsid w:val="00334600"/>
    <w:rsid w:val="00334897"/>
    <w:rsid w:val="00334A0D"/>
    <w:rsid w:val="00334F07"/>
    <w:rsid w:val="00334F1A"/>
    <w:rsid w:val="00335F7D"/>
    <w:rsid w:val="003360F6"/>
    <w:rsid w:val="0033616C"/>
    <w:rsid w:val="00336347"/>
    <w:rsid w:val="003368BB"/>
    <w:rsid w:val="003368D8"/>
    <w:rsid w:val="00336E6B"/>
    <w:rsid w:val="00336FC4"/>
    <w:rsid w:val="003373AB"/>
    <w:rsid w:val="00337A24"/>
    <w:rsid w:val="00337A41"/>
    <w:rsid w:val="00337BD3"/>
    <w:rsid w:val="00337BD8"/>
    <w:rsid w:val="00337C9F"/>
    <w:rsid w:val="00340117"/>
    <w:rsid w:val="003402A5"/>
    <w:rsid w:val="003403CD"/>
    <w:rsid w:val="003403DA"/>
    <w:rsid w:val="003403EB"/>
    <w:rsid w:val="003405BF"/>
    <w:rsid w:val="00340994"/>
    <w:rsid w:val="003414A5"/>
    <w:rsid w:val="00342073"/>
    <w:rsid w:val="00342162"/>
    <w:rsid w:val="00342C14"/>
    <w:rsid w:val="00343247"/>
    <w:rsid w:val="00343755"/>
    <w:rsid w:val="00343AC4"/>
    <w:rsid w:val="00343F70"/>
    <w:rsid w:val="00344059"/>
    <w:rsid w:val="003442A1"/>
    <w:rsid w:val="00344B72"/>
    <w:rsid w:val="00344D33"/>
    <w:rsid w:val="00345508"/>
    <w:rsid w:val="00345712"/>
    <w:rsid w:val="0034598B"/>
    <w:rsid w:val="00345B70"/>
    <w:rsid w:val="00345D6C"/>
    <w:rsid w:val="00345EDF"/>
    <w:rsid w:val="00346020"/>
    <w:rsid w:val="00346852"/>
    <w:rsid w:val="00346A12"/>
    <w:rsid w:val="00346E42"/>
    <w:rsid w:val="0034718E"/>
    <w:rsid w:val="003475FA"/>
    <w:rsid w:val="00347BC9"/>
    <w:rsid w:val="00350276"/>
    <w:rsid w:val="003504F2"/>
    <w:rsid w:val="0035099A"/>
    <w:rsid w:val="003509AC"/>
    <w:rsid w:val="00351007"/>
    <w:rsid w:val="003511E9"/>
    <w:rsid w:val="003513B1"/>
    <w:rsid w:val="003514CE"/>
    <w:rsid w:val="00351A06"/>
    <w:rsid w:val="00351A5B"/>
    <w:rsid w:val="00351AEA"/>
    <w:rsid w:val="00351BB8"/>
    <w:rsid w:val="00351BCF"/>
    <w:rsid w:val="00352555"/>
    <w:rsid w:val="0035400F"/>
    <w:rsid w:val="003546FE"/>
    <w:rsid w:val="0035489B"/>
    <w:rsid w:val="003548D7"/>
    <w:rsid w:val="00354A9C"/>
    <w:rsid w:val="00354CEA"/>
    <w:rsid w:val="00354F2C"/>
    <w:rsid w:val="0035542D"/>
    <w:rsid w:val="003554AA"/>
    <w:rsid w:val="00355740"/>
    <w:rsid w:val="00355915"/>
    <w:rsid w:val="00355954"/>
    <w:rsid w:val="00355E22"/>
    <w:rsid w:val="00355E44"/>
    <w:rsid w:val="003560AA"/>
    <w:rsid w:val="00356148"/>
    <w:rsid w:val="00356381"/>
    <w:rsid w:val="00356F0F"/>
    <w:rsid w:val="00357C32"/>
    <w:rsid w:val="00357CF3"/>
    <w:rsid w:val="00360171"/>
    <w:rsid w:val="0036084E"/>
    <w:rsid w:val="00360F46"/>
    <w:rsid w:val="003616F3"/>
    <w:rsid w:val="00362413"/>
    <w:rsid w:val="003628B7"/>
    <w:rsid w:val="00363621"/>
    <w:rsid w:val="00363779"/>
    <w:rsid w:val="003639ED"/>
    <w:rsid w:val="00363BAA"/>
    <w:rsid w:val="00363BF2"/>
    <w:rsid w:val="00363E9F"/>
    <w:rsid w:val="00363F7C"/>
    <w:rsid w:val="0036447C"/>
    <w:rsid w:val="0036456A"/>
    <w:rsid w:val="003645B4"/>
    <w:rsid w:val="00364E7A"/>
    <w:rsid w:val="00364F6A"/>
    <w:rsid w:val="0036551A"/>
    <w:rsid w:val="00365624"/>
    <w:rsid w:val="0036562F"/>
    <w:rsid w:val="00365F8E"/>
    <w:rsid w:val="00366050"/>
    <w:rsid w:val="00366936"/>
    <w:rsid w:val="0036696F"/>
    <w:rsid w:val="003669F1"/>
    <w:rsid w:val="00366E92"/>
    <w:rsid w:val="00367096"/>
    <w:rsid w:val="00367B83"/>
    <w:rsid w:val="00367D46"/>
    <w:rsid w:val="00367E03"/>
    <w:rsid w:val="00370186"/>
    <w:rsid w:val="0037054B"/>
    <w:rsid w:val="00370614"/>
    <w:rsid w:val="00370CA1"/>
    <w:rsid w:val="0037118C"/>
    <w:rsid w:val="003714B8"/>
    <w:rsid w:val="003716A2"/>
    <w:rsid w:val="003716E1"/>
    <w:rsid w:val="00371AEB"/>
    <w:rsid w:val="00371E29"/>
    <w:rsid w:val="00371EC5"/>
    <w:rsid w:val="0037214E"/>
    <w:rsid w:val="00372714"/>
    <w:rsid w:val="00372D1F"/>
    <w:rsid w:val="00372D9E"/>
    <w:rsid w:val="00373148"/>
    <w:rsid w:val="003732A2"/>
    <w:rsid w:val="003737E1"/>
    <w:rsid w:val="00373A97"/>
    <w:rsid w:val="00373FAA"/>
    <w:rsid w:val="00374217"/>
    <w:rsid w:val="00374B4A"/>
    <w:rsid w:val="00374B59"/>
    <w:rsid w:val="0037559A"/>
    <w:rsid w:val="00375960"/>
    <w:rsid w:val="00375A45"/>
    <w:rsid w:val="00376106"/>
    <w:rsid w:val="00376638"/>
    <w:rsid w:val="00377187"/>
    <w:rsid w:val="00377297"/>
    <w:rsid w:val="003772E8"/>
    <w:rsid w:val="00377359"/>
    <w:rsid w:val="00377A63"/>
    <w:rsid w:val="00377AD9"/>
    <w:rsid w:val="00377DED"/>
    <w:rsid w:val="00377E52"/>
    <w:rsid w:val="00377F75"/>
    <w:rsid w:val="0038028C"/>
    <w:rsid w:val="00380370"/>
    <w:rsid w:val="00380551"/>
    <w:rsid w:val="00380BB5"/>
    <w:rsid w:val="00380FBA"/>
    <w:rsid w:val="00381303"/>
    <w:rsid w:val="0038181E"/>
    <w:rsid w:val="00381834"/>
    <w:rsid w:val="0038193D"/>
    <w:rsid w:val="003822F2"/>
    <w:rsid w:val="003823D7"/>
    <w:rsid w:val="00382FEE"/>
    <w:rsid w:val="0038395E"/>
    <w:rsid w:val="00383AE1"/>
    <w:rsid w:val="00383B39"/>
    <w:rsid w:val="00383B8F"/>
    <w:rsid w:val="00383CA2"/>
    <w:rsid w:val="00384897"/>
    <w:rsid w:val="003852E4"/>
    <w:rsid w:val="003852F4"/>
    <w:rsid w:val="0038544C"/>
    <w:rsid w:val="003858A8"/>
    <w:rsid w:val="00385901"/>
    <w:rsid w:val="00385A0A"/>
    <w:rsid w:val="00385DC9"/>
    <w:rsid w:val="00386478"/>
    <w:rsid w:val="0038785C"/>
    <w:rsid w:val="00387B74"/>
    <w:rsid w:val="0039010D"/>
    <w:rsid w:val="00390492"/>
    <w:rsid w:val="00390EF4"/>
    <w:rsid w:val="003911CA"/>
    <w:rsid w:val="00391364"/>
    <w:rsid w:val="00391E30"/>
    <w:rsid w:val="00392926"/>
    <w:rsid w:val="003930EE"/>
    <w:rsid w:val="00393235"/>
    <w:rsid w:val="00393965"/>
    <w:rsid w:val="00394040"/>
    <w:rsid w:val="00394321"/>
    <w:rsid w:val="0039448E"/>
    <w:rsid w:val="00394620"/>
    <w:rsid w:val="00394708"/>
    <w:rsid w:val="003947D6"/>
    <w:rsid w:val="00394A72"/>
    <w:rsid w:val="003950A3"/>
    <w:rsid w:val="003952C2"/>
    <w:rsid w:val="0039532B"/>
    <w:rsid w:val="003954EC"/>
    <w:rsid w:val="003955F1"/>
    <w:rsid w:val="00395732"/>
    <w:rsid w:val="00395D0A"/>
    <w:rsid w:val="00395E8A"/>
    <w:rsid w:val="003964CD"/>
    <w:rsid w:val="00396D1D"/>
    <w:rsid w:val="003973A6"/>
    <w:rsid w:val="003974EC"/>
    <w:rsid w:val="0039793C"/>
    <w:rsid w:val="003979B2"/>
    <w:rsid w:val="003979EC"/>
    <w:rsid w:val="003979FA"/>
    <w:rsid w:val="00397BB1"/>
    <w:rsid w:val="00397DE0"/>
    <w:rsid w:val="003A0121"/>
    <w:rsid w:val="003A08FE"/>
    <w:rsid w:val="003A0BC0"/>
    <w:rsid w:val="003A0D84"/>
    <w:rsid w:val="003A1089"/>
    <w:rsid w:val="003A1365"/>
    <w:rsid w:val="003A1B9E"/>
    <w:rsid w:val="003A1D99"/>
    <w:rsid w:val="003A214C"/>
    <w:rsid w:val="003A2300"/>
    <w:rsid w:val="003A264C"/>
    <w:rsid w:val="003A27C5"/>
    <w:rsid w:val="003A2FEF"/>
    <w:rsid w:val="003A33B3"/>
    <w:rsid w:val="003A369A"/>
    <w:rsid w:val="003A3713"/>
    <w:rsid w:val="003A37F0"/>
    <w:rsid w:val="003A3D99"/>
    <w:rsid w:val="003A3DC4"/>
    <w:rsid w:val="003A40FB"/>
    <w:rsid w:val="003A47A9"/>
    <w:rsid w:val="003A4A24"/>
    <w:rsid w:val="003A4FFC"/>
    <w:rsid w:val="003A5726"/>
    <w:rsid w:val="003A582A"/>
    <w:rsid w:val="003A587B"/>
    <w:rsid w:val="003A5B68"/>
    <w:rsid w:val="003A6012"/>
    <w:rsid w:val="003A62E7"/>
    <w:rsid w:val="003A62EC"/>
    <w:rsid w:val="003A63F4"/>
    <w:rsid w:val="003A65D0"/>
    <w:rsid w:val="003A66AE"/>
    <w:rsid w:val="003A6840"/>
    <w:rsid w:val="003A6B16"/>
    <w:rsid w:val="003A6DF5"/>
    <w:rsid w:val="003A7872"/>
    <w:rsid w:val="003B0096"/>
    <w:rsid w:val="003B02A4"/>
    <w:rsid w:val="003B087B"/>
    <w:rsid w:val="003B0E06"/>
    <w:rsid w:val="003B17B6"/>
    <w:rsid w:val="003B1A14"/>
    <w:rsid w:val="003B1C62"/>
    <w:rsid w:val="003B1CC8"/>
    <w:rsid w:val="003B1ED7"/>
    <w:rsid w:val="003B25DC"/>
    <w:rsid w:val="003B2702"/>
    <w:rsid w:val="003B2A7D"/>
    <w:rsid w:val="003B2A9B"/>
    <w:rsid w:val="003B2D24"/>
    <w:rsid w:val="003B324C"/>
    <w:rsid w:val="003B34C7"/>
    <w:rsid w:val="003B3772"/>
    <w:rsid w:val="003B3AEF"/>
    <w:rsid w:val="003B439B"/>
    <w:rsid w:val="003B4C36"/>
    <w:rsid w:val="003B4D97"/>
    <w:rsid w:val="003B5773"/>
    <w:rsid w:val="003B5A7F"/>
    <w:rsid w:val="003B5C17"/>
    <w:rsid w:val="003B5E25"/>
    <w:rsid w:val="003B60D1"/>
    <w:rsid w:val="003B6179"/>
    <w:rsid w:val="003B6448"/>
    <w:rsid w:val="003B6881"/>
    <w:rsid w:val="003B6A7A"/>
    <w:rsid w:val="003B6E0E"/>
    <w:rsid w:val="003B762B"/>
    <w:rsid w:val="003B7A27"/>
    <w:rsid w:val="003C003F"/>
    <w:rsid w:val="003C0390"/>
    <w:rsid w:val="003C099A"/>
    <w:rsid w:val="003C0BAB"/>
    <w:rsid w:val="003C0E1B"/>
    <w:rsid w:val="003C13A6"/>
    <w:rsid w:val="003C1868"/>
    <w:rsid w:val="003C1C70"/>
    <w:rsid w:val="003C1D1C"/>
    <w:rsid w:val="003C1D73"/>
    <w:rsid w:val="003C1F59"/>
    <w:rsid w:val="003C202F"/>
    <w:rsid w:val="003C21BA"/>
    <w:rsid w:val="003C2400"/>
    <w:rsid w:val="003C24DE"/>
    <w:rsid w:val="003C2D70"/>
    <w:rsid w:val="003C2E26"/>
    <w:rsid w:val="003C2FA7"/>
    <w:rsid w:val="003C322C"/>
    <w:rsid w:val="003C3B32"/>
    <w:rsid w:val="003C3D07"/>
    <w:rsid w:val="003C3DBA"/>
    <w:rsid w:val="003C3FE8"/>
    <w:rsid w:val="003C41E7"/>
    <w:rsid w:val="003C4B52"/>
    <w:rsid w:val="003C4BCF"/>
    <w:rsid w:val="003C4D23"/>
    <w:rsid w:val="003C4D7B"/>
    <w:rsid w:val="003C5083"/>
    <w:rsid w:val="003C50FB"/>
    <w:rsid w:val="003C5282"/>
    <w:rsid w:val="003C5CBF"/>
    <w:rsid w:val="003C622D"/>
    <w:rsid w:val="003C6320"/>
    <w:rsid w:val="003C667E"/>
    <w:rsid w:val="003C6789"/>
    <w:rsid w:val="003C67C8"/>
    <w:rsid w:val="003C684C"/>
    <w:rsid w:val="003C6A3A"/>
    <w:rsid w:val="003C6C99"/>
    <w:rsid w:val="003C77D0"/>
    <w:rsid w:val="003C796C"/>
    <w:rsid w:val="003D076B"/>
    <w:rsid w:val="003D0C3E"/>
    <w:rsid w:val="003D0CF4"/>
    <w:rsid w:val="003D12BE"/>
    <w:rsid w:val="003D15AC"/>
    <w:rsid w:val="003D1B8B"/>
    <w:rsid w:val="003D22D1"/>
    <w:rsid w:val="003D23BC"/>
    <w:rsid w:val="003D2951"/>
    <w:rsid w:val="003D2F62"/>
    <w:rsid w:val="003D2FD1"/>
    <w:rsid w:val="003D32FB"/>
    <w:rsid w:val="003D35BF"/>
    <w:rsid w:val="003D3726"/>
    <w:rsid w:val="003D3BD4"/>
    <w:rsid w:val="003D41C1"/>
    <w:rsid w:val="003D4AE1"/>
    <w:rsid w:val="003D4C0C"/>
    <w:rsid w:val="003D4F13"/>
    <w:rsid w:val="003D4F31"/>
    <w:rsid w:val="003D507A"/>
    <w:rsid w:val="003D560B"/>
    <w:rsid w:val="003D5C24"/>
    <w:rsid w:val="003D5E27"/>
    <w:rsid w:val="003D639F"/>
    <w:rsid w:val="003D65E6"/>
    <w:rsid w:val="003D6978"/>
    <w:rsid w:val="003D6C78"/>
    <w:rsid w:val="003D6FD6"/>
    <w:rsid w:val="003D7198"/>
    <w:rsid w:val="003D7434"/>
    <w:rsid w:val="003D7832"/>
    <w:rsid w:val="003E04B2"/>
    <w:rsid w:val="003E04FE"/>
    <w:rsid w:val="003E05C3"/>
    <w:rsid w:val="003E086B"/>
    <w:rsid w:val="003E095B"/>
    <w:rsid w:val="003E0F48"/>
    <w:rsid w:val="003E11B3"/>
    <w:rsid w:val="003E160A"/>
    <w:rsid w:val="003E16D2"/>
    <w:rsid w:val="003E1BE4"/>
    <w:rsid w:val="003E2669"/>
    <w:rsid w:val="003E2F1D"/>
    <w:rsid w:val="003E2FA2"/>
    <w:rsid w:val="003E30CC"/>
    <w:rsid w:val="003E319C"/>
    <w:rsid w:val="003E36CD"/>
    <w:rsid w:val="003E3B1B"/>
    <w:rsid w:val="003E3BCD"/>
    <w:rsid w:val="003E3D40"/>
    <w:rsid w:val="003E42C0"/>
    <w:rsid w:val="003E45EB"/>
    <w:rsid w:val="003E464F"/>
    <w:rsid w:val="003E4659"/>
    <w:rsid w:val="003E50E3"/>
    <w:rsid w:val="003E517C"/>
    <w:rsid w:val="003E5512"/>
    <w:rsid w:val="003E589D"/>
    <w:rsid w:val="003E5F8C"/>
    <w:rsid w:val="003E6A70"/>
    <w:rsid w:val="003E6D06"/>
    <w:rsid w:val="003E7374"/>
    <w:rsid w:val="003E76EF"/>
    <w:rsid w:val="003E7D6D"/>
    <w:rsid w:val="003E7EDE"/>
    <w:rsid w:val="003F02ED"/>
    <w:rsid w:val="003F039A"/>
    <w:rsid w:val="003F040E"/>
    <w:rsid w:val="003F0EB8"/>
    <w:rsid w:val="003F0F86"/>
    <w:rsid w:val="003F107F"/>
    <w:rsid w:val="003F17EF"/>
    <w:rsid w:val="003F18E1"/>
    <w:rsid w:val="003F197B"/>
    <w:rsid w:val="003F1C0F"/>
    <w:rsid w:val="003F1FFD"/>
    <w:rsid w:val="003F208B"/>
    <w:rsid w:val="003F2589"/>
    <w:rsid w:val="003F279C"/>
    <w:rsid w:val="003F2AB5"/>
    <w:rsid w:val="003F30DC"/>
    <w:rsid w:val="003F353C"/>
    <w:rsid w:val="003F42EC"/>
    <w:rsid w:val="003F4456"/>
    <w:rsid w:val="003F490E"/>
    <w:rsid w:val="003F4CDA"/>
    <w:rsid w:val="003F5128"/>
    <w:rsid w:val="003F53F1"/>
    <w:rsid w:val="003F569C"/>
    <w:rsid w:val="003F604A"/>
    <w:rsid w:val="003F69CC"/>
    <w:rsid w:val="003F72C0"/>
    <w:rsid w:val="003F78FD"/>
    <w:rsid w:val="003F7FBE"/>
    <w:rsid w:val="00400294"/>
    <w:rsid w:val="004003CE"/>
    <w:rsid w:val="00401B10"/>
    <w:rsid w:val="00401B47"/>
    <w:rsid w:val="0040205E"/>
    <w:rsid w:val="00402408"/>
    <w:rsid w:val="004029BC"/>
    <w:rsid w:val="004029E3"/>
    <w:rsid w:val="00402AA2"/>
    <w:rsid w:val="00402BA7"/>
    <w:rsid w:val="00402BC4"/>
    <w:rsid w:val="00402CD7"/>
    <w:rsid w:val="00402DF0"/>
    <w:rsid w:val="00403530"/>
    <w:rsid w:val="00403809"/>
    <w:rsid w:val="00403905"/>
    <w:rsid w:val="00403AEC"/>
    <w:rsid w:val="00403CF9"/>
    <w:rsid w:val="00404356"/>
    <w:rsid w:val="00404662"/>
    <w:rsid w:val="00404B1C"/>
    <w:rsid w:val="00404EDB"/>
    <w:rsid w:val="00404FD9"/>
    <w:rsid w:val="00405649"/>
    <w:rsid w:val="004058F1"/>
    <w:rsid w:val="00405B71"/>
    <w:rsid w:val="0040616B"/>
    <w:rsid w:val="00406675"/>
    <w:rsid w:val="004067B8"/>
    <w:rsid w:val="0040690D"/>
    <w:rsid w:val="00406FD9"/>
    <w:rsid w:val="004072B3"/>
    <w:rsid w:val="00407C94"/>
    <w:rsid w:val="00407EF4"/>
    <w:rsid w:val="00407FBF"/>
    <w:rsid w:val="004107D6"/>
    <w:rsid w:val="00411478"/>
    <w:rsid w:val="004114FE"/>
    <w:rsid w:val="0041227A"/>
    <w:rsid w:val="004126EF"/>
    <w:rsid w:val="004132C6"/>
    <w:rsid w:val="0041357C"/>
    <w:rsid w:val="00413C21"/>
    <w:rsid w:val="00413DBD"/>
    <w:rsid w:val="00414906"/>
    <w:rsid w:val="00415161"/>
    <w:rsid w:val="00415166"/>
    <w:rsid w:val="0041553C"/>
    <w:rsid w:val="004156F8"/>
    <w:rsid w:val="00415E76"/>
    <w:rsid w:val="00415F1C"/>
    <w:rsid w:val="00416027"/>
    <w:rsid w:val="00416E11"/>
    <w:rsid w:val="004172FE"/>
    <w:rsid w:val="0041759F"/>
    <w:rsid w:val="004176FA"/>
    <w:rsid w:val="00417A03"/>
    <w:rsid w:val="00420374"/>
    <w:rsid w:val="004208D1"/>
    <w:rsid w:val="00420AAE"/>
    <w:rsid w:val="0042122D"/>
    <w:rsid w:val="00421352"/>
    <w:rsid w:val="0042140A"/>
    <w:rsid w:val="004215BE"/>
    <w:rsid w:val="0042218F"/>
    <w:rsid w:val="00422CE8"/>
    <w:rsid w:val="00422EC5"/>
    <w:rsid w:val="0042317D"/>
    <w:rsid w:val="00423543"/>
    <w:rsid w:val="004244E5"/>
    <w:rsid w:val="00424529"/>
    <w:rsid w:val="00424639"/>
    <w:rsid w:val="00424AF0"/>
    <w:rsid w:val="00424C87"/>
    <w:rsid w:val="00424D5D"/>
    <w:rsid w:val="00425AB9"/>
    <w:rsid w:val="00425D7B"/>
    <w:rsid w:val="00425F1E"/>
    <w:rsid w:val="00426304"/>
    <w:rsid w:val="004263C7"/>
    <w:rsid w:val="004264B2"/>
    <w:rsid w:val="00426A2B"/>
    <w:rsid w:val="00426DD3"/>
    <w:rsid w:val="00426E09"/>
    <w:rsid w:val="004271F7"/>
    <w:rsid w:val="00427214"/>
    <w:rsid w:val="0042771F"/>
    <w:rsid w:val="00427BFE"/>
    <w:rsid w:val="004305C1"/>
    <w:rsid w:val="004309B0"/>
    <w:rsid w:val="004309D7"/>
    <w:rsid w:val="00430CFE"/>
    <w:rsid w:val="00430F9E"/>
    <w:rsid w:val="004310ED"/>
    <w:rsid w:val="004313D8"/>
    <w:rsid w:val="00431442"/>
    <w:rsid w:val="00431659"/>
    <w:rsid w:val="00431CDD"/>
    <w:rsid w:val="00431E07"/>
    <w:rsid w:val="00431ED7"/>
    <w:rsid w:val="00432267"/>
    <w:rsid w:val="004327EC"/>
    <w:rsid w:val="00432953"/>
    <w:rsid w:val="00432A63"/>
    <w:rsid w:val="0043320E"/>
    <w:rsid w:val="004333B0"/>
    <w:rsid w:val="00433633"/>
    <w:rsid w:val="004337EC"/>
    <w:rsid w:val="00433A6C"/>
    <w:rsid w:val="00433C25"/>
    <w:rsid w:val="00433EBD"/>
    <w:rsid w:val="00434293"/>
    <w:rsid w:val="004348A2"/>
    <w:rsid w:val="00434A0C"/>
    <w:rsid w:val="00434B4A"/>
    <w:rsid w:val="00434D48"/>
    <w:rsid w:val="00435022"/>
    <w:rsid w:val="004353AD"/>
    <w:rsid w:val="00435605"/>
    <w:rsid w:val="00435687"/>
    <w:rsid w:val="00435B46"/>
    <w:rsid w:val="0043622E"/>
    <w:rsid w:val="004362D9"/>
    <w:rsid w:val="00436560"/>
    <w:rsid w:val="004365E4"/>
    <w:rsid w:val="004369F1"/>
    <w:rsid w:val="00436D49"/>
    <w:rsid w:val="004371F5"/>
    <w:rsid w:val="0043726E"/>
    <w:rsid w:val="00437593"/>
    <w:rsid w:val="004379D9"/>
    <w:rsid w:val="00437A24"/>
    <w:rsid w:val="00437A27"/>
    <w:rsid w:val="00437B49"/>
    <w:rsid w:val="00437CCF"/>
    <w:rsid w:val="00437DBB"/>
    <w:rsid w:val="00440467"/>
    <w:rsid w:val="00440647"/>
    <w:rsid w:val="00440902"/>
    <w:rsid w:val="00440CCD"/>
    <w:rsid w:val="00440D62"/>
    <w:rsid w:val="004415D4"/>
    <w:rsid w:val="00441754"/>
    <w:rsid w:val="0044177A"/>
    <w:rsid w:val="004418F9"/>
    <w:rsid w:val="00441D91"/>
    <w:rsid w:val="00441E75"/>
    <w:rsid w:val="0044235B"/>
    <w:rsid w:val="00442373"/>
    <w:rsid w:val="004424C0"/>
    <w:rsid w:val="0044262B"/>
    <w:rsid w:val="00442A9D"/>
    <w:rsid w:val="00442B7C"/>
    <w:rsid w:val="00442E13"/>
    <w:rsid w:val="00443735"/>
    <w:rsid w:val="00443A98"/>
    <w:rsid w:val="00443B00"/>
    <w:rsid w:val="0044415F"/>
    <w:rsid w:val="00444B53"/>
    <w:rsid w:val="00444D93"/>
    <w:rsid w:val="00445276"/>
    <w:rsid w:val="004452A7"/>
    <w:rsid w:val="004455F1"/>
    <w:rsid w:val="00445675"/>
    <w:rsid w:val="00445936"/>
    <w:rsid w:val="004459EC"/>
    <w:rsid w:val="00445DE9"/>
    <w:rsid w:val="00446448"/>
    <w:rsid w:val="0044652E"/>
    <w:rsid w:val="00446541"/>
    <w:rsid w:val="00446DD9"/>
    <w:rsid w:val="00446E44"/>
    <w:rsid w:val="00447186"/>
    <w:rsid w:val="00447D1E"/>
    <w:rsid w:val="00450429"/>
    <w:rsid w:val="00450682"/>
    <w:rsid w:val="00450AE4"/>
    <w:rsid w:val="00451311"/>
    <w:rsid w:val="004514C2"/>
    <w:rsid w:val="00451595"/>
    <w:rsid w:val="00452430"/>
    <w:rsid w:val="0045309A"/>
    <w:rsid w:val="0045374A"/>
    <w:rsid w:val="00453C41"/>
    <w:rsid w:val="00453E12"/>
    <w:rsid w:val="0045472A"/>
    <w:rsid w:val="00454875"/>
    <w:rsid w:val="00454F72"/>
    <w:rsid w:val="004550FA"/>
    <w:rsid w:val="004553F4"/>
    <w:rsid w:val="004559AD"/>
    <w:rsid w:val="00455E5C"/>
    <w:rsid w:val="00455F96"/>
    <w:rsid w:val="004562F3"/>
    <w:rsid w:val="0045691E"/>
    <w:rsid w:val="004569C0"/>
    <w:rsid w:val="004570EB"/>
    <w:rsid w:val="00457137"/>
    <w:rsid w:val="00457A9E"/>
    <w:rsid w:val="00457B0B"/>
    <w:rsid w:val="00457CD6"/>
    <w:rsid w:val="00457E94"/>
    <w:rsid w:val="00460125"/>
    <w:rsid w:val="004605DE"/>
    <w:rsid w:val="004611E5"/>
    <w:rsid w:val="00461913"/>
    <w:rsid w:val="00461CA3"/>
    <w:rsid w:val="00461E3B"/>
    <w:rsid w:val="00462125"/>
    <w:rsid w:val="00462589"/>
    <w:rsid w:val="00462756"/>
    <w:rsid w:val="004627A5"/>
    <w:rsid w:val="00462D4D"/>
    <w:rsid w:val="00462DBE"/>
    <w:rsid w:val="00462DCF"/>
    <w:rsid w:val="0046309A"/>
    <w:rsid w:val="00463868"/>
    <w:rsid w:val="004638E6"/>
    <w:rsid w:val="00463D73"/>
    <w:rsid w:val="00463D8E"/>
    <w:rsid w:val="00464198"/>
    <w:rsid w:val="0046519F"/>
    <w:rsid w:val="0046597E"/>
    <w:rsid w:val="00465B36"/>
    <w:rsid w:val="00466149"/>
    <w:rsid w:val="00466721"/>
    <w:rsid w:val="004668DF"/>
    <w:rsid w:val="00466CD9"/>
    <w:rsid w:val="00466F1D"/>
    <w:rsid w:val="00467497"/>
    <w:rsid w:val="00467657"/>
    <w:rsid w:val="0046791F"/>
    <w:rsid w:val="004679D7"/>
    <w:rsid w:val="00467C6A"/>
    <w:rsid w:val="004702A0"/>
    <w:rsid w:val="004702D6"/>
    <w:rsid w:val="00470E08"/>
    <w:rsid w:val="0047106F"/>
    <w:rsid w:val="004710C7"/>
    <w:rsid w:val="0047114F"/>
    <w:rsid w:val="004711D5"/>
    <w:rsid w:val="0047124F"/>
    <w:rsid w:val="00471998"/>
    <w:rsid w:val="00471B19"/>
    <w:rsid w:val="00471FC7"/>
    <w:rsid w:val="00472383"/>
    <w:rsid w:val="004726D9"/>
    <w:rsid w:val="00472867"/>
    <w:rsid w:val="00472C26"/>
    <w:rsid w:val="0047326D"/>
    <w:rsid w:val="00473BEC"/>
    <w:rsid w:val="00473FD1"/>
    <w:rsid w:val="00474897"/>
    <w:rsid w:val="00474A93"/>
    <w:rsid w:val="00474E9A"/>
    <w:rsid w:val="0047513D"/>
    <w:rsid w:val="004754BA"/>
    <w:rsid w:val="00475562"/>
    <w:rsid w:val="00475AE8"/>
    <w:rsid w:val="00475EF3"/>
    <w:rsid w:val="00475F31"/>
    <w:rsid w:val="00476252"/>
    <w:rsid w:val="0047627F"/>
    <w:rsid w:val="0047662C"/>
    <w:rsid w:val="00476B00"/>
    <w:rsid w:val="00476E12"/>
    <w:rsid w:val="00477131"/>
    <w:rsid w:val="0047756B"/>
    <w:rsid w:val="00477DE1"/>
    <w:rsid w:val="00477ED2"/>
    <w:rsid w:val="00480A69"/>
    <w:rsid w:val="00480A70"/>
    <w:rsid w:val="00480AFA"/>
    <w:rsid w:val="00480B3E"/>
    <w:rsid w:val="00480CE1"/>
    <w:rsid w:val="004810CE"/>
    <w:rsid w:val="0048144C"/>
    <w:rsid w:val="004818AD"/>
    <w:rsid w:val="00481BBB"/>
    <w:rsid w:val="00481BBE"/>
    <w:rsid w:val="004820BC"/>
    <w:rsid w:val="004825FA"/>
    <w:rsid w:val="00482969"/>
    <w:rsid w:val="00482B9E"/>
    <w:rsid w:val="00482C97"/>
    <w:rsid w:val="004833BE"/>
    <w:rsid w:val="004833CE"/>
    <w:rsid w:val="00483BE9"/>
    <w:rsid w:val="00483D44"/>
    <w:rsid w:val="0048427A"/>
    <w:rsid w:val="00484811"/>
    <w:rsid w:val="0048489F"/>
    <w:rsid w:val="00484B99"/>
    <w:rsid w:val="00484F8B"/>
    <w:rsid w:val="0048563D"/>
    <w:rsid w:val="004857EC"/>
    <w:rsid w:val="00485CC6"/>
    <w:rsid w:val="00485D82"/>
    <w:rsid w:val="004860FA"/>
    <w:rsid w:val="004863A1"/>
    <w:rsid w:val="00486573"/>
    <w:rsid w:val="00486DDB"/>
    <w:rsid w:val="00486FB7"/>
    <w:rsid w:val="004874B1"/>
    <w:rsid w:val="00487B4D"/>
    <w:rsid w:val="00487E72"/>
    <w:rsid w:val="0049055E"/>
    <w:rsid w:val="004905B3"/>
    <w:rsid w:val="00490F63"/>
    <w:rsid w:val="0049180F"/>
    <w:rsid w:val="00491951"/>
    <w:rsid w:val="00491EBB"/>
    <w:rsid w:val="004920C4"/>
    <w:rsid w:val="004926CA"/>
    <w:rsid w:val="00492778"/>
    <w:rsid w:val="00492B04"/>
    <w:rsid w:val="004933EC"/>
    <w:rsid w:val="00493415"/>
    <w:rsid w:val="00493867"/>
    <w:rsid w:val="00493DFF"/>
    <w:rsid w:val="00493E19"/>
    <w:rsid w:val="00493E97"/>
    <w:rsid w:val="004946DC"/>
    <w:rsid w:val="004946F6"/>
    <w:rsid w:val="00495374"/>
    <w:rsid w:val="00495611"/>
    <w:rsid w:val="0049570B"/>
    <w:rsid w:val="00495B33"/>
    <w:rsid w:val="00496115"/>
    <w:rsid w:val="004961B4"/>
    <w:rsid w:val="00496382"/>
    <w:rsid w:val="0049663C"/>
    <w:rsid w:val="00497017"/>
    <w:rsid w:val="00497063"/>
    <w:rsid w:val="004971F6"/>
    <w:rsid w:val="00497269"/>
    <w:rsid w:val="00497AA5"/>
    <w:rsid w:val="00497D1A"/>
    <w:rsid w:val="00497D6C"/>
    <w:rsid w:val="00497F79"/>
    <w:rsid w:val="004A02AF"/>
    <w:rsid w:val="004A0A8C"/>
    <w:rsid w:val="004A213A"/>
    <w:rsid w:val="004A24F7"/>
    <w:rsid w:val="004A2B53"/>
    <w:rsid w:val="004A3038"/>
    <w:rsid w:val="004A30EF"/>
    <w:rsid w:val="004A3182"/>
    <w:rsid w:val="004A328B"/>
    <w:rsid w:val="004A36BC"/>
    <w:rsid w:val="004A3871"/>
    <w:rsid w:val="004A3F42"/>
    <w:rsid w:val="004A4071"/>
    <w:rsid w:val="004A433B"/>
    <w:rsid w:val="004A46EF"/>
    <w:rsid w:val="004A46FF"/>
    <w:rsid w:val="004A47D7"/>
    <w:rsid w:val="004A4CF0"/>
    <w:rsid w:val="004A4DFD"/>
    <w:rsid w:val="004A4EBD"/>
    <w:rsid w:val="004A54E1"/>
    <w:rsid w:val="004A5582"/>
    <w:rsid w:val="004A5770"/>
    <w:rsid w:val="004A5DA4"/>
    <w:rsid w:val="004A5FFA"/>
    <w:rsid w:val="004A6333"/>
    <w:rsid w:val="004A6521"/>
    <w:rsid w:val="004A6E18"/>
    <w:rsid w:val="004A6E8F"/>
    <w:rsid w:val="004A6F32"/>
    <w:rsid w:val="004A70AA"/>
    <w:rsid w:val="004A73C4"/>
    <w:rsid w:val="004A75A5"/>
    <w:rsid w:val="004A7C70"/>
    <w:rsid w:val="004A7EC1"/>
    <w:rsid w:val="004B0212"/>
    <w:rsid w:val="004B0545"/>
    <w:rsid w:val="004B05BB"/>
    <w:rsid w:val="004B0628"/>
    <w:rsid w:val="004B10BE"/>
    <w:rsid w:val="004B13F7"/>
    <w:rsid w:val="004B1E5F"/>
    <w:rsid w:val="004B220C"/>
    <w:rsid w:val="004B22E0"/>
    <w:rsid w:val="004B265A"/>
    <w:rsid w:val="004B2A47"/>
    <w:rsid w:val="004B2FF2"/>
    <w:rsid w:val="004B3056"/>
    <w:rsid w:val="004B30C2"/>
    <w:rsid w:val="004B3184"/>
    <w:rsid w:val="004B31AE"/>
    <w:rsid w:val="004B3313"/>
    <w:rsid w:val="004B3384"/>
    <w:rsid w:val="004B3805"/>
    <w:rsid w:val="004B3843"/>
    <w:rsid w:val="004B3849"/>
    <w:rsid w:val="004B394B"/>
    <w:rsid w:val="004B3A89"/>
    <w:rsid w:val="004B41B0"/>
    <w:rsid w:val="004B4599"/>
    <w:rsid w:val="004B46AF"/>
    <w:rsid w:val="004B484F"/>
    <w:rsid w:val="004B4C34"/>
    <w:rsid w:val="004B529E"/>
    <w:rsid w:val="004B5367"/>
    <w:rsid w:val="004B5A76"/>
    <w:rsid w:val="004B5C5F"/>
    <w:rsid w:val="004B5CF4"/>
    <w:rsid w:val="004B5D6D"/>
    <w:rsid w:val="004B656A"/>
    <w:rsid w:val="004B657E"/>
    <w:rsid w:val="004B6A42"/>
    <w:rsid w:val="004B6BC7"/>
    <w:rsid w:val="004B6FFB"/>
    <w:rsid w:val="004B7127"/>
    <w:rsid w:val="004B72B9"/>
    <w:rsid w:val="004B73A2"/>
    <w:rsid w:val="004B7412"/>
    <w:rsid w:val="004B74A8"/>
    <w:rsid w:val="004B759B"/>
    <w:rsid w:val="004B7921"/>
    <w:rsid w:val="004B79FA"/>
    <w:rsid w:val="004B7B03"/>
    <w:rsid w:val="004B7F23"/>
    <w:rsid w:val="004C1256"/>
    <w:rsid w:val="004C1412"/>
    <w:rsid w:val="004C164A"/>
    <w:rsid w:val="004C1748"/>
    <w:rsid w:val="004C1EDA"/>
    <w:rsid w:val="004C210C"/>
    <w:rsid w:val="004C213B"/>
    <w:rsid w:val="004C22E2"/>
    <w:rsid w:val="004C243A"/>
    <w:rsid w:val="004C2518"/>
    <w:rsid w:val="004C2624"/>
    <w:rsid w:val="004C277D"/>
    <w:rsid w:val="004C2B8F"/>
    <w:rsid w:val="004C2C9E"/>
    <w:rsid w:val="004C2F2B"/>
    <w:rsid w:val="004C323A"/>
    <w:rsid w:val="004C34BC"/>
    <w:rsid w:val="004C3974"/>
    <w:rsid w:val="004C3B47"/>
    <w:rsid w:val="004C4154"/>
    <w:rsid w:val="004C436E"/>
    <w:rsid w:val="004C449D"/>
    <w:rsid w:val="004C44AF"/>
    <w:rsid w:val="004C45F9"/>
    <w:rsid w:val="004C4928"/>
    <w:rsid w:val="004C4AA9"/>
    <w:rsid w:val="004C4C3E"/>
    <w:rsid w:val="004C4CE2"/>
    <w:rsid w:val="004C4DD9"/>
    <w:rsid w:val="004C4E5E"/>
    <w:rsid w:val="004C4F0E"/>
    <w:rsid w:val="004C6791"/>
    <w:rsid w:val="004C6EE0"/>
    <w:rsid w:val="004C6FC4"/>
    <w:rsid w:val="004C713C"/>
    <w:rsid w:val="004C73BA"/>
    <w:rsid w:val="004C7CDB"/>
    <w:rsid w:val="004C7E26"/>
    <w:rsid w:val="004C7FB1"/>
    <w:rsid w:val="004D0016"/>
    <w:rsid w:val="004D04B9"/>
    <w:rsid w:val="004D139B"/>
    <w:rsid w:val="004D2C8B"/>
    <w:rsid w:val="004D32F7"/>
    <w:rsid w:val="004D3916"/>
    <w:rsid w:val="004D3A9E"/>
    <w:rsid w:val="004D3C68"/>
    <w:rsid w:val="004D3F74"/>
    <w:rsid w:val="004D4407"/>
    <w:rsid w:val="004D4605"/>
    <w:rsid w:val="004D52B5"/>
    <w:rsid w:val="004D5903"/>
    <w:rsid w:val="004D606C"/>
    <w:rsid w:val="004D654F"/>
    <w:rsid w:val="004D692C"/>
    <w:rsid w:val="004D69F4"/>
    <w:rsid w:val="004D6ABC"/>
    <w:rsid w:val="004D6D43"/>
    <w:rsid w:val="004D6DE5"/>
    <w:rsid w:val="004D7509"/>
    <w:rsid w:val="004D764C"/>
    <w:rsid w:val="004D79E1"/>
    <w:rsid w:val="004D7C3F"/>
    <w:rsid w:val="004D7D18"/>
    <w:rsid w:val="004E0126"/>
    <w:rsid w:val="004E02C0"/>
    <w:rsid w:val="004E055A"/>
    <w:rsid w:val="004E0570"/>
    <w:rsid w:val="004E0CA5"/>
    <w:rsid w:val="004E0EFD"/>
    <w:rsid w:val="004E0F45"/>
    <w:rsid w:val="004E1636"/>
    <w:rsid w:val="004E163F"/>
    <w:rsid w:val="004E17C7"/>
    <w:rsid w:val="004E1AAA"/>
    <w:rsid w:val="004E1ABC"/>
    <w:rsid w:val="004E1AE1"/>
    <w:rsid w:val="004E221E"/>
    <w:rsid w:val="004E255D"/>
    <w:rsid w:val="004E2CA6"/>
    <w:rsid w:val="004E2E08"/>
    <w:rsid w:val="004E3137"/>
    <w:rsid w:val="004E3179"/>
    <w:rsid w:val="004E34EA"/>
    <w:rsid w:val="004E3819"/>
    <w:rsid w:val="004E3A40"/>
    <w:rsid w:val="004E3EAF"/>
    <w:rsid w:val="004E400E"/>
    <w:rsid w:val="004E4196"/>
    <w:rsid w:val="004E447D"/>
    <w:rsid w:val="004E4BE8"/>
    <w:rsid w:val="004E501B"/>
    <w:rsid w:val="004E502A"/>
    <w:rsid w:val="004E551F"/>
    <w:rsid w:val="004E55FC"/>
    <w:rsid w:val="004E5850"/>
    <w:rsid w:val="004E596F"/>
    <w:rsid w:val="004E5985"/>
    <w:rsid w:val="004E5D89"/>
    <w:rsid w:val="004E6589"/>
    <w:rsid w:val="004E675B"/>
    <w:rsid w:val="004E74BB"/>
    <w:rsid w:val="004E7903"/>
    <w:rsid w:val="004E794B"/>
    <w:rsid w:val="004E7D66"/>
    <w:rsid w:val="004E7E3D"/>
    <w:rsid w:val="004F13EB"/>
    <w:rsid w:val="004F1438"/>
    <w:rsid w:val="004F1E4C"/>
    <w:rsid w:val="004F2A04"/>
    <w:rsid w:val="004F2D37"/>
    <w:rsid w:val="004F2E63"/>
    <w:rsid w:val="004F30C1"/>
    <w:rsid w:val="004F316D"/>
    <w:rsid w:val="004F34A7"/>
    <w:rsid w:val="004F376D"/>
    <w:rsid w:val="004F37E2"/>
    <w:rsid w:val="004F3F54"/>
    <w:rsid w:val="004F43B7"/>
    <w:rsid w:val="004F4876"/>
    <w:rsid w:val="004F4909"/>
    <w:rsid w:val="004F4DB5"/>
    <w:rsid w:val="004F518B"/>
    <w:rsid w:val="004F52D8"/>
    <w:rsid w:val="004F5311"/>
    <w:rsid w:val="004F54C1"/>
    <w:rsid w:val="004F5A99"/>
    <w:rsid w:val="004F5E79"/>
    <w:rsid w:val="004F5E98"/>
    <w:rsid w:val="004F63F5"/>
    <w:rsid w:val="004F6604"/>
    <w:rsid w:val="004F6632"/>
    <w:rsid w:val="004F6801"/>
    <w:rsid w:val="004F68AF"/>
    <w:rsid w:val="004F6BCC"/>
    <w:rsid w:val="004F6C64"/>
    <w:rsid w:val="004F70EF"/>
    <w:rsid w:val="004F712D"/>
    <w:rsid w:val="004F725C"/>
    <w:rsid w:val="004F72FD"/>
    <w:rsid w:val="004F78D4"/>
    <w:rsid w:val="004F7A14"/>
    <w:rsid w:val="004F7CF4"/>
    <w:rsid w:val="004F7D14"/>
    <w:rsid w:val="004F7D41"/>
    <w:rsid w:val="004F7E3E"/>
    <w:rsid w:val="00500221"/>
    <w:rsid w:val="005002C9"/>
    <w:rsid w:val="005002E8"/>
    <w:rsid w:val="005011F1"/>
    <w:rsid w:val="0050126C"/>
    <w:rsid w:val="005014FC"/>
    <w:rsid w:val="0050170C"/>
    <w:rsid w:val="00501AAA"/>
    <w:rsid w:val="0050224D"/>
    <w:rsid w:val="00502513"/>
    <w:rsid w:val="00502566"/>
    <w:rsid w:val="00502795"/>
    <w:rsid w:val="0050289A"/>
    <w:rsid w:val="005028DD"/>
    <w:rsid w:val="00502F0D"/>
    <w:rsid w:val="00502F97"/>
    <w:rsid w:val="00503BC8"/>
    <w:rsid w:val="00503E5C"/>
    <w:rsid w:val="00504B87"/>
    <w:rsid w:val="00504F95"/>
    <w:rsid w:val="00504FAC"/>
    <w:rsid w:val="00505708"/>
    <w:rsid w:val="00505B49"/>
    <w:rsid w:val="00505DDB"/>
    <w:rsid w:val="00505FA3"/>
    <w:rsid w:val="00506406"/>
    <w:rsid w:val="005066D1"/>
    <w:rsid w:val="00506AF8"/>
    <w:rsid w:val="00507898"/>
    <w:rsid w:val="00507ADF"/>
    <w:rsid w:val="00510021"/>
    <w:rsid w:val="00510073"/>
    <w:rsid w:val="0051060C"/>
    <w:rsid w:val="00510A56"/>
    <w:rsid w:val="00510AE0"/>
    <w:rsid w:val="00511303"/>
    <w:rsid w:val="005117A0"/>
    <w:rsid w:val="00511E54"/>
    <w:rsid w:val="00511EB3"/>
    <w:rsid w:val="00511EFA"/>
    <w:rsid w:val="00511FBB"/>
    <w:rsid w:val="00512000"/>
    <w:rsid w:val="0051257E"/>
    <w:rsid w:val="005129D1"/>
    <w:rsid w:val="00512BF4"/>
    <w:rsid w:val="00512CA2"/>
    <w:rsid w:val="00512D51"/>
    <w:rsid w:val="00512FD4"/>
    <w:rsid w:val="005131C1"/>
    <w:rsid w:val="0051330E"/>
    <w:rsid w:val="005134AB"/>
    <w:rsid w:val="00513806"/>
    <w:rsid w:val="005138C6"/>
    <w:rsid w:val="00513C31"/>
    <w:rsid w:val="00513D6E"/>
    <w:rsid w:val="00513F06"/>
    <w:rsid w:val="005141C2"/>
    <w:rsid w:val="00514448"/>
    <w:rsid w:val="005145E3"/>
    <w:rsid w:val="005145E5"/>
    <w:rsid w:val="005148CC"/>
    <w:rsid w:val="005149C0"/>
    <w:rsid w:val="00514E02"/>
    <w:rsid w:val="005150A6"/>
    <w:rsid w:val="00515202"/>
    <w:rsid w:val="0051540F"/>
    <w:rsid w:val="00515449"/>
    <w:rsid w:val="0051576D"/>
    <w:rsid w:val="00515847"/>
    <w:rsid w:val="00515DFC"/>
    <w:rsid w:val="00515E70"/>
    <w:rsid w:val="0051664A"/>
    <w:rsid w:val="0051688D"/>
    <w:rsid w:val="00516A4F"/>
    <w:rsid w:val="00516D32"/>
    <w:rsid w:val="00516E55"/>
    <w:rsid w:val="00516EC3"/>
    <w:rsid w:val="005170B6"/>
    <w:rsid w:val="005178F1"/>
    <w:rsid w:val="00517D27"/>
    <w:rsid w:val="00517D2E"/>
    <w:rsid w:val="005207C9"/>
    <w:rsid w:val="00520FF4"/>
    <w:rsid w:val="00521048"/>
    <w:rsid w:val="0052154B"/>
    <w:rsid w:val="005218A6"/>
    <w:rsid w:val="00521AB3"/>
    <w:rsid w:val="00521AD0"/>
    <w:rsid w:val="00521C22"/>
    <w:rsid w:val="00521C45"/>
    <w:rsid w:val="00521D3B"/>
    <w:rsid w:val="00521DA0"/>
    <w:rsid w:val="005222F7"/>
    <w:rsid w:val="00522AEB"/>
    <w:rsid w:val="00522C2B"/>
    <w:rsid w:val="00522F0B"/>
    <w:rsid w:val="00523062"/>
    <w:rsid w:val="0052314F"/>
    <w:rsid w:val="0052326A"/>
    <w:rsid w:val="0052354F"/>
    <w:rsid w:val="00523CA0"/>
    <w:rsid w:val="0052412C"/>
    <w:rsid w:val="005246F1"/>
    <w:rsid w:val="005247C3"/>
    <w:rsid w:val="00524805"/>
    <w:rsid w:val="005249DF"/>
    <w:rsid w:val="005249E3"/>
    <w:rsid w:val="00524A64"/>
    <w:rsid w:val="00524D1F"/>
    <w:rsid w:val="00524D39"/>
    <w:rsid w:val="00524EE7"/>
    <w:rsid w:val="0052518A"/>
    <w:rsid w:val="00525C9D"/>
    <w:rsid w:val="00525E17"/>
    <w:rsid w:val="00525EFB"/>
    <w:rsid w:val="00526312"/>
    <w:rsid w:val="0052641C"/>
    <w:rsid w:val="0052660E"/>
    <w:rsid w:val="005272E1"/>
    <w:rsid w:val="00527454"/>
    <w:rsid w:val="00527A72"/>
    <w:rsid w:val="00527E2F"/>
    <w:rsid w:val="00527E81"/>
    <w:rsid w:val="00530232"/>
    <w:rsid w:val="00530244"/>
    <w:rsid w:val="00530263"/>
    <w:rsid w:val="0053037E"/>
    <w:rsid w:val="005304EA"/>
    <w:rsid w:val="0053074E"/>
    <w:rsid w:val="0053079C"/>
    <w:rsid w:val="005307FF"/>
    <w:rsid w:val="00530B31"/>
    <w:rsid w:val="00530D2A"/>
    <w:rsid w:val="00530F03"/>
    <w:rsid w:val="0053137D"/>
    <w:rsid w:val="0053197E"/>
    <w:rsid w:val="00531A3E"/>
    <w:rsid w:val="00531A6C"/>
    <w:rsid w:val="00531BA5"/>
    <w:rsid w:val="00531CD3"/>
    <w:rsid w:val="00531F85"/>
    <w:rsid w:val="005320AC"/>
    <w:rsid w:val="005321E3"/>
    <w:rsid w:val="005321F1"/>
    <w:rsid w:val="00532312"/>
    <w:rsid w:val="0053231A"/>
    <w:rsid w:val="0053236B"/>
    <w:rsid w:val="0053274D"/>
    <w:rsid w:val="00532833"/>
    <w:rsid w:val="00532CB4"/>
    <w:rsid w:val="0053393E"/>
    <w:rsid w:val="00534A62"/>
    <w:rsid w:val="00534A6C"/>
    <w:rsid w:val="0053509E"/>
    <w:rsid w:val="0053528C"/>
    <w:rsid w:val="00535366"/>
    <w:rsid w:val="005358A4"/>
    <w:rsid w:val="0053611F"/>
    <w:rsid w:val="00536439"/>
    <w:rsid w:val="005364AF"/>
    <w:rsid w:val="00536612"/>
    <w:rsid w:val="00536622"/>
    <w:rsid w:val="00537137"/>
    <w:rsid w:val="00537139"/>
    <w:rsid w:val="00537E5C"/>
    <w:rsid w:val="005400B4"/>
    <w:rsid w:val="0054032E"/>
    <w:rsid w:val="00540BC4"/>
    <w:rsid w:val="00540DD7"/>
    <w:rsid w:val="0054125E"/>
    <w:rsid w:val="005414FA"/>
    <w:rsid w:val="005418F0"/>
    <w:rsid w:val="00541920"/>
    <w:rsid w:val="00541E8A"/>
    <w:rsid w:val="00542611"/>
    <w:rsid w:val="00542695"/>
    <w:rsid w:val="0054298C"/>
    <w:rsid w:val="00542B77"/>
    <w:rsid w:val="00542BFD"/>
    <w:rsid w:val="00543434"/>
    <w:rsid w:val="0054357B"/>
    <w:rsid w:val="005437BC"/>
    <w:rsid w:val="00543B1D"/>
    <w:rsid w:val="00543B20"/>
    <w:rsid w:val="00543BE6"/>
    <w:rsid w:val="0054490F"/>
    <w:rsid w:val="00544A01"/>
    <w:rsid w:val="00544A85"/>
    <w:rsid w:val="00544AE0"/>
    <w:rsid w:val="00544C7D"/>
    <w:rsid w:val="00544E34"/>
    <w:rsid w:val="00544F06"/>
    <w:rsid w:val="005451D9"/>
    <w:rsid w:val="0054525A"/>
    <w:rsid w:val="00545598"/>
    <w:rsid w:val="0054561F"/>
    <w:rsid w:val="00545E28"/>
    <w:rsid w:val="0054623A"/>
    <w:rsid w:val="005466D5"/>
    <w:rsid w:val="00546D65"/>
    <w:rsid w:val="00546EC7"/>
    <w:rsid w:val="0054783D"/>
    <w:rsid w:val="005503C2"/>
    <w:rsid w:val="0055058F"/>
    <w:rsid w:val="005506F9"/>
    <w:rsid w:val="00550A30"/>
    <w:rsid w:val="00551006"/>
    <w:rsid w:val="0055116B"/>
    <w:rsid w:val="0055181E"/>
    <w:rsid w:val="0055198A"/>
    <w:rsid w:val="005520D1"/>
    <w:rsid w:val="005524CD"/>
    <w:rsid w:val="005529E6"/>
    <w:rsid w:val="00552E2F"/>
    <w:rsid w:val="00552ED4"/>
    <w:rsid w:val="00553106"/>
    <w:rsid w:val="00553237"/>
    <w:rsid w:val="00553369"/>
    <w:rsid w:val="005539E1"/>
    <w:rsid w:val="00553C22"/>
    <w:rsid w:val="00553C28"/>
    <w:rsid w:val="00553E47"/>
    <w:rsid w:val="00554A73"/>
    <w:rsid w:val="00554CA3"/>
    <w:rsid w:val="0055521A"/>
    <w:rsid w:val="0055598D"/>
    <w:rsid w:val="00555E72"/>
    <w:rsid w:val="00555F73"/>
    <w:rsid w:val="00556502"/>
    <w:rsid w:val="00556A3E"/>
    <w:rsid w:val="00556B27"/>
    <w:rsid w:val="0055730E"/>
    <w:rsid w:val="00557A7A"/>
    <w:rsid w:val="00557C34"/>
    <w:rsid w:val="00557D90"/>
    <w:rsid w:val="00557E68"/>
    <w:rsid w:val="0056004E"/>
    <w:rsid w:val="0056014D"/>
    <w:rsid w:val="005602E8"/>
    <w:rsid w:val="00560D09"/>
    <w:rsid w:val="005611B0"/>
    <w:rsid w:val="00561560"/>
    <w:rsid w:val="005617F1"/>
    <w:rsid w:val="00561CFD"/>
    <w:rsid w:val="00561DB5"/>
    <w:rsid w:val="00561DF1"/>
    <w:rsid w:val="00561E3D"/>
    <w:rsid w:val="00561FA3"/>
    <w:rsid w:val="00562584"/>
    <w:rsid w:val="00562BB2"/>
    <w:rsid w:val="005633FD"/>
    <w:rsid w:val="005636B4"/>
    <w:rsid w:val="00563790"/>
    <w:rsid w:val="00563810"/>
    <w:rsid w:val="005638DE"/>
    <w:rsid w:val="00563905"/>
    <w:rsid w:val="0056392E"/>
    <w:rsid w:val="0056434A"/>
    <w:rsid w:val="00564365"/>
    <w:rsid w:val="00564440"/>
    <w:rsid w:val="00564767"/>
    <w:rsid w:val="00564875"/>
    <w:rsid w:val="00564D2B"/>
    <w:rsid w:val="00564E08"/>
    <w:rsid w:val="00564FD5"/>
    <w:rsid w:val="00565066"/>
    <w:rsid w:val="0056509C"/>
    <w:rsid w:val="005652EE"/>
    <w:rsid w:val="00565475"/>
    <w:rsid w:val="005660D5"/>
    <w:rsid w:val="005669C2"/>
    <w:rsid w:val="00566ACB"/>
    <w:rsid w:val="00566E36"/>
    <w:rsid w:val="00566EEB"/>
    <w:rsid w:val="00566F75"/>
    <w:rsid w:val="005671FA"/>
    <w:rsid w:val="005674CC"/>
    <w:rsid w:val="00567C02"/>
    <w:rsid w:val="00567DA4"/>
    <w:rsid w:val="00567ED9"/>
    <w:rsid w:val="00567F5D"/>
    <w:rsid w:val="005701F0"/>
    <w:rsid w:val="00570552"/>
    <w:rsid w:val="005707C7"/>
    <w:rsid w:val="005709FF"/>
    <w:rsid w:val="00570D14"/>
    <w:rsid w:val="0057135C"/>
    <w:rsid w:val="00571417"/>
    <w:rsid w:val="00571570"/>
    <w:rsid w:val="00571A46"/>
    <w:rsid w:val="00571EEA"/>
    <w:rsid w:val="00571FDF"/>
    <w:rsid w:val="00572487"/>
    <w:rsid w:val="005727CA"/>
    <w:rsid w:val="00572B68"/>
    <w:rsid w:val="00572BBD"/>
    <w:rsid w:val="0057368E"/>
    <w:rsid w:val="005736A1"/>
    <w:rsid w:val="00573B9B"/>
    <w:rsid w:val="00573C29"/>
    <w:rsid w:val="00573D88"/>
    <w:rsid w:val="00574676"/>
    <w:rsid w:val="0057489F"/>
    <w:rsid w:val="00574BA1"/>
    <w:rsid w:val="00574BE8"/>
    <w:rsid w:val="00574CB9"/>
    <w:rsid w:val="00574D02"/>
    <w:rsid w:val="00575628"/>
    <w:rsid w:val="00575650"/>
    <w:rsid w:val="0057565F"/>
    <w:rsid w:val="005757F7"/>
    <w:rsid w:val="005757F8"/>
    <w:rsid w:val="00575DF9"/>
    <w:rsid w:val="005760EC"/>
    <w:rsid w:val="005762FD"/>
    <w:rsid w:val="005763FA"/>
    <w:rsid w:val="0057641C"/>
    <w:rsid w:val="0057684B"/>
    <w:rsid w:val="0057726F"/>
    <w:rsid w:val="00577C99"/>
    <w:rsid w:val="00577E58"/>
    <w:rsid w:val="00580120"/>
    <w:rsid w:val="0058022C"/>
    <w:rsid w:val="005803E2"/>
    <w:rsid w:val="00580B87"/>
    <w:rsid w:val="00580D5C"/>
    <w:rsid w:val="00580F45"/>
    <w:rsid w:val="00581A7D"/>
    <w:rsid w:val="00581C41"/>
    <w:rsid w:val="00581C71"/>
    <w:rsid w:val="00581DA3"/>
    <w:rsid w:val="00582392"/>
    <w:rsid w:val="0058262C"/>
    <w:rsid w:val="00582648"/>
    <w:rsid w:val="00582747"/>
    <w:rsid w:val="00582E7E"/>
    <w:rsid w:val="00582EE0"/>
    <w:rsid w:val="005840FA"/>
    <w:rsid w:val="00584179"/>
    <w:rsid w:val="0058455A"/>
    <w:rsid w:val="005845E3"/>
    <w:rsid w:val="00584694"/>
    <w:rsid w:val="005848D6"/>
    <w:rsid w:val="00584A54"/>
    <w:rsid w:val="00584D3A"/>
    <w:rsid w:val="00584DE1"/>
    <w:rsid w:val="00584F19"/>
    <w:rsid w:val="00585C68"/>
    <w:rsid w:val="005862EA"/>
    <w:rsid w:val="0058644B"/>
    <w:rsid w:val="005866E8"/>
    <w:rsid w:val="00586870"/>
    <w:rsid w:val="005868E2"/>
    <w:rsid w:val="005868E7"/>
    <w:rsid w:val="00586F0F"/>
    <w:rsid w:val="00587112"/>
    <w:rsid w:val="005871A0"/>
    <w:rsid w:val="0058740A"/>
    <w:rsid w:val="0058776F"/>
    <w:rsid w:val="00587AF1"/>
    <w:rsid w:val="00587DBD"/>
    <w:rsid w:val="00587F66"/>
    <w:rsid w:val="00587FBF"/>
    <w:rsid w:val="0059051C"/>
    <w:rsid w:val="0059162A"/>
    <w:rsid w:val="00591A8F"/>
    <w:rsid w:val="00591AC6"/>
    <w:rsid w:val="00592A32"/>
    <w:rsid w:val="00592D1C"/>
    <w:rsid w:val="00592FD9"/>
    <w:rsid w:val="00593272"/>
    <w:rsid w:val="0059380D"/>
    <w:rsid w:val="00593D9D"/>
    <w:rsid w:val="00594020"/>
    <w:rsid w:val="005940E1"/>
    <w:rsid w:val="0059483F"/>
    <w:rsid w:val="00595106"/>
    <w:rsid w:val="00595142"/>
    <w:rsid w:val="005951A2"/>
    <w:rsid w:val="00595726"/>
    <w:rsid w:val="00595D2E"/>
    <w:rsid w:val="00595D57"/>
    <w:rsid w:val="0059642F"/>
    <w:rsid w:val="005967CB"/>
    <w:rsid w:val="005967DA"/>
    <w:rsid w:val="00596B5A"/>
    <w:rsid w:val="00596CE3"/>
    <w:rsid w:val="005972A4"/>
    <w:rsid w:val="00597976"/>
    <w:rsid w:val="00597E61"/>
    <w:rsid w:val="005A0220"/>
    <w:rsid w:val="005A0237"/>
    <w:rsid w:val="005A0736"/>
    <w:rsid w:val="005A094D"/>
    <w:rsid w:val="005A0DF4"/>
    <w:rsid w:val="005A0F0D"/>
    <w:rsid w:val="005A12D2"/>
    <w:rsid w:val="005A13E0"/>
    <w:rsid w:val="005A1FA8"/>
    <w:rsid w:val="005A230A"/>
    <w:rsid w:val="005A24D8"/>
    <w:rsid w:val="005A2947"/>
    <w:rsid w:val="005A2966"/>
    <w:rsid w:val="005A2CB2"/>
    <w:rsid w:val="005A2D90"/>
    <w:rsid w:val="005A3883"/>
    <w:rsid w:val="005A3C59"/>
    <w:rsid w:val="005A3FA7"/>
    <w:rsid w:val="005A414A"/>
    <w:rsid w:val="005A4452"/>
    <w:rsid w:val="005A4475"/>
    <w:rsid w:val="005A48F7"/>
    <w:rsid w:val="005A4A41"/>
    <w:rsid w:val="005A4FE9"/>
    <w:rsid w:val="005A5060"/>
    <w:rsid w:val="005A545C"/>
    <w:rsid w:val="005A54D4"/>
    <w:rsid w:val="005A55A4"/>
    <w:rsid w:val="005A5E79"/>
    <w:rsid w:val="005A671D"/>
    <w:rsid w:val="005A6850"/>
    <w:rsid w:val="005A69E3"/>
    <w:rsid w:val="005A6A88"/>
    <w:rsid w:val="005A6EC8"/>
    <w:rsid w:val="005A6FF1"/>
    <w:rsid w:val="005A746B"/>
    <w:rsid w:val="005A7651"/>
    <w:rsid w:val="005A7896"/>
    <w:rsid w:val="005A7E74"/>
    <w:rsid w:val="005B02E9"/>
    <w:rsid w:val="005B0403"/>
    <w:rsid w:val="005B0539"/>
    <w:rsid w:val="005B065E"/>
    <w:rsid w:val="005B0907"/>
    <w:rsid w:val="005B096B"/>
    <w:rsid w:val="005B0E18"/>
    <w:rsid w:val="005B0EEB"/>
    <w:rsid w:val="005B1382"/>
    <w:rsid w:val="005B1E33"/>
    <w:rsid w:val="005B1EA5"/>
    <w:rsid w:val="005B2536"/>
    <w:rsid w:val="005B2913"/>
    <w:rsid w:val="005B2CC6"/>
    <w:rsid w:val="005B2CEE"/>
    <w:rsid w:val="005B2D46"/>
    <w:rsid w:val="005B30CF"/>
    <w:rsid w:val="005B3260"/>
    <w:rsid w:val="005B3503"/>
    <w:rsid w:val="005B3557"/>
    <w:rsid w:val="005B3714"/>
    <w:rsid w:val="005B3E2E"/>
    <w:rsid w:val="005B3F0E"/>
    <w:rsid w:val="005B4307"/>
    <w:rsid w:val="005B445C"/>
    <w:rsid w:val="005B473F"/>
    <w:rsid w:val="005B4E4C"/>
    <w:rsid w:val="005B4F93"/>
    <w:rsid w:val="005B4FEC"/>
    <w:rsid w:val="005B5609"/>
    <w:rsid w:val="005B5BCC"/>
    <w:rsid w:val="005B5DF8"/>
    <w:rsid w:val="005B62E7"/>
    <w:rsid w:val="005B722D"/>
    <w:rsid w:val="005B7B04"/>
    <w:rsid w:val="005B7BA9"/>
    <w:rsid w:val="005C02C2"/>
    <w:rsid w:val="005C02D2"/>
    <w:rsid w:val="005C06C4"/>
    <w:rsid w:val="005C07E6"/>
    <w:rsid w:val="005C0BC8"/>
    <w:rsid w:val="005C0C49"/>
    <w:rsid w:val="005C17EF"/>
    <w:rsid w:val="005C1B11"/>
    <w:rsid w:val="005C1C00"/>
    <w:rsid w:val="005C1D7B"/>
    <w:rsid w:val="005C1F69"/>
    <w:rsid w:val="005C21FA"/>
    <w:rsid w:val="005C2DEE"/>
    <w:rsid w:val="005C31F5"/>
    <w:rsid w:val="005C32F0"/>
    <w:rsid w:val="005C3693"/>
    <w:rsid w:val="005C3774"/>
    <w:rsid w:val="005C389C"/>
    <w:rsid w:val="005C397B"/>
    <w:rsid w:val="005C4019"/>
    <w:rsid w:val="005C418F"/>
    <w:rsid w:val="005C44D7"/>
    <w:rsid w:val="005C45DF"/>
    <w:rsid w:val="005C4895"/>
    <w:rsid w:val="005C4B11"/>
    <w:rsid w:val="005C4FE8"/>
    <w:rsid w:val="005C5188"/>
    <w:rsid w:val="005C571E"/>
    <w:rsid w:val="005C5E76"/>
    <w:rsid w:val="005C6473"/>
    <w:rsid w:val="005C6F4E"/>
    <w:rsid w:val="005C7224"/>
    <w:rsid w:val="005C775B"/>
    <w:rsid w:val="005C7CAE"/>
    <w:rsid w:val="005C7D27"/>
    <w:rsid w:val="005C7F35"/>
    <w:rsid w:val="005D0A0A"/>
    <w:rsid w:val="005D0D13"/>
    <w:rsid w:val="005D103B"/>
    <w:rsid w:val="005D120E"/>
    <w:rsid w:val="005D15EC"/>
    <w:rsid w:val="005D2401"/>
    <w:rsid w:val="005D2514"/>
    <w:rsid w:val="005D2A95"/>
    <w:rsid w:val="005D2DD1"/>
    <w:rsid w:val="005D2FF5"/>
    <w:rsid w:val="005D3A52"/>
    <w:rsid w:val="005D3B72"/>
    <w:rsid w:val="005D3C5D"/>
    <w:rsid w:val="005D3DC0"/>
    <w:rsid w:val="005D4580"/>
    <w:rsid w:val="005D4662"/>
    <w:rsid w:val="005D4CD7"/>
    <w:rsid w:val="005D540B"/>
    <w:rsid w:val="005D5480"/>
    <w:rsid w:val="005D5667"/>
    <w:rsid w:val="005D5890"/>
    <w:rsid w:val="005D5D58"/>
    <w:rsid w:val="005D5FD0"/>
    <w:rsid w:val="005D62AE"/>
    <w:rsid w:val="005D6742"/>
    <w:rsid w:val="005D7055"/>
    <w:rsid w:val="005D768C"/>
    <w:rsid w:val="005D7A56"/>
    <w:rsid w:val="005D7AB4"/>
    <w:rsid w:val="005D7CDB"/>
    <w:rsid w:val="005D7E02"/>
    <w:rsid w:val="005E0255"/>
    <w:rsid w:val="005E0373"/>
    <w:rsid w:val="005E05BA"/>
    <w:rsid w:val="005E0D7D"/>
    <w:rsid w:val="005E0E3C"/>
    <w:rsid w:val="005E0FAD"/>
    <w:rsid w:val="005E0FCA"/>
    <w:rsid w:val="005E14FA"/>
    <w:rsid w:val="005E173F"/>
    <w:rsid w:val="005E1C47"/>
    <w:rsid w:val="005E26D1"/>
    <w:rsid w:val="005E27EC"/>
    <w:rsid w:val="005E2817"/>
    <w:rsid w:val="005E2BA1"/>
    <w:rsid w:val="005E2E80"/>
    <w:rsid w:val="005E2F48"/>
    <w:rsid w:val="005E32A9"/>
    <w:rsid w:val="005E389D"/>
    <w:rsid w:val="005E38F1"/>
    <w:rsid w:val="005E4396"/>
    <w:rsid w:val="005E452B"/>
    <w:rsid w:val="005E4919"/>
    <w:rsid w:val="005E498D"/>
    <w:rsid w:val="005E4A31"/>
    <w:rsid w:val="005E4A49"/>
    <w:rsid w:val="005E4EB8"/>
    <w:rsid w:val="005E552E"/>
    <w:rsid w:val="005E5F72"/>
    <w:rsid w:val="005E6185"/>
    <w:rsid w:val="005E64A7"/>
    <w:rsid w:val="005E66D1"/>
    <w:rsid w:val="005E6D59"/>
    <w:rsid w:val="005E6E92"/>
    <w:rsid w:val="005E7466"/>
    <w:rsid w:val="005F002B"/>
    <w:rsid w:val="005F0093"/>
    <w:rsid w:val="005F0192"/>
    <w:rsid w:val="005F0648"/>
    <w:rsid w:val="005F0A00"/>
    <w:rsid w:val="005F0C88"/>
    <w:rsid w:val="005F0E61"/>
    <w:rsid w:val="005F1802"/>
    <w:rsid w:val="005F1995"/>
    <w:rsid w:val="005F1DA4"/>
    <w:rsid w:val="005F1EC8"/>
    <w:rsid w:val="005F222A"/>
    <w:rsid w:val="005F2501"/>
    <w:rsid w:val="005F26D3"/>
    <w:rsid w:val="005F279F"/>
    <w:rsid w:val="005F2F7D"/>
    <w:rsid w:val="005F3343"/>
    <w:rsid w:val="005F35E3"/>
    <w:rsid w:val="005F3B7E"/>
    <w:rsid w:val="005F3CE0"/>
    <w:rsid w:val="005F3D00"/>
    <w:rsid w:val="005F4242"/>
    <w:rsid w:val="005F46EC"/>
    <w:rsid w:val="005F4956"/>
    <w:rsid w:val="005F4A5E"/>
    <w:rsid w:val="005F4C04"/>
    <w:rsid w:val="005F4CA8"/>
    <w:rsid w:val="005F4FFB"/>
    <w:rsid w:val="005F512A"/>
    <w:rsid w:val="005F526B"/>
    <w:rsid w:val="005F5472"/>
    <w:rsid w:val="005F566F"/>
    <w:rsid w:val="005F5D86"/>
    <w:rsid w:val="005F601E"/>
    <w:rsid w:val="005F69E4"/>
    <w:rsid w:val="005F6A28"/>
    <w:rsid w:val="005F6F41"/>
    <w:rsid w:val="005F71EE"/>
    <w:rsid w:val="005F72DF"/>
    <w:rsid w:val="005F731E"/>
    <w:rsid w:val="005F73A5"/>
    <w:rsid w:val="005F757C"/>
    <w:rsid w:val="005F7BBE"/>
    <w:rsid w:val="006006FA"/>
    <w:rsid w:val="006008DF"/>
    <w:rsid w:val="00600B58"/>
    <w:rsid w:val="00600F2B"/>
    <w:rsid w:val="00600FF7"/>
    <w:rsid w:val="006011A1"/>
    <w:rsid w:val="00601369"/>
    <w:rsid w:val="00601632"/>
    <w:rsid w:val="00601D4F"/>
    <w:rsid w:val="00601DDF"/>
    <w:rsid w:val="006020AF"/>
    <w:rsid w:val="00602518"/>
    <w:rsid w:val="006025AA"/>
    <w:rsid w:val="006028A0"/>
    <w:rsid w:val="00602DB9"/>
    <w:rsid w:val="006033E5"/>
    <w:rsid w:val="00603CCB"/>
    <w:rsid w:val="00603DF5"/>
    <w:rsid w:val="00603EF5"/>
    <w:rsid w:val="00604814"/>
    <w:rsid w:val="0060482C"/>
    <w:rsid w:val="00605CD4"/>
    <w:rsid w:val="00605F88"/>
    <w:rsid w:val="00605F8B"/>
    <w:rsid w:val="0060606B"/>
    <w:rsid w:val="006061A4"/>
    <w:rsid w:val="00606A04"/>
    <w:rsid w:val="00606B27"/>
    <w:rsid w:val="00606EC6"/>
    <w:rsid w:val="00607636"/>
    <w:rsid w:val="00607B3E"/>
    <w:rsid w:val="00607F2C"/>
    <w:rsid w:val="0061000F"/>
    <w:rsid w:val="0061048E"/>
    <w:rsid w:val="006106DE"/>
    <w:rsid w:val="0061073B"/>
    <w:rsid w:val="0061079B"/>
    <w:rsid w:val="00610A43"/>
    <w:rsid w:val="00610BE3"/>
    <w:rsid w:val="00610C14"/>
    <w:rsid w:val="00611BFC"/>
    <w:rsid w:val="00611D93"/>
    <w:rsid w:val="00611E83"/>
    <w:rsid w:val="00611E8C"/>
    <w:rsid w:val="0061217D"/>
    <w:rsid w:val="00612766"/>
    <w:rsid w:val="00612D04"/>
    <w:rsid w:val="00613E22"/>
    <w:rsid w:val="0061432E"/>
    <w:rsid w:val="006144BD"/>
    <w:rsid w:val="006147F3"/>
    <w:rsid w:val="006148B2"/>
    <w:rsid w:val="00614B10"/>
    <w:rsid w:val="00614DB4"/>
    <w:rsid w:val="00614EFD"/>
    <w:rsid w:val="006150DC"/>
    <w:rsid w:val="006151E8"/>
    <w:rsid w:val="006155ED"/>
    <w:rsid w:val="006160B1"/>
    <w:rsid w:val="006160BD"/>
    <w:rsid w:val="0061645F"/>
    <w:rsid w:val="0061651A"/>
    <w:rsid w:val="0061651F"/>
    <w:rsid w:val="006169C7"/>
    <w:rsid w:val="00616BEC"/>
    <w:rsid w:val="00616CC0"/>
    <w:rsid w:val="00617615"/>
    <w:rsid w:val="006177D0"/>
    <w:rsid w:val="00617C99"/>
    <w:rsid w:val="00617DCE"/>
    <w:rsid w:val="00617EAB"/>
    <w:rsid w:val="00617EE0"/>
    <w:rsid w:val="006204CF"/>
    <w:rsid w:val="0062072B"/>
    <w:rsid w:val="00621060"/>
    <w:rsid w:val="0062162D"/>
    <w:rsid w:val="00621C5A"/>
    <w:rsid w:val="00622037"/>
    <w:rsid w:val="0062204E"/>
    <w:rsid w:val="006220B0"/>
    <w:rsid w:val="006220F9"/>
    <w:rsid w:val="0062286F"/>
    <w:rsid w:val="006228BF"/>
    <w:rsid w:val="0062294F"/>
    <w:rsid w:val="00622CDD"/>
    <w:rsid w:val="00622F89"/>
    <w:rsid w:val="00623105"/>
    <w:rsid w:val="006231A0"/>
    <w:rsid w:val="00623F9D"/>
    <w:rsid w:val="00623FD5"/>
    <w:rsid w:val="00624273"/>
    <w:rsid w:val="00624419"/>
    <w:rsid w:val="006244B4"/>
    <w:rsid w:val="00624B00"/>
    <w:rsid w:val="006251B1"/>
    <w:rsid w:val="006251F0"/>
    <w:rsid w:val="006253BC"/>
    <w:rsid w:val="00625BE8"/>
    <w:rsid w:val="00626265"/>
    <w:rsid w:val="00626463"/>
    <w:rsid w:val="00626867"/>
    <w:rsid w:val="00626A02"/>
    <w:rsid w:val="00626E64"/>
    <w:rsid w:val="00626FC5"/>
    <w:rsid w:val="0062764C"/>
    <w:rsid w:val="00627B71"/>
    <w:rsid w:val="006306A1"/>
    <w:rsid w:val="00630C06"/>
    <w:rsid w:val="00630C65"/>
    <w:rsid w:val="00630EB2"/>
    <w:rsid w:val="00630F8A"/>
    <w:rsid w:val="006314A1"/>
    <w:rsid w:val="00631665"/>
    <w:rsid w:val="00631A29"/>
    <w:rsid w:val="00632450"/>
    <w:rsid w:val="00632581"/>
    <w:rsid w:val="0063299C"/>
    <w:rsid w:val="00632C4D"/>
    <w:rsid w:val="0063344B"/>
    <w:rsid w:val="00633988"/>
    <w:rsid w:val="00633EFF"/>
    <w:rsid w:val="0063417A"/>
    <w:rsid w:val="00634A5C"/>
    <w:rsid w:val="00634B40"/>
    <w:rsid w:val="00634DC5"/>
    <w:rsid w:val="0063540B"/>
    <w:rsid w:val="006354C0"/>
    <w:rsid w:val="00635797"/>
    <w:rsid w:val="00635903"/>
    <w:rsid w:val="00635927"/>
    <w:rsid w:val="00635E55"/>
    <w:rsid w:val="006363D7"/>
    <w:rsid w:val="006366DE"/>
    <w:rsid w:val="0063678A"/>
    <w:rsid w:val="00637165"/>
    <w:rsid w:val="00637289"/>
    <w:rsid w:val="00637410"/>
    <w:rsid w:val="00637A44"/>
    <w:rsid w:val="00637D11"/>
    <w:rsid w:val="006406CC"/>
    <w:rsid w:val="006406F0"/>
    <w:rsid w:val="00640825"/>
    <w:rsid w:val="00641229"/>
    <w:rsid w:val="0064179A"/>
    <w:rsid w:val="00641EFB"/>
    <w:rsid w:val="00642383"/>
    <w:rsid w:val="0064270B"/>
    <w:rsid w:val="00642B57"/>
    <w:rsid w:val="00642CB9"/>
    <w:rsid w:val="00642DDE"/>
    <w:rsid w:val="00642E51"/>
    <w:rsid w:val="00644549"/>
    <w:rsid w:val="0064458B"/>
    <w:rsid w:val="006447B5"/>
    <w:rsid w:val="006448F7"/>
    <w:rsid w:val="00644A79"/>
    <w:rsid w:val="00644C0C"/>
    <w:rsid w:val="00645144"/>
    <w:rsid w:val="00645BCF"/>
    <w:rsid w:val="00645DEB"/>
    <w:rsid w:val="0064607B"/>
    <w:rsid w:val="00647011"/>
    <w:rsid w:val="006470C1"/>
    <w:rsid w:val="006470D8"/>
    <w:rsid w:val="006477FA"/>
    <w:rsid w:val="006479F2"/>
    <w:rsid w:val="00647E45"/>
    <w:rsid w:val="00647EBF"/>
    <w:rsid w:val="00650255"/>
    <w:rsid w:val="006509DE"/>
    <w:rsid w:val="00650AB0"/>
    <w:rsid w:val="00650B40"/>
    <w:rsid w:val="00650B5B"/>
    <w:rsid w:val="006514E1"/>
    <w:rsid w:val="0065159A"/>
    <w:rsid w:val="0065168D"/>
    <w:rsid w:val="006518A1"/>
    <w:rsid w:val="00651A5B"/>
    <w:rsid w:val="00651B9D"/>
    <w:rsid w:val="00651C98"/>
    <w:rsid w:val="006525E8"/>
    <w:rsid w:val="0065265A"/>
    <w:rsid w:val="00653004"/>
    <w:rsid w:val="006538DB"/>
    <w:rsid w:val="00653982"/>
    <w:rsid w:val="00653B6D"/>
    <w:rsid w:val="00653E82"/>
    <w:rsid w:val="0065475C"/>
    <w:rsid w:val="00654D65"/>
    <w:rsid w:val="00655083"/>
    <w:rsid w:val="00655436"/>
    <w:rsid w:val="00655887"/>
    <w:rsid w:val="00655D9E"/>
    <w:rsid w:val="006560F1"/>
    <w:rsid w:val="006563D2"/>
    <w:rsid w:val="00656637"/>
    <w:rsid w:val="006567E8"/>
    <w:rsid w:val="00656906"/>
    <w:rsid w:val="00656DC5"/>
    <w:rsid w:val="00656E95"/>
    <w:rsid w:val="006572D4"/>
    <w:rsid w:val="00657520"/>
    <w:rsid w:val="00657841"/>
    <w:rsid w:val="00657BF3"/>
    <w:rsid w:val="00657D2D"/>
    <w:rsid w:val="006602BD"/>
    <w:rsid w:val="00660CB3"/>
    <w:rsid w:val="00661A74"/>
    <w:rsid w:val="00661B78"/>
    <w:rsid w:val="0066237E"/>
    <w:rsid w:val="00662464"/>
    <w:rsid w:val="00662522"/>
    <w:rsid w:val="00662C9F"/>
    <w:rsid w:val="00662D0E"/>
    <w:rsid w:val="00662E8F"/>
    <w:rsid w:val="00663179"/>
    <w:rsid w:val="00663243"/>
    <w:rsid w:val="0066379A"/>
    <w:rsid w:val="00663A5C"/>
    <w:rsid w:val="00663FF2"/>
    <w:rsid w:val="0066415D"/>
    <w:rsid w:val="00664472"/>
    <w:rsid w:val="006644FA"/>
    <w:rsid w:val="0066467E"/>
    <w:rsid w:val="00664745"/>
    <w:rsid w:val="0066491B"/>
    <w:rsid w:val="00665092"/>
    <w:rsid w:val="006653B5"/>
    <w:rsid w:val="006653E8"/>
    <w:rsid w:val="00665F6D"/>
    <w:rsid w:val="00666329"/>
    <w:rsid w:val="00666408"/>
    <w:rsid w:val="006667E5"/>
    <w:rsid w:val="00666B30"/>
    <w:rsid w:val="00666CD9"/>
    <w:rsid w:val="00667278"/>
    <w:rsid w:val="00667340"/>
    <w:rsid w:val="0066768A"/>
    <w:rsid w:val="006702B7"/>
    <w:rsid w:val="0067056B"/>
    <w:rsid w:val="006706AF"/>
    <w:rsid w:val="006706CD"/>
    <w:rsid w:val="0067082E"/>
    <w:rsid w:val="006708AA"/>
    <w:rsid w:val="00670A1F"/>
    <w:rsid w:val="00671621"/>
    <w:rsid w:val="006727F9"/>
    <w:rsid w:val="00672B55"/>
    <w:rsid w:val="0067461F"/>
    <w:rsid w:val="00674845"/>
    <w:rsid w:val="00674CC2"/>
    <w:rsid w:val="00674EF9"/>
    <w:rsid w:val="00675176"/>
    <w:rsid w:val="0067534D"/>
    <w:rsid w:val="006756C2"/>
    <w:rsid w:val="00675A12"/>
    <w:rsid w:val="00675B33"/>
    <w:rsid w:val="00675C94"/>
    <w:rsid w:val="00675E85"/>
    <w:rsid w:val="00675E93"/>
    <w:rsid w:val="006762CE"/>
    <w:rsid w:val="006765C9"/>
    <w:rsid w:val="00676D66"/>
    <w:rsid w:val="00676F79"/>
    <w:rsid w:val="00677246"/>
    <w:rsid w:val="00680317"/>
    <w:rsid w:val="006806D9"/>
    <w:rsid w:val="00681163"/>
    <w:rsid w:val="0068162E"/>
    <w:rsid w:val="00681F8C"/>
    <w:rsid w:val="006822E3"/>
    <w:rsid w:val="006822FC"/>
    <w:rsid w:val="00682330"/>
    <w:rsid w:val="00682499"/>
    <w:rsid w:val="00682CA9"/>
    <w:rsid w:val="00682E03"/>
    <w:rsid w:val="00683D94"/>
    <w:rsid w:val="00683ECF"/>
    <w:rsid w:val="0068448F"/>
    <w:rsid w:val="00684C13"/>
    <w:rsid w:val="00684CAF"/>
    <w:rsid w:val="00684EA6"/>
    <w:rsid w:val="00685095"/>
    <w:rsid w:val="00685162"/>
    <w:rsid w:val="00685393"/>
    <w:rsid w:val="0068571F"/>
    <w:rsid w:val="006858AB"/>
    <w:rsid w:val="00685C07"/>
    <w:rsid w:val="00686190"/>
    <w:rsid w:val="00686707"/>
    <w:rsid w:val="006867F6"/>
    <w:rsid w:val="006869D6"/>
    <w:rsid w:val="00686E81"/>
    <w:rsid w:val="00686F97"/>
    <w:rsid w:val="00687001"/>
    <w:rsid w:val="00687C1E"/>
    <w:rsid w:val="00687D0F"/>
    <w:rsid w:val="00687D23"/>
    <w:rsid w:val="00690290"/>
    <w:rsid w:val="00690843"/>
    <w:rsid w:val="006908AC"/>
    <w:rsid w:val="00690EC1"/>
    <w:rsid w:val="006913EB"/>
    <w:rsid w:val="006914F4"/>
    <w:rsid w:val="0069220C"/>
    <w:rsid w:val="006926C0"/>
    <w:rsid w:val="006926D6"/>
    <w:rsid w:val="00692BA5"/>
    <w:rsid w:val="00692C10"/>
    <w:rsid w:val="00693003"/>
    <w:rsid w:val="00693124"/>
    <w:rsid w:val="0069316B"/>
    <w:rsid w:val="0069329C"/>
    <w:rsid w:val="006934BE"/>
    <w:rsid w:val="006937AE"/>
    <w:rsid w:val="0069399A"/>
    <w:rsid w:val="00693DA5"/>
    <w:rsid w:val="006943F6"/>
    <w:rsid w:val="00694AD5"/>
    <w:rsid w:val="00694DED"/>
    <w:rsid w:val="00694F56"/>
    <w:rsid w:val="00695556"/>
    <w:rsid w:val="00695E16"/>
    <w:rsid w:val="00696179"/>
    <w:rsid w:val="0069648F"/>
    <w:rsid w:val="006964E4"/>
    <w:rsid w:val="006964EF"/>
    <w:rsid w:val="006967BD"/>
    <w:rsid w:val="00696B04"/>
    <w:rsid w:val="00696B6E"/>
    <w:rsid w:val="00696CC3"/>
    <w:rsid w:val="00696D1A"/>
    <w:rsid w:val="00697050"/>
    <w:rsid w:val="006971A7"/>
    <w:rsid w:val="006972E3"/>
    <w:rsid w:val="00697331"/>
    <w:rsid w:val="00697B15"/>
    <w:rsid w:val="00697FFA"/>
    <w:rsid w:val="006A01FF"/>
    <w:rsid w:val="006A0572"/>
    <w:rsid w:val="006A0882"/>
    <w:rsid w:val="006A0A64"/>
    <w:rsid w:val="006A0C80"/>
    <w:rsid w:val="006A0D7D"/>
    <w:rsid w:val="006A1202"/>
    <w:rsid w:val="006A196C"/>
    <w:rsid w:val="006A1B54"/>
    <w:rsid w:val="006A1EE9"/>
    <w:rsid w:val="006A1EED"/>
    <w:rsid w:val="006A23E0"/>
    <w:rsid w:val="006A2679"/>
    <w:rsid w:val="006A2EDA"/>
    <w:rsid w:val="006A3004"/>
    <w:rsid w:val="006A3326"/>
    <w:rsid w:val="006A3514"/>
    <w:rsid w:val="006A3932"/>
    <w:rsid w:val="006A3D3E"/>
    <w:rsid w:val="006A42AC"/>
    <w:rsid w:val="006A468F"/>
    <w:rsid w:val="006A49CF"/>
    <w:rsid w:val="006A4BB7"/>
    <w:rsid w:val="006A4FB6"/>
    <w:rsid w:val="006A5392"/>
    <w:rsid w:val="006A54E6"/>
    <w:rsid w:val="006A56A5"/>
    <w:rsid w:val="006A5D11"/>
    <w:rsid w:val="006A6004"/>
    <w:rsid w:val="006A6103"/>
    <w:rsid w:val="006A61A6"/>
    <w:rsid w:val="006A6471"/>
    <w:rsid w:val="006A653B"/>
    <w:rsid w:val="006A66E4"/>
    <w:rsid w:val="006A683A"/>
    <w:rsid w:val="006A70DF"/>
    <w:rsid w:val="006B04D0"/>
    <w:rsid w:val="006B08FB"/>
    <w:rsid w:val="006B0A7A"/>
    <w:rsid w:val="006B100B"/>
    <w:rsid w:val="006B18AC"/>
    <w:rsid w:val="006B19DF"/>
    <w:rsid w:val="006B1C9F"/>
    <w:rsid w:val="006B1DC7"/>
    <w:rsid w:val="006B2A4B"/>
    <w:rsid w:val="006B2C04"/>
    <w:rsid w:val="006B2E19"/>
    <w:rsid w:val="006B32C1"/>
    <w:rsid w:val="006B3393"/>
    <w:rsid w:val="006B33A0"/>
    <w:rsid w:val="006B359E"/>
    <w:rsid w:val="006B3705"/>
    <w:rsid w:val="006B498D"/>
    <w:rsid w:val="006B4A48"/>
    <w:rsid w:val="006B4E8D"/>
    <w:rsid w:val="006B538F"/>
    <w:rsid w:val="006B5E30"/>
    <w:rsid w:val="006B5F10"/>
    <w:rsid w:val="006B65A9"/>
    <w:rsid w:val="006B6698"/>
    <w:rsid w:val="006B66BC"/>
    <w:rsid w:val="006B696E"/>
    <w:rsid w:val="006B6E09"/>
    <w:rsid w:val="006B7686"/>
    <w:rsid w:val="006B7813"/>
    <w:rsid w:val="006B7833"/>
    <w:rsid w:val="006B7952"/>
    <w:rsid w:val="006C0BAF"/>
    <w:rsid w:val="006C0C20"/>
    <w:rsid w:val="006C1066"/>
    <w:rsid w:val="006C12C6"/>
    <w:rsid w:val="006C14AA"/>
    <w:rsid w:val="006C1600"/>
    <w:rsid w:val="006C19E8"/>
    <w:rsid w:val="006C25A0"/>
    <w:rsid w:val="006C2CDD"/>
    <w:rsid w:val="006C2DB2"/>
    <w:rsid w:val="006C336C"/>
    <w:rsid w:val="006C35B6"/>
    <w:rsid w:val="006C3ABF"/>
    <w:rsid w:val="006C4154"/>
    <w:rsid w:val="006C44ED"/>
    <w:rsid w:val="006C4616"/>
    <w:rsid w:val="006C4900"/>
    <w:rsid w:val="006C4B05"/>
    <w:rsid w:val="006C4BA3"/>
    <w:rsid w:val="006C52AE"/>
    <w:rsid w:val="006C53D0"/>
    <w:rsid w:val="006C54CA"/>
    <w:rsid w:val="006C565D"/>
    <w:rsid w:val="006C5BF1"/>
    <w:rsid w:val="006C5CBB"/>
    <w:rsid w:val="006C5D86"/>
    <w:rsid w:val="006C5E88"/>
    <w:rsid w:val="006C6152"/>
    <w:rsid w:val="006C69C9"/>
    <w:rsid w:val="006C6EAF"/>
    <w:rsid w:val="006C74F1"/>
    <w:rsid w:val="006C7DA6"/>
    <w:rsid w:val="006D0124"/>
    <w:rsid w:val="006D06C2"/>
    <w:rsid w:val="006D0886"/>
    <w:rsid w:val="006D089B"/>
    <w:rsid w:val="006D10AC"/>
    <w:rsid w:val="006D117D"/>
    <w:rsid w:val="006D17D4"/>
    <w:rsid w:val="006D1E4F"/>
    <w:rsid w:val="006D1EFE"/>
    <w:rsid w:val="006D2392"/>
    <w:rsid w:val="006D27E4"/>
    <w:rsid w:val="006D2B5E"/>
    <w:rsid w:val="006D2B87"/>
    <w:rsid w:val="006D2FA5"/>
    <w:rsid w:val="006D374F"/>
    <w:rsid w:val="006D380E"/>
    <w:rsid w:val="006D3820"/>
    <w:rsid w:val="006D3850"/>
    <w:rsid w:val="006D38BD"/>
    <w:rsid w:val="006D3C51"/>
    <w:rsid w:val="006D3F03"/>
    <w:rsid w:val="006D4216"/>
    <w:rsid w:val="006D45DD"/>
    <w:rsid w:val="006D45EE"/>
    <w:rsid w:val="006D4693"/>
    <w:rsid w:val="006D504A"/>
    <w:rsid w:val="006D5328"/>
    <w:rsid w:val="006D561F"/>
    <w:rsid w:val="006D57D0"/>
    <w:rsid w:val="006D5C0B"/>
    <w:rsid w:val="006D5F6F"/>
    <w:rsid w:val="006D66B6"/>
    <w:rsid w:val="006D66DF"/>
    <w:rsid w:val="006D6735"/>
    <w:rsid w:val="006D6CC0"/>
    <w:rsid w:val="006D6FA1"/>
    <w:rsid w:val="006D777B"/>
    <w:rsid w:val="006D7ADC"/>
    <w:rsid w:val="006D7F53"/>
    <w:rsid w:val="006E006D"/>
    <w:rsid w:val="006E013D"/>
    <w:rsid w:val="006E024C"/>
    <w:rsid w:val="006E06CA"/>
    <w:rsid w:val="006E0B0D"/>
    <w:rsid w:val="006E0DD5"/>
    <w:rsid w:val="006E2175"/>
    <w:rsid w:val="006E25E6"/>
    <w:rsid w:val="006E323B"/>
    <w:rsid w:val="006E3399"/>
    <w:rsid w:val="006E3D7C"/>
    <w:rsid w:val="006E4490"/>
    <w:rsid w:val="006E4C0D"/>
    <w:rsid w:val="006E50B3"/>
    <w:rsid w:val="006E51EA"/>
    <w:rsid w:val="006E524B"/>
    <w:rsid w:val="006E5988"/>
    <w:rsid w:val="006E5F07"/>
    <w:rsid w:val="006E5FFD"/>
    <w:rsid w:val="006E646E"/>
    <w:rsid w:val="006E671A"/>
    <w:rsid w:val="006E6B57"/>
    <w:rsid w:val="006E6E92"/>
    <w:rsid w:val="006E7086"/>
    <w:rsid w:val="006E71A2"/>
    <w:rsid w:val="006E7629"/>
    <w:rsid w:val="006E76C8"/>
    <w:rsid w:val="006E791D"/>
    <w:rsid w:val="006E7DD3"/>
    <w:rsid w:val="006F00D6"/>
    <w:rsid w:val="006F021E"/>
    <w:rsid w:val="006F030E"/>
    <w:rsid w:val="006F10D1"/>
    <w:rsid w:val="006F1CCC"/>
    <w:rsid w:val="006F1E54"/>
    <w:rsid w:val="006F2169"/>
    <w:rsid w:val="006F27A0"/>
    <w:rsid w:val="006F27B8"/>
    <w:rsid w:val="006F28C2"/>
    <w:rsid w:val="006F326E"/>
    <w:rsid w:val="006F35C9"/>
    <w:rsid w:val="006F377C"/>
    <w:rsid w:val="006F4785"/>
    <w:rsid w:val="006F4831"/>
    <w:rsid w:val="006F4E02"/>
    <w:rsid w:val="006F524C"/>
    <w:rsid w:val="006F5347"/>
    <w:rsid w:val="006F58E0"/>
    <w:rsid w:val="006F5E98"/>
    <w:rsid w:val="006F63D4"/>
    <w:rsid w:val="006F6500"/>
    <w:rsid w:val="006F6676"/>
    <w:rsid w:val="006F6A29"/>
    <w:rsid w:val="006F7B31"/>
    <w:rsid w:val="006F7D13"/>
    <w:rsid w:val="0070007A"/>
    <w:rsid w:val="0070059D"/>
    <w:rsid w:val="007007AC"/>
    <w:rsid w:val="007007C0"/>
    <w:rsid w:val="00700C59"/>
    <w:rsid w:val="00700D0D"/>
    <w:rsid w:val="00701265"/>
    <w:rsid w:val="00701288"/>
    <w:rsid w:val="007015CF"/>
    <w:rsid w:val="0070164D"/>
    <w:rsid w:val="007019F1"/>
    <w:rsid w:val="00701DEA"/>
    <w:rsid w:val="00701F4F"/>
    <w:rsid w:val="007020DE"/>
    <w:rsid w:val="00702433"/>
    <w:rsid w:val="00702718"/>
    <w:rsid w:val="00702867"/>
    <w:rsid w:val="00702AC3"/>
    <w:rsid w:val="00702D05"/>
    <w:rsid w:val="00702E50"/>
    <w:rsid w:val="00703210"/>
    <w:rsid w:val="007032D6"/>
    <w:rsid w:val="00703469"/>
    <w:rsid w:val="0070348D"/>
    <w:rsid w:val="00703907"/>
    <w:rsid w:val="007039EE"/>
    <w:rsid w:val="00703E30"/>
    <w:rsid w:val="0070407E"/>
    <w:rsid w:val="00704303"/>
    <w:rsid w:val="00704B0B"/>
    <w:rsid w:val="00705027"/>
    <w:rsid w:val="00705352"/>
    <w:rsid w:val="00705731"/>
    <w:rsid w:val="0070687B"/>
    <w:rsid w:val="00706DF1"/>
    <w:rsid w:val="00706FA8"/>
    <w:rsid w:val="0070727E"/>
    <w:rsid w:val="007073C7"/>
    <w:rsid w:val="007075C5"/>
    <w:rsid w:val="007076C0"/>
    <w:rsid w:val="00710258"/>
    <w:rsid w:val="00710407"/>
    <w:rsid w:val="0071059E"/>
    <w:rsid w:val="007105A4"/>
    <w:rsid w:val="00710EDF"/>
    <w:rsid w:val="0071120D"/>
    <w:rsid w:val="0071128F"/>
    <w:rsid w:val="00711A35"/>
    <w:rsid w:val="00712BFE"/>
    <w:rsid w:val="00712DD2"/>
    <w:rsid w:val="007130BC"/>
    <w:rsid w:val="007132BD"/>
    <w:rsid w:val="007132BF"/>
    <w:rsid w:val="00713492"/>
    <w:rsid w:val="00713687"/>
    <w:rsid w:val="00713923"/>
    <w:rsid w:val="00713A31"/>
    <w:rsid w:val="00713B47"/>
    <w:rsid w:val="00713D4A"/>
    <w:rsid w:val="00713F8F"/>
    <w:rsid w:val="007148D5"/>
    <w:rsid w:val="007149A0"/>
    <w:rsid w:val="00714E44"/>
    <w:rsid w:val="00714ED2"/>
    <w:rsid w:val="00715454"/>
    <w:rsid w:val="007154AB"/>
    <w:rsid w:val="0071563A"/>
    <w:rsid w:val="00715A4F"/>
    <w:rsid w:val="00715C87"/>
    <w:rsid w:val="00715ECE"/>
    <w:rsid w:val="00715F63"/>
    <w:rsid w:val="00716037"/>
    <w:rsid w:val="0071627D"/>
    <w:rsid w:val="007163D5"/>
    <w:rsid w:val="00716556"/>
    <w:rsid w:val="00716A22"/>
    <w:rsid w:val="00716CAB"/>
    <w:rsid w:val="00716E65"/>
    <w:rsid w:val="007170DF"/>
    <w:rsid w:val="007170FA"/>
    <w:rsid w:val="00717618"/>
    <w:rsid w:val="00717AF7"/>
    <w:rsid w:val="00717CD4"/>
    <w:rsid w:val="00717E30"/>
    <w:rsid w:val="00720C36"/>
    <w:rsid w:val="00720EBD"/>
    <w:rsid w:val="007210DF"/>
    <w:rsid w:val="007215A7"/>
    <w:rsid w:val="007216AE"/>
    <w:rsid w:val="0072195E"/>
    <w:rsid w:val="00721E8A"/>
    <w:rsid w:val="00722439"/>
    <w:rsid w:val="0072251B"/>
    <w:rsid w:val="00722781"/>
    <w:rsid w:val="00722930"/>
    <w:rsid w:val="00722C87"/>
    <w:rsid w:val="00722E4A"/>
    <w:rsid w:val="007232AC"/>
    <w:rsid w:val="00723C09"/>
    <w:rsid w:val="00723E6C"/>
    <w:rsid w:val="00724397"/>
    <w:rsid w:val="00724CDF"/>
    <w:rsid w:val="007256E9"/>
    <w:rsid w:val="00725D81"/>
    <w:rsid w:val="00725E66"/>
    <w:rsid w:val="0072648F"/>
    <w:rsid w:val="00726C3D"/>
    <w:rsid w:val="00726E49"/>
    <w:rsid w:val="00727561"/>
    <w:rsid w:val="007276FD"/>
    <w:rsid w:val="00727887"/>
    <w:rsid w:val="007279D9"/>
    <w:rsid w:val="00727A9C"/>
    <w:rsid w:val="00727C09"/>
    <w:rsid w:val="00730578"/>
    <w:rsid w:val="0073058A"/>
    <w:rsid w:val="007307FC"/>
    <w:rsid w:val="00730ABB"/>
    <w:rsid w:val="00730B7F"/>
    <w:rsid w:val="00730E3D"/>
    <w:rsid w:val="0073137A"/>
    <w:rsid w:val="00731534"/>
    <w:rsid w:val="00731E22"/>
    <w:rsid w:val="0073241E"/>
    <w:rsid w:val="007324E7"/>
    <w:rsid w:val="0073250C"/>
    <w:rsid w:val="00732673"/>
    <w:rsid w:val="007326CB"/>
    <w:rsid w:val="00732725"/>
    <w:rsid w:val="0073298C"/>
    <w:rsid w:val="00732B24"/>
    <w:rsid w:val="0073346F"/>
    <w:rsid w:val="00733D78"/>
    <w:rsid w:val="00733DBC"/>
    <w:rsid w:val="00733F40"/>
    <w:rsid w:val="00734039"/>
    <w:rsid w:val="007346E8"/>
    <w:rsid w:val="00734B01"/>
    <w:rsid w:val="00734F0E"/>
    <w:rsid w:val="007350E2"/>
    <w:rsid w:val="00736DE1"/>
    <w:rsid w:val="0073737F"/>
    <w:rsid w:val="00737435"/>
    <w:rsid w:val="007378D9"/>
    <w:rsid w:val="007401A0"/>
    <w:rsid w:val="00740581"/>
    <w:rsid w:val="00740848"/>
    <w:rsid w:val="00740BDB"/>
    <w:rsid w:val="007412F0"/>
    <w:rsid w:val="007416C6"/>
    <w:rsid w:val="00741714"/>
    <w:rsid w:val="007420E7"/>
    <w:rsid w:val="007425FF"/>
    <w:rsid w:val="00742EBC"/>
    <w:rsid w:val="00743582"/>
    <w:rsid w:val="00744DA5"/>
    <w:rsid w:val="007450D7"/>
    <w:rsid w:val="007451EC"/>
    <w:rsid w:val="007453F7"/>
    <w:rsid w:val="00745AD8"/>
    <w:rsid w:val="00745D5B"/>
    <w:rsid w:val="007467D5"/>
    <w:rsid w:val="0074697E"/>
    <w:rsid w:val="0074773C"/>
    <w:rsid w:val="0074773E"/>
    <w:rsid w:val="00747A5F"/>
    <w:rsid w:val="00747AC6"/>
    <w:rsid w:val="00747B16"/>
    <w:rsid w:val="00747B5C"/>
    <w:rsid w:val="00747D78"/>
    <w:rsid w:val="00750342"/>
    <w:rsid w:val="00750680"/>
    <w:rsid w:val="0075144D"/>
    <w:rsid w:val="007517ED"/>
    <w:rsid w:val="00751C95"/>
    <w:rsid w:val="007520AA"/>
    <w:rsid w:val="00752124"/>
    <w:rsid w:val="007525EA"/>
    <w:rsid w:val="007526AB"/>
    <w:rsid w:val="0075277F"/>
    <w:rsid w:val="00752B9F"/>
    <w:rsid w:val="007539FD"/>
    <w:rsid w:val="00753AC9"/>
    <w:rsid w:val="00753D74"/>
    <w:rsid w:val="00753E16"/>
    <w:rsid w:val="007541D3"/>
    <w:rsid w:val="007547B3"/>
    <w:rsid w:val="00754E10"/>
    <w:rsid w:val="00754FC5"/>
    <w:rsid w:val="007550A1"/>
    <w:rsid w:val="007553DC"/>
    <w:rsid w:val="00755521"/>
    <w:rsid w:val="00755CBE"/>
    <w:rsid w:val="00755CD3"/>
    <w:rsid w:val="00755E85"/>
    <w:rsid w:val="00756769"/>
    <w:rsid w:val="0075678B"/>
    <w:rsid w:val="00756A8C"/>
    <w:rsid w:val="00756BD7"/>
    <w:rsid w:val="00756D29"/>
    <w:rsid w:val="0075732E"/>
    <w:rsid w:val="00757432"/>
    <w:rsid w:val="00757983"/>
    <w:rsid w:val="00757FB9"/>
    <w:rsid w:val="00760041"/>
    <w:rsid w:val="00760153"/>
    <w:rsid w:val="007604C5"/>
    <w:rsid w:val="007604E7"/>
    <w:rsid w:val="007606E5"/>
    <w:rsid w:val="00760867"/>
    <w:rsid w:val="00760E22"/>
    <w:rsid w:val="007616A9"/>
    <w:rsid w:val="0076196C"/>
    <w:rsid w:val="00761BBD"/>
    <w:rsid w:val="00761CA0"/>
    <w:rsid w:val="007620C4"/>
    <w:rsid w:val="00762524"/>
    <w:rsid w:val="0076254C"/>
    <w:rsid w:val="00762625"/>
    <w:rsid w:val="00762768"/>
    <w:rsid w:val="0076295C"/>
    <w:rsid w:val="00762A16"/>
    <w:rsid w:val="00762A46"/>
    <w:rsid w:val="00762AB4"/>
    <w:rsid w:val="00762E71"/>
    <w:rsid w:val="007637FA"/>
    <w:rsid w:val="00763C1D"/>
    <w:rsid w:val="00763DBA"/>
    <w:rsid w:val="00763F11"/>
    <w:rsid w:val="00763F14"/>
    <w:rsid w:val="0076406E"/>
    <w:rsid w:val="00764314"/>
    <w:rsid w:val="00764409"/>
    <w:rsid w:val="007651CE"/>
    <w:rsid w:val="00765740"/>
    <w:rsid w:val="007658F2"/>
    <w:rsid w:val="00765930"/>
    <w:rsid w:val="00765F0F"/>
    <w:rsid w:val="00766ECA"/>
    <w:rsid w:val="00767168"/>
    <w:rsid w:val="00767208"/>
    <w:rsid w:val="00767415"/>
    <w:rsid w:val="007675A3"/>
    <w:rsid w:val="00767688"/>
    <w:rsid w:val="007678CA"/>
    <w:rsid w:val="00767A0D"/>
    <w:rsid w:val="00767AE9"/>
    <w:rsid w:val="00767BA9"/>
    <w:rsid w:val="00767BE2"/>
    <w:rsid w:val="00767E8C"/>
    <w:rsid w:val="007704D6"/>
    <w:rsid w:val="0077083F"/>
    <w:rsid w:val="007708F5"/>
    <w:rsid w:val="007710CB"/>
    <w:rsid w:val="00771297"/>
    <w:rsid w:val="007714BB"/>
    <w:rsid w:val="00771B76"/>
    <w:rsid w:val="00771EB5"/>
    <w:rsid w:val="0077210D"/>
    <w:rsid w:val="00772374"/>
    <w:rsid w:val="007727F4"/>
    <w:rsid w:val="00772EF2"/>
    <w:rsid w:val="007732B0"/>
    <w:rsid w:val="007732B6"/>
    <w:rsid w:val="00773BE0"/>
    <w:rsid w:val="007741C1"/>
    <w:rsid w:val="00774C63"/>
    <w:rsid w:val="007753A7"/>
    <w:rsid w:val="0077548F"/>
    <w:rsid w:val="0077600B"/>
    <w:rsid w:val="0077629A"/>
    <w:rsid w:val="00776502"/>
    <w:rsid w:val="007767E7"/>
    <w:rsid w:val="0077690C"/>
    <w:rsid w:val="00776CBA"/>
    <w:rsid w:val="00776F0A"/>
    <w:rsid w:val="00776F7E"/>
    <w:rsid w:val="0077771B"/>
    <w:rsid w:val="0077772F"/>
    <w:rsid w:val="00777850"/>
    <w:rsid w:val="00777898"/>
    <w:rsid w:val="007779CF"/>
    <w:rsid w:val="00777FDD"/>
    <w:rsid w:val="00780072"/>
    <w:rsid w:val="007801F8"/>
    <w:rsid w:val="007812A9"/>
    <w:rsid w:val="007815EA"/>
    <w:rsid w:val="00781709"/>
    <w:rsid w:val="007817CB"/>
    <w:rsid w:val="00781BA9"/>
    <w:rsid w:val="00781DDC"/>
    <w:rsid w:val="00781E74"/>
    <w:rsid w:val="007823D6"/>
    <w:rsid w:val="0078247D"/>
    <w:rsid w:val="007826DA"/>
    <w:rsid w:val="0078292C"/>
    <w:rsid w:val="00782977"/>
    <w:rsid w:val="00782EE0"/>
    <w:rsid w:val="00783125"/>
    <w:rsid w:val="007834F9"/>
    <w:rsid w:val="00783D68"/>
    <w:rsid w:val="007847FE"/>
    <w:rsid w:val="00784C8B"/>
    <w:rsid w:val="00784D04"/>
    <w:rsid w:val="00784F19"/>
    <w:rsid w:val="007851F9"/>
    <w:rsid w:val="00785363"/>
    <w:rsid w:val="007861E7"/>
    <w:rsid w:val="007873A0"/>
    <w:rsid w:val="0078740F"/>
    <w:rsid w:val="00787A7C"/>
    <w:rsid w:val="00787E56"/>
    <w:rsid w:val="00787EE3"/>
    <w:rsid w:val="00787F47"/>
    <w:rsid w:val="00790207"/>
    <w:rsid w:val="0079039C"/>
    <w:rsid w:val="0079063B"/>
    <w:rsid w:val="007909D6"/>
    <w:rsid w:val="00790D5A"/>
    <w:rsid w:val="007912A4"/>
    <w:rsid w:val="007912C9"/>
    <w:rsid w:val="007916F3"/>
    <w:rsid w:val="00791883"/>
    <w:rsid w:val="00791895"/>
    <w:rsid w:val="00791B0E"/>
    <w:rsid w:val="00791B94"/>
    <w:rsid w:val="00791C99"/>
    <w:rsid w:val="0079211F"/>
    <w:rsid w:val="0079222A"/>
    <w:rsid w:val="00792438"/>
    <w:rsid w:val="00792812"/>
    <w:rsid w:val="00792D82"/>
    <w:rsid w:val="0079307F"/>
    <w:rsid w:val="007930FF"/>
    <w:rsid w:val="00793400"/>
    <w:rsid w:val="007934B2"/>
    <w:rsid w:val="0079356C"/>
    <w:rsid w:val="00793CFC"/>
    <w:rsid w:val="00793F46"/>
    <w:rsid w:val="007940AF"/>
    <w:rsid w:val="00794170"/>
    <w:rsid w:val="007948C9"/>
    <w:rsid w:val="007949A9"/>
    <w:rsid w:val="00794BE6"/>
    <w:rsid w:val="007952CC"/>
    <w:rsid w:val="00795616"/>
    <w:rsid w:val="00795E5A"/>
    <w:rsid w:val="00796141"/>
    <w:rsid w:val="007962EA"/>
    <w:rsid w:val="00796491"/>
    <w:rsid w:val="00796537"/>
    <w:rsid w:val="007966B1"/>
    <w:rsid w:val="00796A7D"/>
    <w:rsid w:val="00796B03"/>
    <w:rsid w:val="00796D0F"/>
    <w:rsid w:val="00797146"/>
    <w:rsid w:val="0079729F"/>
    <w:rsid w:val="007A0A7A"/>
    <w:rsid w:val="007A0B4F"/>
    <w:rsid w:val="007A1638"/>
    <w:rsid w:val="007A1A07"/>
    <w:rsid w:val="007A1F40"/>
    <w:rsid w:val="007A22C5"/>
    <w:rsid w:val="007A244E"/>
    <w:rsid w:val="007A28D4"/>
    <w:rsid w:val="007A2CB6"/>
    <w:rsid w:val="007A2D5A"/>
    <w:rsid w:val="007A2E8E"/>
    <w:rsid w:val="007A3485"/>
    <w:rsid w:val="007A3D9B"/>
    <w:rsid w:val="007A4159"/>
    <w:rsid w:val="007A466D"/>
    <w:rsid w:val="007A48AB"/>
    <w:rsid w:val="007A4CBD"/>
    <w:rsid w:val="007A545B"/>
    <w:rsid w:val="007A5D79"/>
    <w:rsid w:val="007A601B"/>
    <w:rsid w:val="007A662E"/>
    <w:rsid w:val="007A67E0"/>
    <w:rsid w:val="007A6F6A"/>
    <w:rsid w:val="007A7286"/>
    <w:rsid w:val="007A764A"/>
    <w:rsid w:val="007A7739"/>
    <w:rsid w:val="007A7E00"/>
    <w:rsid w:val="007A7EFC"/>
    <w:rsid w:val="007B014D"/>
    <w:rsid w:val="007B05AE"/>
    <w:rsid w:val="007B05FF"/>
    <w:rsid w:val="007B0E1E"/>
    <w:rsid w:val="007B11B4"/>
    <w:rsid w:val="007B13AD"/>
    <w:rsid w:val="007B14BD"/>
    <w:rsid w:val="007B1767"/>
    <w:rsid w:val="007B18C0"/>
    <w:rsid w:val="007B1FCC"/>
    <w:rsid w:val="007B219D"/>
    <w:rsid w:val="007B21AE"/>
    <w:rsid w:val="007B2675"/>
    <w:rsid w:val="007B28F8"/>
    <w:rsid w:val="007B28FA"/>
    <w:rsid w:val="007B32FB"/>
    <w:rsid w:val="007B3473"/>
    <w:rsid w:val="007B3784"/>
    <w:rsid w:val="007B3ACD"/>
    <w:rsid w:val="007B3C25"/>
    <w:rsid w:val="007B3C44"/>
    <w:rsid w:val="007B3CA5"/>
    <w:rsid w:val="007B3D03"/>
    <w:rsid w:val="007B3E4C"/>
    <w:rsid w:val="007B42BD"/>
    <w:rsid w:val="007B44A9"/>
    <w:rsid w:val="007B4971"/>
    <w:rsid w:val="007B4DF9"/>
    <w:rsid w:val="007B4FD0"/>
    <w:rsid w:val="007B5E71"/>
    <w:rsid w:val="007B62FD"/>
    <w:rsid w:val="007B6C09"/>
    <w:rsid w:val="007B7EE1"/>
    <w:rsid w:val="007C03C9"/>
    <w:rsid w:val="007C07AE"/>
    <w:rsid w:val="007C0974"/>
    <w:rsid w:val="007C0DE2"/>
    <w:rsid w:val="007C1122"/>
    <w:rsid w:val="007C1440"/>
    <w:rsid w:val="007C1B3E"/>
    <w:rsid w:val="007C1DAE"/>
    <w:rsid w:val="007C1E07"/>
    <w:rsid w:val="007C254A"/>
    <w:rsid w:val="007C25C8"/>
    <w:rsid w:val="007C2E69"/>
    <w:rsid w:val="007C3863"/>
    <w:rsid w:val="007C398D"/>
    <w:rsid w:val="007C3A00"/>
    <w:rsid w:val="007C40B9"/>
    <w:rsid w:val="007C4182"/>
    <w:rsid w:val="007C4223"/>
    <w:rsid w:val="007C437E"/>
    <w:rsid w:val="007C457B"/>
    <w:rsid w:val="007C47D5"/>
    <w:rsid w:val="007C4A48"/>
    <w:rsid w:val="007C4C09"/>
    <w:rsid w:val="007C4C43"/>
    <w:rsid w:val="007C5019"/>
    <w:rsid w:val="007C531D"/>
    <w:rsid w:val="007C5BF2"/>
    <w:rsid w:val="007C6192"/>
    <w:rsid w:val="007C6737"/>
    <w:rsid w:val="007C6A1B"/>
    <w:rsid w:val="007C6F89"/>
    <w:rsid w:val="007C77E9"/>
    <w:rsid w:val="007C7B77"/>
    <w:rsid w:val="007D0176"/>
    <w:rsid w:val="007D02A4"/>
    <w:rsid w:val="007D04B6"/>
    <w:rsid w:val="007D0BC4"/>
    <w:rsid w:val="007D168D"/>
    <w:rsid w:val="007D1E13"/>
    <w:rsid w:val="007D1E87"/>
    <w:rsid w:val="007D211A"/>
    <w:rsid w:val="007D2123"/>
    <w:rsid w:val="007D2A1D"/>
    <w:rsid w:val="007D3552"/>
    <w:rsid w:val="007D3AFD"/>
    <w:rsid w:val="007D3E32"/>
    <w:rsid w:val="007D40E1"/>
    <w:rsid w:val="007D4917"/>
    <w:rsid w:val="007D4994"/>
    <w:rsid w:val="007D4D14"/>
    <w:rsid w:val="007D4F43"/>
    <w:rsid w:val="007D547D"/>
    <w:rsid w:val="007D5812"/>
    <w:rsid w:val="007D5D1F"/>
    <w:rsid w:val="007D5F4D"/>
    <w:rsid w:val="007D6552"/>
    <w:rsid w:val="007D66E2"/>
    <w:rsid w:val="007D678E"/>
    <w:rsid w:val="007D67D7"/>
    <w:rsid w:val="007D68C3"/>
    <w:rsid w:val="007D6E32"/>
    <w:rsid w:val="007D70B2"/>
    <w:rsid w:val="007D7653"/>
    <w:rsid w:val="007D7929"/>
    <w:rsid w:val="007D7C59"/>
    <w:rsid w:val="007E000F"/>
    <w:rsid w:val="007E0035"/>
    <w:rsid w:val="007E030F"/>
    <w:rsid w:val="007E0637"/>
    <w:rsid w:val="007E0678"/>
    <w:rsid w:val="007E09AC"/>
    <w:rsid w:val="007E0F8A"/>
    <w:rsid w:val="007E0F9B"/>
    <w:rsid w:val="007E1480"/>
    <w:rsid w:val="007E20DB"/>
    <w:rsid w:val="007E214B"/>
    <w:rsid w:val="007E2625"/>
    <w:rsid w:val="007E267A"/>
    <w:rsid w:val="007E2A9D"/>
    <w:rsid w:val="007E2B42"/>
    <w:rsid w:val="007E300E"/>
    <w:rsid w:val="007E34A8"/>
    <w:rsid w:val="007E37A0"/>
    <w:rsid w:val="007E3A6D"/>
    <w:rsid w:val="007E40C9"/>
    <w:rsid w:val="007E41DD"/>
    <w:rsid w:val="007E423A"/>
    <w:rsid w:val="007E42D2"/>
    <w:rsid w:val="007E4335"/>
    <w:rsid w:val="007E43AD"/>
    <w:rsid w:val="007E493E"/>
    <w:rsid w:val="007E496F"/>
    <w:rsid w:val="007E4AE8"/>
    <w:rsid w:val="007E4C56"/>
    <w:rsid w:val="007E4CEB"/>
    <w:rsid w:val="007E4FE1"/>
    <w:rsid w:val="007E5101"/>
    <w:rsid w:val="007E5868"/>
    <w:rsid w:val="007E5B0F"/>
    <w:rsid w:val="007E5E80"/>
    <w:rsid w:val="007E5EE2"/>
    <w:rsid w:val="007E5FA5"/>
    <w:rsid w:val="007E61E1"/>
    <w:rsid w:val="007E67B9"/>
    <w:rsid w:val="007E6B01"/>
    <w:rsid w:val="007E74C4"/>
    <w:rsid w:val="007E7741"/>
    <w:rsid w:val="007E7C1B"/>
    <w:rsid w:val="007E7D8D"/>
    <w:rsid w:val="007F0076"/>
    <w:rsid w:val="007F01D2"/>
    <w:rsid w:val="007F0452"/>
    <w:rsid w:val="007F052E"/>
    <w:rsid w:val="007F05C5"/>
    <w:rsid w:val="007F092F"/>
    <w:rsid w:val="007F1219"/>
    <w:rsid w:val="007F1423"/>
    <w:rsid w:val="007F1A96"/>
    <w:rsid w:val="007F1AA4"/>
    <w:rsid w:val="007F2220"/>
    <w:rsid w:val="007F2859"/>
    <w:rsid w:val="007F30AD"/>
    <w:rsid w:val="007F34CE"/>
    <w:rsid w:val="007F3563"/>
    <w:rsid w:val="007F3586"/>
    <w:rsid w:val="007F394C"/>
    <w:rsid w:val="007F3EBB"/>
    <w:rsid w:val="007F4405"/>
    <w:rsid w:val="007F443E"/>
    <w:rsid w:val="007F46AB"/>
    <w:rsid w:val="007F47D3"/>
    <w:rsid w:val="007F48BD"/>
    <w:rsid w:val="007F4A8D"/>
    <w:rsid w:val="007F4C74"/>
    <w:rsid w:val="007F57AD"/>
    <w:rsid w:val="007F5AC0"/>
    <w:rsid w:val="007F5F61"/>
    <w:rsid w:val="007F633B"/>
    <w:rsid w:val="007F675A"/>
    <w:rsid w:val="007F6A90"/>
    <w:rsid w:val="007F6F71"/>
    <w:rsid w:val="007F7218"/>
    <w:rsid w:val="007F73A7"/>
    <w:rsid w:val="007F7438"/>
    <w:rsid w:val="007F76A4"/>
    <w:rsid w:val="007F77C7"/>
    <w:rsid w:val="007F7B61"/>
    <w:rsid w:val="00800261"/>
    <w:rsid w:val="008015BF"/>
    <w:rsid w:val="00801738"/>
    <w:rsid w:val="00801BC9"/>
    <w:rsid w:val="00801EDE"/>
    <w:rsid w:val="00801F59"/>
    <w:rsid w:val="008021CC"/>
    <w:rsid w:val="008022B5"/>
    <w:rsid w:val="00802346"/>
    <w:rsid w:val="008025DF"/>
    <w:rsid w:val="0080268F"/>
    <w:rsid w:val="00802A44"/>
    <w:rsid w:val="00802CFF"/>
    <w:rsid w:val="00802E74"/>
    <w:rsid w:val="00802F9D"/>
    <w:rsid w:val="008033DB"/>
    <w:rsid w:val="008036DA"/>
    <w:rsid w:val="008037B2"/>
    <w:rsid w:val="0080391B"/>
    <w:rsid w:val="00803F37"/>
    <w:rsid w:val="00803F9F"/>
    <w:rsid w:val="00804210"/>
    <w:rsid w:val="00804279"/>
    <w:rsid w:val="00804B96"/>
    <w:rsid w:val="00805398"/>
    <w:rsid w:val="00805D4F"/>
    <w:rsid w:val="00805DDD"/>
    <w:rsid w:val="0080615E"/>
    <w:rsid w:val="0080626E"/>
    <w:rsid w:val="0080627D"/>
    <w:rsid w:val="0080655D"/>
    <w:rsid w:val="00806603"/>
    <w:rsid w:val="00806A57"/>
    <w:rsid w:val="0080714B"/>
    <w:rsid w:val="008074C5"/>
    <w:rsid w:val="008074F6"/>
    <w:rsid w:val="00810219"/>
    <w:rsid w:val="00810602"/>
    <w:rsid w:val="00810CF8"/>
    <w:rsid w:val="00810D64"/>
    <w:rsid w:val="00811B15"/>
    <w:rsid w:val="00811DB6"/>
    <w:rsid w:val="0081224D"/>
    <w:rsid w:val="008134ED"/>
    <w:rsid w:val="00813D6A"/>
    <w:rsid w:val="00813E3B"/>
    <w:rsid w:val="00814036"/>
    <w:rsid w:val="008140BF"/>
    <w:rsid w:val="00814804"/>
    <w:rsid w:val="00815C6A"/>
    <w:rsid w:val="00816630"/>
    <w:rsid w:val="00816678"/>
    <w:rsid w:val="0081684B"/>
    <w:rsid w:val="00816BBD"/>
    <w:rsid w:val="00816DE5"/>
    <w:rsid w:val="00816F27"/>
    <w:rsid w:val="00817431"/>
    <w:rsid w:val="0081745A"/>
    <w:rsid w:val="008175BD"/>
    <w:rsid w:val="00817CA6"/>
    <w:rsid w:val="00817F00"/>
    <w:rsid w:val="00820187"/>
    <w:rsid w:val="0082025F"/>
    <w:rsid w:val="0082040E"/>
    <w:rsid w:val="00820724"/>
    <w:rsid w:val="00820AA3"/>
    <w:rsid w:val="00820B5B"/>
    <w:rsid w:val="00820BA4"/>
    <w:rsid w:val="00821030"/>
    <w:rsid w:val="00821198"/>
    <w:rsid w:val="00821296"/>
    <w:rsid w:val="00821AD5"/>
    <w:rsid w:val="0082265B"/>
    <w:rsid w:val="00822AE7"/>
    <w:rsid w:val="00822C8D"/>
    <w:rsid w:val="00822DBF"/>
    <w:rsid w:val="0082304F"/>
    <w:rsid w:val="00823170"/>
    <w:rsid w:val="008232C8"/>
    <w:rsid w:val="00823383"/>
    <w:rsid w:val="0082356C"/>
    <w:rsid w:val="008235BA"/>
    <w:rsid w:val="00823624"/>
    <w:rsid w:val="0082388A"/>
    <w:rsid w:val="00823A54"/>
    <w:rsid w:val="00824249"/>
    <w:rsid w:val="0082438A"/>
    <w:rsid w:val="008244C3"/>
    <w:rsid w:val="008245F6"/>
    <w:rsid w:val="008246BC"/>
    <w:rsid w:val="0082488E"/>
    <w:rsid w:val="00824A1A"/>
    <w:rsid w:val="00824A46"/>
    <w:rsid w:val="00824F29"/>
    <w:rsid w:val="00825328"/>
    <w:rsid w:val="008255F4"/>
    <w:rsid w:val="008261AA"/>
    <w:rsid w:val="00826462"/>
    <w:rsid w:val="00826D4B"/>
    <w:rsid w:val="0082749E"/>
    <w:rsid w:val="00827554"/>
    <w:rsid w:val="008278DE"/>
    <w:rsid w:val="00827986"/>
    <w:rsid w:val="008279AC"/>
    <w:rsid w:val="008301D7"/>
    <w:rsid w:val="00830924"/>
    <w:rsid w:val="00830D29"/>
    <w:rsid w:val="00831181"/>
    <w:rsid w:val="0083151B"/>
    <w:rsid w:val="00831946"/>
    <w:rsid w:val="008319A4"/>
    <w:rsid w:val="00831F2E"/>
    <w:rsid w:val="0083208D"/>
    <w:rsid w:val="008320C0"/>
    <w:rsid w:val="008321BF"/>
    <w:rsid w:val="00832268"/>
    <w:rsid w:val="00832563"/>
    <w:rsid w:val="00832A8B"/>
    <w:rsid w:val="00832E2A"/>
    <w:rsid w:val="008337C1"/>
    <w:rsid w:val="008339CA"/>
    <w:rsid w:val="00833A4A"/>
    <w:rsid w:val="00833B78"/>
    <w:rsid w:val="008349CC"/>
    <w:rsid w:val="00834BD0"/>
    <w:rsid w:val="00834CDA"/>
    <w:rsid w:val="00835034"/>
    <w:rsid w:val="00835483"/>
    <w:rsid w:val="008354D7"/>
    <w:rsid w:val="0083613C"/>
    <w:rsid w:val="0083618A"/>
    <w:rsid w:val="00836B6A"/>
    <w:rsid w:val="00836F46"/>
    <w:rsid w:val="00837398"/>
    <w:rsid w:val="008374B5"/>
    <w:rsid w:val="00837773"/>
    <w:rsid w:val="008378E2"/>
    <w:rsid w:val="00837AC1"/>
    <w:rsid w:val="00840344"/>
    <w:rsid w:val="00840500"/>
    <w:rsid w:val="00840671"/>
    <w:rsid w:val="0084129D"/>
    <w:rsid w:val="008415B2"/>
    <w:rsid w:val="00841A9E"/>
    <w:rsid w:val="00841B15"/>
    <w:rsid w:val="00841B78"/>
    <w:rsid w:val="0084214F"/>
    <w:rsid w:val="00842302"/>
    <w:rsid w:val="0084380C"/>
    <w:rsid w:val="0084393F"/>
    <w:rsid w:val="008439C1"/>
    <w:rsid w:val="00843BDD"/>
    <w:rsid w:val="00843F9D"/>
    <w:rsid w:val="00844082"/>
    <w:rsid w:val="008440F7"/>
    <w:rsid w:val="008443A0"/>
    <w:rsid w:val="008444E6"/>
    <w:rsid w:val="0084468B"/>
    <w:rsid w:val="0084487F"/>
    <w:rsid w:val="00844FBE"/>
    <w:rsid w:val="00844FE8"/>
    <w:rsid w:val="00845212"/>
    <w:rsid w:val="0084577F"/>
    <w:rsid w:val="008457D7"/>
    <w:rsid w:val="008458F3"/>
    <w:rsid w:val="008459C9"/>
    <w:rsid w:val="00845BEF"/>
    <w:rsid w:val="00845C92"/>
    <w:rsid w:val="00845DA0"/>
    <w:rsid w:val="00845E27"/>
    <w:rsid w:val="00845F6E"/>
    <w:rsid w:val="00846682"/>
    <w:rsid w:val="0084673F"/>
    <w:rsid w:val="00846802"/>
    <w:rsid w:val="00846EF4"/>
    <w:rsid w:val="00846F26"/>
    <w:rsid w:val="00847C8E"/>
    <w:rsid w:val="00847DE8"/>
    <w:rsid w:val="00847E0B"/>
    <w:rsid w:val="0085005F"/>
    <w:rsid w:val="0085020B"/>
    <w:rsid w:val="0085054D"/>
    <w:rsid w:val="00850830"/>
    <w:rsid w:val="0085083A"/>
    <w:rsid w:val="00850923"/>
    <w:rsid w:val="00850D34"/>
    <w:rsid w:val="0085175E"/>
    <w:rsid w:val="00851B15"/>
    <w:rsid w:val="0085206B"/>
    <w:rsid w:val="00852091"/>
    <w:rsid w:val="0085220C"/>
    <w:rsid w:val="00852900"/>
    <w:rsid w:val="008529DB"/>
    <w:rsid w:val="00852B5D"/>
    <w:rsid w:val="00852EF3"/>
    <w:rsid w:val="0085390B"/>
    <w:rsid w:val="0085399B"/>
    <w:rsid w:val="00853A27"/>
    <w:rsid w:val="00853AB1"/>
    <w:rsid w:val="00853D6D"/>
    <w:rsid w:val="00853FF5"/>
    <w:rsid w:val="008542F4"/>
    <w:rsid w:val="00854388"/>
    <w:rsid w:val="00854699"/>
    <w:rsid w:val="00854C91"/>
    <w:rsid w:val="00854D7F"/>
    <w:rsid w:val="0085558A"/>
    <w:rsid w:val="00855A0E"/>
    <w:rsid w:val="008560BA"/>
    <w:rsid w:val="008563C1"/>
    <w:rsid w:val="008567A4"/>
    <w:rsid w:val="008567C5"/>
    <w:rsid w:val="00857290"/>
    <w:rsid w:val="0085747A"/>
    <w:rsid w:val="0085780C"/>
    <w:rsid w:val="00857A0F"/>
    <w:rsid w:val="00857A3D"/>
    <w:rsid w:val="00857B64"/>
    <w:rsid w:val="00857D3D"/>
    <w:rsid w:val="00857E03"/>
    <w:rsid w:val="0086029C"/>
    <w:rsid w:val="00860462"/>
    <w:rsid w:val="00860AD7"/>
    <w:rsid w:val="00860D7D"/>
    <w:rsid w:val="00861175"/>
    <w:rsid w:val="008616D5"/>
    <w:rsid w:val="0086192E"/>
    <w:rsid w:val="00861E06"/>
    <w:rsid w:val="008620AF"/>
    <w:rsid w:val="0086225A"/>
    <w:rsid w:val="00862345"/>
    <w:rsid w:val="00862A05"/>
    <w:rsid w:val="00863831"/>
    <w:rsid w:val="00863B45"/>
    <w:rsid w:val="00863FCB"/>
    <w:rsid w:val="00864112"/>
    <w:rsid w:val="0086491A"/>
    <w:rsid w:val="00864AD9"/>
    <w:rsid w:val="00864AEE"/>
    <w:rsid w:val="00864D2B"/>
    <w:rsid w:val="00864E16"/>
    <w:rsid w:val="00864F5A"/>
    <w:rsid w:val="008650DB"/>
    <w:rsid w:val="008651F7"/>
    <w:rsid w:val="00865ADE"/>
    <w:rsid w:val="00865ED1"/>
    <w:rsid w:val="00865F78"/>
    <w:rsid w:val="00866415"/>
    <w:rsid w:val="008667D0"/>
    <w:rsid w:val="00866822"/>
    <w:rsid w:val="00866EA5"/>
    <w:rsid w:val="00866FF7"/>
    <w:rsid w:val="008679F9"/>
    <w:rsid w:val="00867B75"/>
    <w:rsid w:val="00867B82"/>
    <w:rsid w:val="00867DEB"/>
    <w:rsid w:val="00867ED2"/>
    <w:rsid w:val="00867FCC"/>
    <w:rsid w:val="008701B8"/>
    <w:rsid w:val="00870253"/>
    <w:rsid w:val="00870538"/>
    <w:rsid w:val="00870FB6"/>
    <w:rsid w:val="00871125"/>
    <w:rsid w:val="00871321"/>
    <w:rsid w:val="0087171F"/>
    <w:rsid w:val="00871D3C"/>
    <w:rsid w:val="00871F7C"/>
    <w:rsid w:val="00872026"/>
    <w:rsid w:val="00872296"/>
    <w:rsid w:val="00872628"/>
    <w:rsid w:val="00872F7C"/>
    <w:rsid w:val="008732C6"/>
    <w:rsid w:val="0087358C"/>
    <w:rsid w:val="008736B2"/>
    <w:rsid w:val="00873AD0"/>
    <w:rsid w:val="00873FCB"/>
    <w:rsid w:val="00874482"/>
    <w:rsid w:val="00874864"/>
    <w:rsid w:val="008751D1"/>
    <w:rsid w:val="00875205"/>
    <w:rsid w:val="008753CB"/>
    <w:rsid w:val="0087576A"/>
    <w:rsid w:val="00875B6E"/>
    <w:rsid w:val="00875BD3"/>
    <w:rsid w:val="00875BEF"/>
    <w:rsid w:val="00875CF6"/>
    <w:rsid w:val="00876E48"/>
    <w:rsid w:val="0087720C"/>
    <w:rsid w:val="0087749A"/>
    <w:rsid w:val="008774B5"/>
    <w:rsid w:val="008778A0"/>
    <w:rsid w:val="00877ACC"/>
    <w:rsid w:val="00877BD1"/>
    <w:rsid w:val="00877C2C"/>
    <w:rsid w:val="00880558"/>
    <w:rsid w:val="00880848"/>
    <w:rsid w:val="00880CB8"/>
    <w:rsid w:val="00881003"/>
    <w:rsid w:val="00881FC1"/>
    <w:rsid w:val="008820CC"/>
    <w:rsid w:val="008822F7"/>
    <w:rsid w:val="008827D1"/>
    <w:rsid w:val="00882807"/>
    <w:rsid w:val="00882C6D"/>
    <w:rsid w:val="00882ECC"/>
    <w:rsid w:val="00882F78"/>
    <w:rsid w:val="00882FD4"/>
    <w:rsid w:val="008832F4"/>
    <w:rsid w:val="00883433"/>
    <w:rsid w:val="008839EC"/>
    <w:rsid w:val="00883C81"/>
    <w:rsid w:val="008856BA"/>
    <w:rsid w:val="00885798"/>
    <w:rsid w:val="008858E2"/>
    <w:rsid w:val="00885A46"/>
    <w:rsid w:val="00885A94"/>
    <w:rsid w:val="00885CCE"/>
    <w:rsid w:val="00885DA8"/>
    <w:rsid w:val="00886394"/>
    <w:rsid w:val="00886914"/>
    <w:rsid w:val="00887312"/>
    <w:rsid w:val="0088756D"/>
    <w:rsid w:val="008877AE"/>
    <w:rsid w:val="008877C7"/>
    <w:rsid w:val="00887E83"/>
    <w:rsid w:val="00890210"/>
    <w:rsid w:val="00890538"/>
    <w:rsid w:val="0089063D"/>
    <w:rsid w:val="00890B43"/>
    <w:rsid w:val="00891415"/>
    <w:rsid w:val="00891521"/>
    <w:rsid w:val="00891B12"/>
    <w:rsid w:val="00891BBC"/>
    <w:rsid w:val="00892068"/>
    <w:rsid w:val="008921A4"/>
    <w:rsid w:val="008921B3"/>
    <w:rsid w:val="0089236C"/>
    <w:rsid w:val="008924FF"/>
    <w:rsid w:val="0089263D"/>
    <w:rsid w:val="00892C16"/>
    <w:rsid w:val="00893004"/>
    <w:rsid w:val="00893DEC"/>
    <w:rsid w:val="00894101"/>
    <w:rsid w:val="00894301"/>
    <w:rsid w:val="0089478C"/>
    <w:rsid w:val="00894CC8"/>
    <w:rsid w:val="00894F49"/>
    <w:rsid w:val="00894FEB"/>
    <w:rsid w:val="0089561E"/>
    <w:rsid w:val="00895967"/>
    <w:rsid w:val="00895B56"/>
    <w:rsid w:val="00895D4D"/>
    <w:rsid w:val="00895D7C"/>
    <w:rsid w:val="00895DD9"/>
    <w:rsid w:val="00895F2D"/>
    <w:rsid w:val="00895F40"/>
    <w:rsid w:val="00895F54"/>
    <w:rsid w:val="00895F86"/>
    <w:rsid w:val="008965E4"/>
    <w:rsid w:val="008966C8"/>
    <w:rsid w:val="008967A6"/>
    <w:rsid w:val="008969ED"/>
    <w:rsid w:val="00897431"/>
    <w:rsid w:val="00897617"/>
    <w:rsid w:val="008A01DC"/>
    <w:rsid w:val="008A0780"/>
    <w:rsid w:val="008A11B4"/>
    <w:rsid w:val="008A1789"/>
    <w:rsid w:val="008A1BD4"/>
    <w:rsid w:val="008A1BE0"/>
    <w:rsid w:val="008A1C08"/>
    <w:rsid w:val="008A1D01"/>
    <w:rsid w:val="008A23A1"/>
    <w:rsid w:val="008A265F"/>
    <w:rsid w:val="008A29A0"/>
    <w:rsid w:val="008A2C58"/>
    <w:rsid w:val="008A2D99"/>
    <w:rsid w:val="008A34B1"/>
    <w:rsid w:val="008A3F47"/>
    <w:rsid w:val="008A3FC2"/>
    <w:rsid w:val="008A44A6"/>
    <w:rsid w:val="008A567D"/>
    <w:rsid w:val="008A5727"/>
    <w:rsid w:val="008A579B"/>
    <w:rsid w:val="008A57AE"/>
    <w:rsid w:val="008A5817"/>
    <w:rsid w:val="008A5977"/>
    <w:rsid w:val="008A5B9D"/>
    <w:rsid w:val="008A5D3B"/>
    <w:rsid w:val="008A6D55"/>
    <w:rsid w:val="008A6F9D"/>
    <w:rsid w:val="008A74A0"/>
    <w:rsid w:val="008A77B3"/>
    <w:rsid w:val="008A7BDA"/>
    <w:rsid w:val="008A7D51"/>
    <w:rsid w:val="008B0510"/>
    <w:rsid w:val="008B0949"/>
    <w:rsid w:val="008B0ADF"/>
    <w:rsid w:val="008B0F28"/>
    <w:rsid w:val="008B18F5"/>
    <w:rsid w:val="008B1C22"/>
    <w:rsid w:val="008B253D"/>
    <w:rsid w:val="008B26DE"/>
    <w:rsid w:val="008B2775"/>
    <w:rsid w:val="008B2FB9"/>
    <w:rsid w:val="008B322E"/>
    <w:rsid w:val="008B35EA"/>
    <w:rsid w:val="008B3785"/>
    <w:rsid w:val="008B37F3"/>
    <w:rsid w:val="008B386E"/>
    <w:rsid w:val="008B3D64"/>
    <w:rsid w:val="008B46DF"/>
    <w:rsid w:val="008B488C"/>
    <w:rsid w:val="008B48C9"/>
    <w:rsid w:val="008B498A"/>
    <w:rsid w:val="008B4AD4"/>
    <w:rsid w:val="008B4CD1"/>
    <w:rsid w:val="008B519D"/>
    <w:rsid w:val="008B5328"/>
    <w:rsid w:val="008B5995"/>
    <w:rsid w:val="008B5A37"/>
    <w:rsid w:val="008B5D52"/>
    <w:rsid w:val="008B5E51"/>
    <w:rsid w:val="008B6204"/>
    <w:rsid w:val="008B62EC"/>
    <w:rsid w:val="008B639A"/>
    <w:rsid w:val="008B688C"/>
    <w:rsid w:val="008B6B15"/>
    <w:rsid w:val="008B6E5C"/>
    <w:rsid w:val="008B701A"/>
    <w:rsid w:val="008B7390"/>
    <w:rsid w:val="008B74BC"/>
    <w:rsid w:val="008B75A9"/>
    <w:rsid w:val="008B76EF"/>
    <w:rsid w:val="008B7A06"/>
    <w:rsid w:val="008C010B"/>
    <w:rsid w:val="008C02CF"/>
    <w:rsid w:val="008C050F"/>
    <w:rsid w:val="008C0640"/>
    <w:rsid w:val="008C094A"/>
    <w:rsid w:val="008C098B"/>
    <w:rsid w:val="008C116F"/>
    <w:rsid w:val="008C11A4"/>
    <w:rsid w:val="008C1833"/>
    <w:rsid w:val="008C1842"/>
    <w:rsid w:val="008C1A32"/>
    <w:rsid w:val="008C1A9C"/>
    <w:rsid w:val="008C1CFA"/>
    <w:rsid w:val="008C2112"/>
    <w:rsid w:val="008C2398"/>
    <w:rsid w:val="008C2747"/>
    <w:rsid w:val="008C2972"/>
    <w:rsid w:val="008C2C29"/>
    <w:rsid w:val="008C2E1E"/>
    <w:rsid w:val="008C2E4D"/>
    <w:rsid w:val="008C364E"/>
    <w:rsid w:val="008C37DA"/>
    <w:rsid w:val="008C4037"/>
    <w:rsid w:val="008C4112"/>
    <w:rsid w:val="008C47E0"/>
    <w:rsid w:val="008C4AD6"/>
    <w:rsid w:val="008C5575"/>
    <w:rsid w:val="008C5761"/>
    <w:rsid w:val="008C5991"/>
    <w:rsid w:val="008C5B94"/>
    <w:rsid w:val="008C5D8F"/>
    <w:rsid w:val="008C5F30"/>
    <w:rsid w:val="008C60DF"/>
    <w:rsid w:val="008C6138"/>
    <w:rsid w:val="008C6543"/>
    <w:rsid w:val="008C70CC"/>
    <w:rsid w:val="008C73B2"/>
    <w:rsid w:val="008C7497"/>
    <w:rsid w:val="008C7974"/>
    <w:rsid w:val="008C7CA6"/>
    <w:rsid w:val="008D0745"/>
    <w:rsid w:val="008D0AAA"/>
    <w:rsid w:val="008D1A9B"/>
    <w:rsid w:val="008D1C53"/>
    <w:rsid w:val="008D2024"/>
    <w:rsid w:val="008D23F9"/>
    <w:rsid w:val="008D27F9"/>
    <w:rsid w:val="008D2994"/>
    <w:rsid w:val="008D2A70"/>
    <w:rsid w:val="008D32F2"/>
    <w:rsid w:val="008D3488"/>
    <w:rsid w:val="008D37B7"/>
    <w:rsid w:val="008D3844"/>
    <w:rsid w:val="008D3932"/>
    <w:rsid w:val="008D3B30"/>
    <w:rsid w:val="008D3CC7"/>
    <w:rsid w:val="008D3F51"/>
    <w:rsid w:val="008D45F1"/>
    <w:rsid w:val="008D471F"/>
    <w:rsid w:val="008D4FB4"/>
    <w:rsid w:val="008D583A"/>
    <w:rsid w:val="008D5F05"/>
    <w:rsid w:val="008D5F91"/>
    <w:rsid w:val="008D607F"/>
    <w:rsid w:val="008D60A3"/>
    <w:rsid w:val="008D613C"/>
    <w:rsid w:val="008D61F9"/>
    <w:rsid w:val="008D667B"/>
    <w:rsid w:val="008D667C"/>
    <w:rsid w:val="008D6718"/>
    <w:rsid w:val="008D678F"/>
    <w:rsid w:val="008D6A66"/>
    <w:rsid w:val="008D6AC3"/>
    <w:rsid w:val="008D6FFB"/>
    <w:rsid w:val="008D751A"/>
    <w:rsid w:val="008D753D"/>
    <w:rsid w:val="008D755F"/>
    <w:rsid w:val="008D75AB"/>
    <w:rsid w:val="008D7785"/>
    <w:rsid w:val="008D7A62"/>
    <w:rsid w:val="008D7B3B"/>
    <w:rsid w:val="008E01B5"/>
    <w:rsid w:val="008E0334"/>
    <w:rsid w:val="008E0733"/>
    <w:rsid w:val="008E0CC8"/>
    <w:rsid w:val="008E0D9D"/>
    <w:rsid w:val="008E13BB"/>
    <w:rsid w:val="008E18E2"/>
    <w:rsid w:val="008E1A35"/>
    <w:rsid w:val="008E2406"/>
    <w:rsid w:val="008E2521"/>
    <w:rsid w:val="008E34AD"/>
    <w:rsid w:val="008E3BF2"/>
    <w:rsid w:val="008E3F6D"/>
    <w:rsid w:val="008E429D"/>
    <w:rsid w:val="008E4386"/>
    <w:rsid w:val="008E4410"/>
    <w:rsid w:val="008E467C"/>
    <w:rsid w:val="008E4D7A"/>
    <w:rsid w:val="008E50F5"/>
    <w:rsid w:val="008E55CF"/>
    <w:rsid w:val="008E5957"/>
    <w:rsid w:val="008E5DC7"/>
    <w:rsid w:val="008E6D6F"/>
    <w:rsid w:val="008E6FC9"/>
    <w:rsid w:val="008E71B0"/>
    <w:rsid w:val="008E73ED"/>
    <w:rsid w:val="008E7944"/>
    <w:rsid w:val="008F02C1"/>
    <w:rsid w:val="008F1208"/>
    <w:rsid w:val="008F1559"/>
    <w:rsid w:val="008F1631"/>
    <w:rsid w:val="008F18DC"/>
    <w:rsid w:val="008F1D1D"/>
    <w:rsid w:val="008F23BF"/>
    <w:rsid w:val="008F2432"/>
    <w:rsid w:val="008F2759"/>
    <w:rsid w:val="008F2E56"/>
    <w:rsid w:val="008F2EDD"/>
    <w:rsid w:val="008F33E6"/>
    <w:rsid w:val="008F3603"/>
    <w:rsid w:val="008F3926"/>
    <w:rsid w:val="008F39D6"/>
    <w:rsid w:val="008F39F7"/>
    <w:rsid w:val="008F3B77"/>
    <w:rsid w:val="008F3CDB"/>
    <w:rsid w:val="008F3DCA"/>
    <w:rsid w:val="008F3E32"/>
    <w:rsid w:val="008F3F81"/>
    <w:rsid w:val="008F3F93"/>
    <w:rsid w:val="008F4078"/>
    <w:rsid w:val="008F40C9"/>
    <w:rsid w:val="008F4538"/>
    <w:rsid w:val="008F45F9"/>
    <w:rsid w:val="008F4639"/>
    <w:rsid w:val="008F473F"/>
    <w:rsid w:val="008F4C81"/>
    <w:rsid w:val="008F4F50"/>
    <w:rsid w:val="008F589C"/>
    <w:rsid w:val="008F5C7E"/>
    <w:rsid w:val="008F60CA"/>
    <w:rsid w:val="008F610C"/>
    <w:rsid w:val="008F6A1B"/>
    <w:rsid w:val="008F6EE8"/>
    <w:rsid w:val="008F6F3C"/>
    <w:rsid w:val="008F70E7"/>
    <w:rsid w:val="008F7167"/>
    <w:rsid w:val="008F7344"/>
    <w:rsid w:val="008F7413"/>
    <w:rsid w:val="008F74CF"/>
    <w:rsid w:val="008F776A"/>
    <w:rsid w:val="008F7A3E"/>
    <w:rsid w:val="008F7AE7"/>
    <w:rsid w:val="008F7BDF"/>
    <w:rsid w:val="008F7D2B"/>
    <w:rsid w:val="008F7D8A"/>
    <w:rsid w:val="008F7DC4"/>
    <w:rsid w:val="008F7E36"/>
    <w:rsid w:val="008F7E98"/>
    <w:rsid w:val="00900956"/>
    <w:rsid w:val="00900F36"/>
    <w:rsid w:val="00900FB6"/>
    <w:rsid w:val="009015FA"/>
    <w:rsid w:val="009017F4"/>
    <w:rsid w:val="00901812"/>
    <w:rsid w:val="00901980"/>
    <w:rsid w:val="009019A8"/>
    <w:rsid w:val="0090222F"/>
    <w:rsid w:val="009024C9"/>
    <w:rsid w:val="00902564"/>
    <w:rsid w:val="009027BC"/>
    <w:rsid w:val="009028D5"/>
    <w:rsid w:val="00903052"/>
    <w:rsid w:val="00903079"/>
    <w:rsid w:val="0090332A"/>
    <w:rsid w:val="009035DD"/>
    <w:rsid w:val="00903955"/>
    <w:rsid w:val="00903963"/>
    <w:rsid w:val="009039B3"/>
    <w:rsid w:val="00903B22"/>
    <w:rsid w:val="009044C6"/>
    <w:rsid w:val="00904708"/>
    <w:rsid w:val="00904948"/>
    <w:rsid w:val="00904CE1"/>
    <w:rsid w:val="00905051"/>
    <w:rsid w:val="00905A21"/>
    <w:rsid w:val="00905E3B"/>
    <w:rsid w:val="00905F43"/>
    <w:rsid w:val="0090600F"/>
    <w:rsid w:val="00906061"/>
    <w:rsid w:val="0090631B"/>
    <w:rsid w:val="00906736"/>
    <w:rsid w:val="00906947"/>
    <w:rsid w:val="0090705B"/>
    <w:rsid w:val="0090716D"/>
    <w:rsid w:val="00907507"/>
    <w:rsid w:val="009076B7"/>
    <w:rsid w:val="00907987"/>
    <w:rsid w:val="009079E5"/>
    <w:rsid w:val="00907A4B"/>
    <w:rsid w:val="00907B9A"/>
    <w:rsid w:val="00910196"/>
    <w:rsid w:val="0091019A"/>
    <w:rsid w:val="009102B2"/>
    <w:rsid w:val="009104D5"/>
    <w:rsid w:val="009107F1"/>
    <w:rsid w:val="00910CBA"/>
    <w:rsid w:val="00910E02"/>
    <w:rsid w:val="00912142"/>
    <w:rsid w:val="009122F8"/>
    <w:rsid w:val="0091231A"/>
    <w:rsid w:val="0091282F"/>
    <w:rsid w:val="00912EAE"/>
    <w:rsid w:val="00913471"/>
    <w:rsid w:val="00913A46"/>
    <w:rsid w:val="0091425A"/>
    <w:rsid w:val="00914D4F"/>
    <w:rsid w:val="00914EB8"/>
    <w:rsid w:val="00914F3A"/>
    <w:rsid w:val="009154BC"/>
    <w:rsid w:val="00915603"/>
    <w:rsid w:val="0091587A"/>
    <w:rsid w:val="00915950"/>
    <w:rsid w:val="00915B24"/>
    <w:rsid w:val="00915B95"/>
    <w:rsid w:val="00916427"/>
    <w:rsid w:val="009166AC"/>
    <w:rsid w:val="00916713"/>
    <w:rsid w:val="00916B5B"/>
    <w:rsid w:val="00916D04"/>
    <w:rsid w:val="00917062"/>
    <w:rsid w:val="00917272"/>
    <w:rsid w:val="0091767A"/>
    <w:rsid w:val="00917893"/>
    <w:rsid w:val="00917B4A"/>
    <w:rsid w:val="00917C23"/>
    <w:rsid w:val="00920699"/>
    <w:rsid w:val="00921444"/>
    <w:rsid w:val="009216EB"/>
    <w:rsid w:val="009217F4"/>
    <w:rsid w:val="00921E10"/>
    <w:rsid w:val="00922061"/>
    <w:rsid w:val="00922107"/>
    <w:rsid w:val="0092214D"/>
    <w:rsid w:val="009222B4"/>
    <w:rsid w:val="009227E0"/>
    <w:rsid w:val="00923030"/>
    <w:rsid w:val="00923643"/>
    <w:rsid w:val="00923D3F"/>
    <w:rsid w:val="009242B1"/>
    <w:rsid w:val="00924826"/>
    <w:rsid w:val="00924A3B"/>
    <w:rsid w:val="00924EF9"/>
    <w:rsid w:val="00924FFE"/>
    <w:rsid w:val="00925468"/>
    <w:rsid w:val="009255AA"/>
    <w:rsid w:val="009263E2"/>
    <w:rsid w:val="00926A68"/>
    <w:rsid w:val="00926E46"/>
    <w:rsid w:val="00926FA4"/>
    <w:rsid w:val="009275C8"/>
    <w:rsid w:val="00927670"/>
    <w:rsid w:val="0092794C"/>
    <w:rsid w:val="00927D89"/>
    <w:rsid w:val="00927E9B"/>
    <w:rsid w:val="0093011E"/>
    <w:rsid w:val="009304AC"/>
    <w:rsid w:val="009304D9"/>
    <w:rsid w:val="00930A1C"/>
    <w:rsid w:val="00930AE2"/>
    <w:rsid w:val="00930F6B"/>
    <w:rsid w:val="009311B8"/>
    <w:rsid w:val="00931890"/>
    <w:rsid w:val="009318D3"/>
    <w:rsid w:val="00931BA9"/>
    <w:rsid w:val="00931BB8"/>
    <w:rsid w:val="00931BCA"/>
    <w:rsid w:val="0093216A"/>
    <w:rsid w:val="00932962"/>
    <w:rsid w:val="00932989"/>
    <w:rsid w:val="009329B8"/>
    <w:rsid w:val="0093343D"/>
    <w:rsid w:val="00933510"/>
    <w:rsid w:val="00933AE6"/>
    <w:rsid w:val="00933D45"/>
    <w:rsid w:val="0093475C"/>
    <w:rsid w:val="00934874"/>
    <w:rsid w:val="00934E41"/>
    <w:rsid w:val="00934E66"/>
    <w:rsid w:val="00934FE6"/>
    <w:rsid w:val="009350F5"/>
    <w:rsid w:val="0093514B"/>
    <w:rsid w:val="0093599A"/>
    <w:rsid w:val="00935B2C"/>
    <w:rsid w:val="00935CE1"/>
    <w:rsid w:val="0093602D"/>
    <w:rsid w:val="00936289"/>
    <w:rsid w:val="009363CC"/>
    <w:rsid w:val="009370D8"/>
    <w:rsid w:val="00937766"/>
    <w:rsid w:val="00937A99"/>
    <w:rsid w:val="0094050A"/>
    <w:rsid w:val="009409FA"/>
    <w:rsid w:val="00940E30"/>
    <w:rsid w:val="00940E96"/>
    <w:rsid w:val="0094111A"/>
    <w:rsid w:val="00941EF3"/>
    <w:rsid w:val="0094225B"/>
    <w:rsid w:val="00942AE3"/>
    <w:rsid w:val="00942E75"/>
    <w:rsid w:val="0094306F"/>
    <w:rsid w:val="009433D4"/>
    <w:rsid w:val="00943434"/>
    <w:rsid w:val="00943994"/>
    <w:rsid w:val="00943BD8"/>
    <w:rsid w:val="00943CB9"/>
    <w:rsid w:val="00944F26"/>
    <w:rsid w:val="009450A0"/>
    <w:rsid w:val="00945346"/>
    <w:rsid w:val="009458C8"/>
    <w:rsid w:val="00945FDB"/>
    <w:rsid w:val="0094745B"/>
    <w:rsid w:val="00947965"/>
    <w:rsid w:val="009479D8"/>
    <w:rsid w:val="00947B06"/>
    <w:rsid w:val="00947ECC"/>
    <w:rsid w:val="009502EF"/>
    <w:rsid w:val="0095082A"/>
    <w:rsid w:val="0095090C"/>
    <w:rsid w:val="00950C7A"/>
    <w:rsid w:val="00950FAC"/>
    <w:rsid w:val="009515F8"/>
    <w:rsid w:val="00951671"/>
    <w:rsid w:val="00951B0C"/>
    <w:rsid w:val="00951B1F"/>
    <w:rsid w:val="00951B60"/>
    <w:rsid w:val="00951B78"/>
    <w:rsid w:val="009520E7"/>
    <w:rsid w:val="009525F2"/>
    <w:rsid w:val="00952CB4"/>
    <w:rsid w:val="00952D34"/>
    <w:rsid w:val="00952F42"/>
    <w:rsid w:val="0095326E"/>
    <w:rsid w:val="0095329A"/>
    <w:rsid w:val="009535CD"/>
    <w:rsid w:val="00953CF9"/>
    <w:rsid w:val="009546D4"/>
    <w:rsid w:val="00954BD5"/>
    <w:rsid w:val="00954EB5"/>
    <w:rsid w:val="0095502C"/>
    <w:rsid w:val="00955208"/>
    <w:rsid w:val="0095540B"/>
    <w:rsid w:val="00955AB3"/>
    <w:rsid w:val="00955BB5"/>
    <w:rsid w:val="00955EF4"/>
    <w:rsid w:val="0095619F"/>
    <w:rsid w:val="009561AC"/>
    <w:rsid w:val="009564C4"/>
    <w:rsid w:val="00956ACB"/>
    <w:rsid w:val="00956C54"/>
    <w:rsid w:val="009576BD"/>
    <w:rsid w:val="0095772B"/>
    <w:rsid w:val="0095793F"/>
    <w:rsid w:val="00957EFD"/>
    <w:rsid w:val="00960029"/>
    <w:rsid w:val="00960100"/>
    <w:rsid w:val="0096060B"/>
    <w:rsid w:val="009607FD"/>
    <w:rsid w:val="0096084A"/>
    <w:rsid w:val="00960923"/>
    <w:rsid w:val="00960B9F"/>
    <w:rsid w:val="00960C87"/>
    <w:rsid w:val="00960DA4"/>
    <w:rsid w:val="00961085"/>
    <w:rsid w:val="00961DC0"/>
    <w:rsid w:val="00961FE4"/>
    <w:rsid w:val="0096220F"/>
    <w:rsid w:val="0096274C"/>
    <w:rsid w:val="00962BB1"/>
    <w:rsid w:val="00962F83"/>
    <w:rsid w:val="0096335C"/>
    <w:rsid w:val="0096393E"/>
    <w:rsid w:val="0096417F"/>
    <w:rsid w:val="00964404"/>
    <w:rsid w:val="00964AA0"/>
    <w:rsid w:val="00964B69"/>
    <w:rsid w:val="0096560F"/>
    <w:rsid w:val="009658E4"/>
    <w:rsid w:val="00965AD5"/>
    <w:rsid w:val="00965CF1"/>
    <w:rsid w:val="00965FD2"/>
    <w:rsid w:val="0096603B"/>
    <w:rsid w:val="009660F1"/>
    <w:rsid w:val="0096720C"/>
    <w:rsid w:val="009672DF"/>
    <w:rsid w:val="00967718"/>
    <w:rsid w:val="00967E5B"/>
    <w:rsid w:val="00967F3A"/>
    <w:rsid w:val="009706B2"/>
    <w:rsid w:val="009707F3"/>
    <w:rsid w:val="00970892"/>
    <w:rsid w:val="00970DC0"/>
    <w:rsid w:val="00970FF7"/>
    <w:rsid w:val="0097103D"/>
    <w:rsid w:val="009712B3"/>
    <w:rsid w:val="00971418"/>
    <w:rsid w:val="00971AC5"/>
    <w:rsid w:val="00972695"/>
    <w:rsid w:val="00972C72"/>
    <w:rsid w:val="00973480"/>
    <w:rsid w:val="009739BD"/>
    <w:rsid w:val="00973A68"/>
    <w:rsid w:val="00974319"/>
    <w:rsid w:val="00974F42"/>
    <w:rsid w:val="0097542D"/>
    <w:rsid w:val="00975523"/>
    <w:rsid w:val="00975B79"/>
    <w:rsid w:val="00975BD4"/>
    <w:rsid w:val="00976338"/>
    <w:rsid w:val="0097693D"/>
    <w:rsid w:val="00976D59"/>
    <w:rsid w:val="009774CA"/>
    <w:rsid w:val="00977799"/>
    <w:rsid w:val="009801AA"/>
    <w:rsid w:val="00980597"/>
    <w:rsid w:val="009805BE"/>
    <w:rsid w:val="0098066E"/>
    <w:rsid w:val="009808C2"/>
    <w:rsid w:val="0098090A"/>
    <w:rsid w:val="0098093E"/>
    <w:rsid w:val="00980B9F"/>
    <w:rsid w:val="00981F4A"/>
    <w:rsid w:val="00982340"/>
    <w:rsid w:val="00982B03"/>
    <w:rsid w:val="00982C37"/>
    <w:rsid w:val="00982D87"/>
    <w:rsid w:val="00982F2B"/>
    <w:rsid w:val="00982FC7"/>
    <w:rsid w:val="00983250"/>
    <w:rsid w:val="00983703"/>
    <w:rsid w:val="00983970"/>
    <w:rsid w:val="00983BC7"/>
    <w:rsid w:val="00984309"/>
    <w:rsid w:val="00984DEE"/>
    <w:rsid w:val="00985349"/>
    <w:rsid w:val="009859BE"/>
    <w:rsid w:val="00985A13"/>
    <w:rsid w:val="009860EA"/>
    <w:rsid w:val="00986113"/>
    <w:rsid w:val="009863DF"/>
    <w:rsid w:val="009863F7"/>
    <w:rsid w:val="009865CD"/>
    <w:rsid w:val="009866EC"/>
    <w:rsid w:val="009869D3"/>
    <w:rsid w:val="0098721D"/>
    <w:rsid w:val="00987242"/>
    <w:rsid w:val="00987BDA"/>
    <w:rsid w:val="00987BF8"/>
    <w:rsid w:val="009900F0"/>
    <w:rsid w:val="0099033C"/>
    <w:rsid w:val="00990662"/>
    <w:rsid w:val="00990D1B"/>
    <w:rsid w:val="00990DE8"/>
    <w:rsid w:val="009911A0"/>
    <w:rsid w:val="00991872"/>
    <w:rsid w:val="0099198A"/>
    <w:rsid w:val="00991A0F"/>
    <w:rsid w:val="00991E37"/>
    <w:rsid w:val="00991FBB"/>
    <w:rsid w:val="00992246"/>
    <w:rsid w:val="00992AA1"/>
    <w:rsid w:val="00992CF6"/>
    <w:rsid w:val="009932D9"/>
    <w:rsid w:val="0099335F"/>
    <w:rsid w:val="00993AB5"/>
    <w:rsid w:val="00993CE2"/>
    <w:rsid w:val="009941B3"/>
    <w:rsid w:val="009945C6"/>
    <w:rsid w:val="009946B8"/>
    <w:rsid w:val="009947EA"/>
    <w:rsid w:val="00994D83"/>
    <w:rsid w:val="00994DFE"/>
    <w:rsid w:val="00994F9B"/>
    <w:rsid w:val="00995DF3"/>
    <w:rsid w:val="00996859"/>
    <w:rsid w:val="009973F3"/>
    <w:rsid w:val="00997AFF"/>
    <w:rsid w:val="00997D98"/>
    <w:rsid w:val="009A0D69"/>
    <w:rsid w:val="009A0E45"/>
    <w:rsid w:val="009A0FDA"/>
    <w:rsid w:val="009A11B7"/>
    <w:rsid w:val="009A1431"/>
    <w:rsid w:val="009A1577"/>
    <w:rsid w:val="009A1785"/>
    <w:rsid w:val="009A1BC1"/>
    <w:rsid w:val="009A1D17"/>
    <w:rsid w:val="009A22D7"/>
    <w:rsid w:val="009A269A"/>
    <w:rsid w:val="009A28CC"/>
    <w:rsid w:val="009A28EF"/>
    <w:rsid w:val="009A3149"/>
    <w:rsid w:val="009A366B"/>
    <w:rsid w:val="009A3804"/>
    <w:rsid w:val="009A389B"/>
    <w:rsid w:val="009A3CA0"/>
    <w:rsid w:val="009A3D3E"/>
    <w:rsid w:val="009A3DAB"/>
    <w:rsid w:val="009A3F7D"/>
    <w:rsid w:val="009A44FC"/>
    <w:rsid w:val="009A4FFD"/>
    <w:rsid w:val="009A5601"/>
    <w:rsid w:val="009A5857"/>
    <w:rsid w:val="009A5908"/>
    <w:rsid w:val="009A6D1F"/>
    <w:rsid w:val="009A73A0"/>
    <w:rsid w:val="009A77B2"/>
    <w:rsid w:val="009A78DA"/>
    <w:rsid w:val="009A7BCF"/>
    <w:rsid w:val="009A7CC9"/>
    <w:rsid w:val="009A7EC9"/>
    <w:rsid w:val="009B00A8"/>
    <w:rsid w:val="009B02ED"/>
    <w:rsid w:val="009B038D"/>
    <w:rsid w:val="009B0404"/>
    <w:rsid w:val="009B04A1"/>
    <w:rsid w:val="009B054D"/>
    <w:rsid w:val="009B08BC"/>
    <w:rsid w:val="009B1384"/>
    <w:rsid w:val="009B1872"/>
    <w:rsid w:val="009B1F6E"/>
    <w:rsid w:val="009B206B"/>
    <w:rsid w:val="009B27B0"/>
    <w:rsid w:val="009B2C13"/>
    <w:rsid w:val="009B2D1A"/>
    <w:rsid w:val="009B3370"/>
    <w:rsid w:val="009B3B4C"/>
    <w:rsid w:val="009B3C0D"/>
    <w:rsid w:val="009B3D08"/>
    <w:rsid w:val="009B4014"/>
    <w:rsid w:val="009B455A"/>
    <w:rsid w:val="009B4C4A"/>
    <w:rsid w:val="009B4D7A"/>
    <w:rsid w:val="009B4E0D"/>
    <w:rsid w:val="009B4ED8"/>
    <w:rsid w:val="009B531E"/>
    <w:rsid w:val="009B5E23"/>
    <w:rsid w:val="009B5E65"/>
    <w:rsid w:val="009B5F41"/>
    <w:rsid w:val="009B69AE"/>
    <w:rsid w:val="009B6AFB"/>
    <w:rsid w:val="009B6C9D"/>
    <w:rsid w:val="009B6CC1"/>
    <w:rsid w:val="009B6D79"/>
    <w:rsid w:val="009B6E9D"/>
    <w:rsid w:val="009B6ED4"/>
    <w:rsid w:val="009B7135"/>
    <w:rsid w:val="009B7386"/>
    <w:rsid w:val="009B7E01"/>
    <w:rsid w:val="009B7ECF"/>
    <w:rsid w:val="009C0021"/>
    <w:rsid w:val="009C013B"/>
    <w:rsid w:val="009C0627"/>
    <w:rsid w:val="009C0830"/>
    <w:rsid w:val="009C0BE0"/>
    <w:rsid w:val="009C1A1A"/>
    <w:rsid w:val="009C209F"/>
    <w:rsid w:val="009C239B"/>
    <w:rsid w:val="009C25F4"/>
    <w:rsid w:val="009C2D91"/>
    <w:rsid w:val="009C2E29"/>
    <w:rsid w:val="009C2F71"/>
    <w:rsid w:val="009C334C"/>
    <w:rsid w:val="009C3781"/>
    <w:rsid w:val="009C38CD"/>
    <w:rsid w:val="009C4325"/>
    <w:rsid w:val="009C4831"/>
    <w:rsid w:val="009C4B5D"/>
    <w:rsid w:val="009C4BE0"/>
    <w:rsid w:val="009C4C6F"/>
    <w:rsid w:val="009C5093"/>
    <w:rsid w:val="009C50C5"/>
    <w:rsid w:val="009C5229"/>
    <w:rsid w:val="009C5831"/>
    <w:rsid w:val="009C63C9"/>
    <w:rsid w:val="009C66F2"/>
    <w:rsid w:val="009C687C"/>
    <w:rsid w:val="009C68D7"/>
    <w:rsid w:val="009C68FD"/>
    <w:rsid w:val="009C6B12"/>
    <w:rsid w:val="009C6DA0"/>
    <w:rsid w:val="009C6E54"/>
    <w:rsid w:val="009C6FDA"/>
    <w:rsid w:val="009C70D9"/>
    <w:rsid w:val="009C748C"/>
    <w:rsid w:val="009C7C3F"/>
    <w:rsid w:val="009C7CAE"/>
    <w:rsid w:val="009C7D21"/>
    <w:rsid w:val="009C7D33"/>
    <w:rsid w:val="009C7F15"/>
    <w:rsid w:val="009D03E6"/>
    <w:rsid w:val="009D0461"/>
    <w:rsid w:val="009D056A"/>
    <w:rsid w:val="009D0E47"/>
    <w:rsid w:val="009D10E6"/>
    <w:rsid w:val="009D12B1"/>
    <w:rsid w:val="009D175A"/>
    <w:rsid w:val="009D18DA"/>
    <w:rsid w:val="009D1F32"/>
    <w:rsid w:val="009D221F"/>
    <w:rsid w:val="009D2395"/>
    <w:rsid w:val="009D2593"/>
    <w:rsid w:val="009D2A60"/>
    <w:rsid w:val="009D2C04"/>
    <w:rsid w:val="009D2C22"/>
    <w:rsid w:val="009D2D20"/>
    <w:rsid w:val="009D2F71"/>
    <w:rsid w:val="009D34F3"/>
    <w:rsid w:val="009D370A"/>
    <w:rsid w:val="009D488A"/>
    <w:rsid w:val="009D4B2C"/>
    <w:rsid w:val="009D520A"/>
    <w:rsid w:val="009D5601"/>
    <w:rsid w:val="009D576D"/>
    <w:rsid w:val="009D57EF"/>
    <w:rsid w:val="009D580B"/>
    <w:rsid w:val="009D6520"/>
    <w:rsid w:val="009D6661"/>
    <w:rsid w:val="009D677E"/>
    <w:rsid w:val="009D7150"/>
    <w:rsid w:val="009D7314"/>
    <w:rsid w:val="009D744E"/>
    <w:rsid w:val="009D7EE4"/>
    <w:rsid w:val="009E0986"/>
    <w:rsid w:val="009E0B21"/>
    <w:rsid w:val="009E0CAE"/>
    <w:rsid w:val="009E0DDD"/>
    <w:rsid w:val="009E0FDF"/>
    <w:rsid w:val="009E105A"/>
    <w:rsid w:val="009E1079"/>
    <w:rsid w:val="009E13F6"/>
    <w:rsid w:val="009E1483"/>
    <w:rsid w:val="009E16E0"/>
    <w:rsid w:val="009E20F7"/>
    <w:rsid w:val="009E2142"/>
    <w:rsid w:val="009E24B9"/>
    <w:rsid w:val="009E25DC"/>
    <w:rsid w:val="009E29D9"/>
    <w:rsid w:val="009E2C3C"/>
    <w:rsid w:val="009E30E4"/>
    <w:rsid w:val="009E3730"/>
    <w:rsid w:val="009E3836"/>
    <w:rsid w:val="009E390E"/>
    <w:rsid w:val="009E3AF1"/>
    <w:rsid w:val="009E4316"/>
    <w:rsid w:val="009E442C"/>
    <w:rsid w:val="009E44B0"/>
    <w:rsid w:val="009E4C8F"/>
    <w:rsid w:val="009E4CF7"/>
    <w:rsid w:val="009E4E59"/>
    <w:rsid w:val="009E556F"/>
    <w:rsid w:val="009E58BA"/>
    <w:rsid w:val="009E6147"/>
    <w:rsid w:val="009E6272"/>
    <w:rsid w:val="009E633E"/>
    <w:rsid w:val="009E6482"/>
    <w:rsid w:val="009E68C8"/>
    <w:rsid w:val="009E69CB"/>
    <w:rsid w:val="009E6A7A"/>
    <w:rsid w:val="009E6E2E"/>
    <w:rsid w:val="009E71D0"/>
    <w:rsid w:val="009E795F"/>
    <w:rsid w:val="009E7AF5"/>
    <w:rsid w:val="009F009A"/>
    <w:rsid w:val="009F01BF"/>
    <w:rsid w:val="009F07B1"/>
    <w:rsid w:val="009F0AE8"/>
    <w:rsid w:val="009F10AA"/>
    <w:rsid w:val="009F1805"/>
    <w:rsid w:val="009F1ABC"/>
    <w:rsid w:val="009F1E28"/>
    <w:rsid w:val="009F1F33"/>
    <w:rsid w:val="009F28D9"/>
    <w:rsid w:val="009F2B1E"/>
    <w:rsid w:val="009F2B55"/>
    <w:rsid w:val="009F2C94"/>
    <w:rsid w:val="009F2CFA"/>
    <w:rsid w:val="009F3897"/>
    <w:rsid w:val="009F3903"/>
    <w:rsid w:val="009F3A39"/>
    <w:rsid w:val="009F3C84"/>
    <w:rsid w:val="009F3DB8"/>
    <w:rsid w:val="009F3DD8"/>
    <w:rsid w:val="009F3F5D"/>
    <w:rsid w:val="009F3F79"/>
    <w:rsid w:val="009F4037"/>
    <w:rsid w:val="009F41BA"/>
    <w:rsid w:val="009F4390"/>
    <w:rsid w:val="009F4555"/>
    <w:rsid w:val="009F500D"/>
    <w:rsid w:val="009F53BE"/>
    <w:rsid w:val="009F53ED"/>
    <w:rsid w:val="009F5B31"/>
    <w:rsid w:val="009F5B41"/>
    <w:rsid w:val="009F6139"/>
    <w:rsid w:val="009F6547"/>
    <w:rsid w:val="009F6842"/>
    <w:rsid w:val="009F6CEC"/>
    <w:rsid w:val="009F715C"/>
    <w:rsid w:val="009F755F"/>
    <w:rsid w:val="009F764F"/>
    <w:rsid w:val="009F77F7"/>
    <w:rsid w:val="009F78BA"/>
    <w:rsid w:val="009F78FA"/>
    <w:rsid w:val="009F7954"/>
    <w:rsid w:val="009F7C4E"/>
    <w:rsid w:val="009F7D88"/>
    <w:rsid w:val="00A00665"/>
    <w:rsid w:val="00A006B0"/>
    <w:rsid w:val="00A00E32"/>
    <w:rsid w:val="00A0115B"/>
    <w:rsid w:val="00A0129A"/>
    <w:rsid w:val="00A01482"/>
    <w:rsid w:val="00A01602"/>
    <w:rsid w:val="00A01FA0"/>
    <w:rsid w:val="00A023CC"/>
    <w:rsid w:val="00A02723"/>
    <w:rsid w:val="00A0278F"/>
    <w:rsid w:val="00A02C2A"/>
    <w:rsid w:val="00A02EE8"/>
    <w:rsid w:val="00A033AF"/>
    <w:rsid w:val="00A03AAE"/>
    <w:rsid w:val="00A04912"/>
    <w:rsid w:val="00A04F3A"/>
    <w:rsid w:val="00A05157"/>
    <w:rsid w:val="00A0533B"/>
    <w:rsid w:val="00A0562E"/>
    <w:rsid w:val="00A059C9"/>
    <w:rsid w:val="00A05B58"/>
    <w:rsid w:val="00A05D0D"/>
    <w:rsid w:val="00A05F9F"/>
    <w:rsid w:val="00A0600F"/>
    <w:rsid w:val="00A06163"/>
    <w:rsid w:val="00A0663D"/>
    <w:rsid w:val="00A06695"/>
    <w:rsid w:val="00A06E15"/>
    <w:rsid w:val="00A06EB6"/>
    <w:rsid w:val="00A06F80"/>
    <w:rsid w:val="00A0744B"/>
    <w:rsid w:val="00A07D3F"/>
    <w:rsid w:val="00A07DA9"/>
    <w:rsid w:val="00A10467"/>
    <w:rsid w:val="00A11299"/>
    <w:rsid w:val="00A11445"/>
    <w:rsid w:val="00A11F3D"/>
    <w:rsid w:val="00A122B6"/>
    <w:rsid w:val="00A129B6"/>
    <w:rsid w:val="00A12BA1"/>
    <w:rsid w:val="00A12D7D"/>
    <w:rsid w:val="00A1327F"/>
    <w:rsid w:val="00A13594"/>
    <w:rsid w:val="00A139E4"/>
    <w:rsid w:val="00A13B4D"/>
    <w:rsid w:val="00A13DC2"/>
    <w:rsid w:val="00A13FEB"/>
    <w:rsid w:val="00A143FF"/>
    <w:rsid w:val="00A14C37"/>
    <w:rsid w:val="00A14D96"/>
    <w:rsid w:val="00A1519F"/>
    <w:rsid w:val="00A15395"/>
    <w:rsid w:val="00A157C1"/>
    <w:rsid w:val="00A15B88"/>
    <w:rsid w:val="00A15D7F"/>
    <w:rsid w:val="00A16887"/>
    <w:rsid w:val="00A16943"/>
    <w:rsid w:val="00A16C86"/>
    <w:rsid w:val="00A16DD0"/>
    <w:rsid w:val="00A16F40"/>
    <w:rsid w:val="00A1733C"/>
    <w:rsid w:val="00A200DF"/>
    <w:rsid w:val="00A202D4"/>
    <w:rsid w:val="00A20823"/>
    <w:rsid w:val="00A20975"/>
    <w:rsid w:val="00A20C9A"/>
    <w:rsid w:val="00A20EE6"/>
    <w:rsid w:val="00A21D7F"/>
    <w:rsid w:val="00A224F0"/>
    <w:rsid w:val="00A2285C"/>
    <w:rsid w:val="00A228AB"/>
    <w:rsid w:val="00A229A4"/>
    <w:rsid w:val="00A22AAD"/>
    <w:rsid w:val="00A22B1E"/>
    <w:rsid w:val="00A22CC6"/>
    <w:rsid w:val="00A22EF4"/>
    <w:rsid w:val="00A22F65"/>
    <w:rsid w:val="00A23205"/>
    <w:rsid w:val="00A23AA7"/>
    <w:rsid w:val="00A23D37"/>
    <w:rsid w:val="00A23DAF"/>
    <w:rsid w:val="00A24604"/>
    <w:rsid w:val="00A24D82"/>
    <w:rsid w:val="00A24DBD"/>
    <w:rsid w:val="00A250D9"/>
    <w:rsid w:val="00A2530E"/>
    <w:rsid w:val="00A25658"/>
    <w:rsid w:val="00A25A91"/>
    <w:rsid w:val="00A25C38"/>
    <w:rsid w:val="00A25E76"/>
    <w:rsid w:val="00A26229"/>
    <w:rsid w:val="00A26AC9"/>
    <w:rsid w:val="00A26C9E"/>
    <w:rsid w:val="00A26F70"/>
    <w:rsid w:val="00A27177"/>
    <w:rsid w:val="00A271C1"/>
    <w:rsid w:val="00A27418"/>
    <w:rsid w:val="00A2758B"/>
    <w:rsid w:val="00A27B5D"/>
    <w:rsid w:val="00A301A8"/>
    <w:rsid w:val="00A30711"/>
    <w:rsid w:val="00A308B0"/>
    <w:rsid w:val="00A30B1D"/>
    <w:rsid w:val="00A30B48"/>
    <w:rsid w:val="00A30C14"/>
    <w:rsid w:val="00A30D12"/>
    <w:rsid w:val="00A30F6D"/>
    <w:rsid w:val="00A3160E"/>
    <w:rsid w:val="00A31B0F"/>
    <w:rsid w:val="00A31CB5"/>
    <w:rsid w:val="00A31DD8"/>
    <w:rsid w:val="00A31F9E"/>
    <w:rsid w:val="00A3205F"/>
    <w:rsid w:val="00A327B4"/>
    <w:rsid w:val="00A32D7A"/>
    <w:rsid w:val="00A333A4"/>
    <w:rsid w:val="00A33D70"/>
    <w:rsid w:val="00A33E72"/>
    <w:rsid w:val="00A340D5"/>
    <w:rsid w:val="00A34935"/>
    <w:rsid w:val="00A35527"/>
    <w:rsid w:val="00A357BE"/>
    <w:rsid w:val="00A35CCB"/>
    <w:rsid w:val="00A35DF6"/>
    <w:rsid w:val="00A35E2E"/>
    <w:rsid w:val="00A3602C"/>
    <w:rsid w:val="00A36034"/>
    <w:rsid w:val="00A36317"/>
    <w:rsid w:val="00A3631A"/>
    <w:rsid w:val="00A3679A"/>
    <w:rsid w:val="00A36A16"/>
    <w:rsid w:val="00A36EA7"/>
    <w:rsid w:val="00A370A5"/>
    <w:rsid w:val="00A371A7"/>
    <w:rsid w:val="00A37279"/>
    <w:rsid w:val="00A374E0"/>
    <w:rsid w:val="00A37626"/>
    <w:rsid w:val="00A37F86"/>
    <w:rsid w:val="00A401BD"/>
    <w:rsid w:val="00A40821"/>
    <w:rsid w:val="00A4086C"/>
    <w:rsid w:val="00A40A67"/>
    <w:rsid w:val="00A40D87"/>
    <w:rsid w:val="00A40DD0"/>
    <w:rsid w:val="00A4122B"/>
    <w:rsid w:val="00A418FA"/>
    <w:rsid w:val="00A41AB9"/>
    <w:rsid w:val="00A41EA2"/>
    <w:rsid w:val="00A41EEF"/>
    <w:rsid w:val="00A41EF0"/>
    <w:rsid w:val="00A4252B"/>
    <w:rsid w:val="00A4275D"/>
    <w:rsid w:val="00A42B97"/>
    <w:rsid w:val="00A42D3D"/>
    <w:rsid w:val="00A42F09"/>
    <w:rsid w:val="00A42F64"/>
    <w:rsid w:val="00A43182"/>
    <w:rsid w:val="00A43991"/>
    <w:rsid w:val="00A439DA"/>
    <w:rsid w:val="00A43A7E"/>
    <w:rsid w:val="00A43B1C"/>
    <w:rsid w:val="00A43C73"/>
    <w:rsid w:val="00A44325"/>
    <w:rsid w:val="00A4463F"/>
    <w:rsid w:val="00A4472D"/>
    <w:rsid w:val="00A44772"/>
    <w:rsid w:val="00A44B17"/>
    <w:rsid w:val="00A44B2A"/>
    <w:rsid w:val="00A44C13"/>
    <w:rsid w:val="00A45075"/>
    <w:rsid w:val="00A45565"/>
    <w:rsid w:val="00A4559B"/>
    <w:rsid w:val="00A45769"/>
    <w:rsid w:val="00A4589A"/>
    <w:rsid w:val="00A45908"/>
    <w:rsid w:val="00A45B23"/>
    <w:rsid w:val="00A45FD2"/>
    <w:rsid w:val="00A46045"/>
    <w:rsid w:val="00A460AA"/>
    <w:rsid w:val="00A46349"/>
    <w:rsid w:val="00A464CD"/>
    <w:rsid w:val="00A46633"/>
    <w:rsid w:val="00A46C02"/>
    <w:rsid w:val="00A47A6B"/>
    <w:rsid w:val="00A47B25"/>
    <w:rsid w:val="00A47D67"/>
    <w:rsid w:val="00A5070B"/>
    <w:rsid w:val="00A508DC"/>
    <w:rsid w:val="00A50AE5"/>
    <w:rsid w:val="00A50EEA"/>
    <w:rsid w:val="00A51533"/>
    <w:rsid w:val="00A51D9E"/>
    <w:rsid w:val="00A51F64"/>
    <w:rsid w:val="00A52C80"/>
    <w:rsid w:val="00A534CF"/>
    <w:rsid w:val="00A5363A"/>
    <w:rsid w:val="00A53872"/>
    <w:rsid w:val="00A53A97"/>
    <w:rsid w:val="00A53D03"/>
    <w:rsid w:val="00A54349"/>
    <w:rsid w:val="00A54E60"/>
    <w:rsid w:val="00A553A1"/>
    <w:rsid w:val="00A55660"/>
    <w:rsid w:val="00A56026"/>
    <w:rsid w:val="00A565D7"/>
    <w:rsid w:val="00A56CE4"/>
    <w:rsid w:val="00A575E5"/>
    <w:rsid w:val="00A5792A"/>
    <w:rsid w:val="00A57BD6"/>
    <w:rsid w:val="00A57C76"/>
    <w:rsid w:val="00A60502"/>
    <w:rsid w:val="00A60866"/>
    <w:rsid w:val="00A60BDA"/>
    <w:rsid w:val="00A60F1C"/>
    <w:rsid w:val="00A60F51"/>
    <w:rsid w:val="00A6165E"/>
    <w:rsid w:val="00A6170F"/>
    <w:rsid w:val="00A61723"/>
    <w:rsid w:val="00A6191D"/>
    <w:rsid w:val="00A61C07"/>
    <w:rsid w:val="00A61CBD"/>
    <w:rsid w:val="00A62836"/>
    <w:rsid w:val="00A62BEC"/>
    <w:rsid w:val="00A62C87"/>
    <w:rsid w:val="00A62DA2"/>
    <w:rsid w:val="00A6363D"/>
    <w:rsid w:val="00A63732"/>
    <w:rsid w:val="00A63B0C"/>
    <w:rsid w:val="00A64474"/>
    <w:rsid w:val="00A64652"/>
    <w:rsid w:val="00A64A81"/>
    <w:rsid w:val="00A64B2A"/>
    <w:rsid w:val="00A64CD1"/>
    <w:rsid w:val="00A64E7C"/>
    <w:rsid w:val="00A64EED"/>
    <w:rsid w:val="00A64EF5"/>
    <w:rsid w:val="00A65011"/>
    <w:rsid w:val="00A65544"/>
    <w:rsid w:val="00A655B0"/>
    <w:rsid w:val="00A65BFE"/>
    <w:rsid w:val="00A65F31"/>
    <w:rsid w:val="00A6684B"/>
    <w:rsid w:val="00A66918"/>
    <w:rsid w:val="00A66E16"/>
    <w:rsid w:val="00A672EC"/>
    <w:rsid w:val="00A673FF"/>
    <w:rsid w:val="00A67A0F"/>
    <w:rsid w:val="00A67DA7"/>
    <w:rsid w:val="00A67DEE"/>
    <w:rsid w:val="00A70480"/>
    <w:rsid w:val="00A70A73"/>
    <w:rsid w:val="00A70D8C"/>
    <w:rsid w:val="00A711BF"/>
    <w:rsid w:val="00A713E8"/>
    <w:rsid w:val="00A714DE"/>
    <w:rsid w:val="00A71936"/>
    <w:rsid w:val="00A71B7C"/>
    <w:rsid w:val="00A71B8F"/>
    <w:rsid w:val="00A71CFB"/>
    <w:rsid w:val="00A72299"/>
    <w:rsid w:val="00A7252A"/>
    <w:rsid w:val="00A73456"/>
    <w:rsid w:val="00A7355D"/>
    <w:rsid w:val="00A73706"/>
    <w:rsid w:val="00A73D93"/>
    <w:rsid w:val="00A745B9"/>
    <w:rsid w:val="00A7485A"/>
    <w:rsid w:val="00A74AEC"/>
    <w:rsid w:val="00A74B9A"/>
    <w:rsid w:val="00A74D16"/>
    <w:rsid w:val="00A74F9F"/>
    <w:rsid w:val="00A7503C"/>
    <w:rsid w:val="00A75287"/>
    <w:rsid w:val="00A752A8"/>
    <w:rsid w:val="00A75389"/>
    <w:rsid w:val="00A755CA"/>
    <w:rsid w:val="00A75626"/>
    <w:rsid w:val="00A757AE"/>
    <w:rsid w:val="00A75D80"/>
    <w:rsid w:val="00A76D92"/>
    <w:rsid w:val="00A76EA8"/>
    <w:rsid w:val="00A7709C"/>
    <w:rsid w:val="00A7711F"/>
    <w:rsid w:val="00A772CB"/>
    <w:rsid w:val="00A7734A"/>
    <w:rsid w:val="00A775F0"/>
    <w:rsid w:val="00A775FA"/>
    <w:rsid w:val="00A77708"/>
    <w:rsid w:val="00A77872"/>
    <w:rsid w:val="00A778C9"/>
    <w:rsid w:val="00A77D87"/>
    <w:rsid w:val="00A80154"/>
    <w:rsid w:val="00A80253"/>
    <w:rsid w:val="00A80319"/>
    <w:rsid w:val="00A80387"/>
    <w:rsid w:val="00A809CC"/>
    <w:rsid w:val="00A80EB7"/>
    <w:rsid w:val="00A813F4"/>
    <w:rsid w:val="00A81682"/>
    <w:rsid w:val="00A8178F"/>
    <w:rsid w:val="00A818F9"/>
    <w:rsid w:val="00A81975"/>
    <w:rsid w:val="00A83086"/>
    <w:rsid w:val="00A83531"/>
    <w:rsid w:val="00A83553"/>
    <w:rsid w:val="00A837C2"/>
    <w:rsid w:val="00A837D5"/>
    <w:rsid w:val="00A83F5E"/>
    <w:rsid w:val="00A83FA7"/>
    <w:rsid w:val="00A83FD5"/>
    <w:rsid w:val="00A83FE8"/>
    <w:rsid w:val="00A845B6"/>
    <w:rsid w:val="00A84617"/>
    <w:rsid w:val="00A84AAA"/>
    <w:rsid w:val="00A84BCE"/>
    <w:rsid w:val="00A84D2B"/>
    <w:rsid w:val="00A84E3A"/>
    <w:rsid w:val="00A84F87"/>
    <w:rsid w:val="00A85F46"/>
    <w:rsid w:val="00A8606C"/>
    <w:rsid w:val="00A8644B"/>
    <w:rsid w:val="00A86AF3"/>
    <w:rsid w:val="00A86CA9"/>
    <w:rsid w:val="00A8759C"/>
    <w:rsid w:val="00A878D6"/>
    <w:rsid w:val="00A90210"/>
    <w:rsid w:val="00A908AE"/>
    <w:rsid w:val="00A90C03"/>
    <w:rsid w:val="00A90CAF"/>
    <w:rsid w:val="00A90DB4"/>
    <w:rsid w:val="00A910E6"/>
    <w:rsid w:val="00A9162C"/>
    <w:rsid w:val="00A9168B"/>
    <w:rsid w:val="00A91815"/>
    <w:rsid w:val="00A91D10"/>
    <w:rsid w:val="00A924E7"/>
    <w:rsid w:val="00A92C70"/>
    <w:rsid w:val="00A9350B"/>
    <w:rsid w:val="00A93907"/>
    <w:rsid w:val="00A93B81"/>
    <w:rsid w:val="00A93F6D"/>
    <w:rsid w:val="00A943FE"/>
    <w:rsid w:val="00A94A05"/>
    <w:rsid w:val="00A94B1A"/>
    <w:rsid w:val="00A95451"/>
    <w:rsid w:val="00A956BE"/>
    <w:rsid w:val="00A956F4"/>
    <w:rsid w:val="00A959A7"/>
    <w:rsid w:val="00A95B2C"/>
    <w:rsid w:val="00A95C6F"/>
    <w:rsid w:val="00A96314"/>
    <w:rsid w:val="00A96A62"/>
    <w:rsid w:val="00A96A88"/>
    <w:rsid w:val="00A96E73"/>
    <w:rsid w:val="00A97077"/>
    <w:rsid w:val="00A970FE"/>
    <w:rsid w:val="00A97207"/>
    <w:rsid w:val="00A97792"/>
    <w:rsid w:val="00AA0172"/>
    <w:rsid w:val="00AA02EF"/>
    <w:rsid w:val="00AA08A3"/>
    <w:rsid w:val="00AA0CA7"/>
    <w:rsid w:val="00AA17C2"/>
    <w:rsid w:val="00AA1A31"/>
    <w:rsid w:val="00AA1D15"/>
    <w:rsid w:val="00AA21BF"/>
    <w:rsid w:val="00AA24EE"/>
    <w:rsid w:val="00AA2605"/>
    <w:rsid w:val="00AA26FB"/>
    <w:rsid w:val="00AA2705"/>
    <w:rsid w:val="00AA284C"/>
    <w:rsid w:val="00AA2E5B"/>
    <w:rsid w:val="00AA355D"/>
    <w:rsid w:val="00AA35D1"/>
    <w:rsid w:val="00AA390C"/>
    <w:rsid w:val="00AA3D53"/>
    <w:rsid w:val="00AA45D1"/>
    <w:rsid w:val="00AA4620"/>
    <w:rsid w:val="00AA4785"/>
    <w:rsid w:val="00AA47A7"/>
    <w:rsid w:val="00AA47D7"/>
    <w:rsid w:val="00AA47E7"/>
    <w:rsid w:val="00AA4828"/>
    <w:rsid w:val="00AA4ABE"/>
    <w:rsid w:val="00AA4B29"/>
    <w:rsid w:val="00AA4BBC"/>
    <w:rsid w:val="00AA4CBD"/>
    <w:rsid w:val="00AA4EDB"/>
    <w:rsid w:val="00AA4F35"/>
    <w:rsid w:val="00AA4FB4"/>
    <w:rsid w:val="00AA53EF"/>
    <w:rsid w:val="00AA5692"/>
    <w:rsid w:val="00AA5788"/>
    <w:rsid w:val="00AA593E"/>
    <w:rsid w:val="00AA5CD2"/>
    <w:rsid w:val="00AA5FB0"/>
    <w:rsid w:val="00AA63EF"/>
    <w:rsid w:val="00AA6482"/>
    <w:rsid w:val="00AA6C27"/>
    <w:rsid w:val="00AA6E31"/>
    <w:rsid w:val="00AA6ECC"/>
    <w:rsid w:val="00AA7259"/>
    <w:rsid w:val="00AA7337"/>
    <w:rsid w:val="00AA742E"/>
    <w:rsid w:val="00AA75E9"/>
    <w:rsid w:val="00AA78B0"/>
    <w:rsid w:val="00AA7E58"/>
    <w:rsid w:val="00AA7E5D"/>
    <w:rsid w:val="00AB04F1"/>
    <w:rsid w:val="00AB04FB"/>
    <w:rsid w:val="00AB0807"/>
    <w:rsid w:val="00AB0E88"/>
    <w:rsid w:val="00AB1FC6"/>
    <w:rsid w:val="00AB23EB"/>
    <w:rsid w:val="00AB24A8"/>
    <w:rsid w:val="00AB26CE"/>
    <w:rsid w:val="00AB2950"/>
    <w:rsid w:val="00AB3115"/>
    <w:rsid w:val="00AB3C45"/>
    <w:rsid w:val="00AB3D61"/>
    <w:rsid w:val="00AB4674"/>
    <w:rsid w:val="00AB4783"/>
    <w:rsid w:val="00AB4959"/>
    <w:rsid w:val="00AB4E8F"/>
    <w:rsid w:val="00AB4EFF"/>
    <w:rsid w:val="00AB4F14"/>
    <w:rsid w:val="00AB5662"/>
    <w:rsid w:val="00AB5967"/>
    <w:rsid w:val="00AB5C40"/>
    <w:rsid w:val="00AB5E1C"/>
    <w:rsid w:val="00AB5F44"/>
    <w:rsid w:val="00AB6026"/>
    <w:rsid w:val="00AB6125"/>
    <w:rsid w:val="00AB6455"/>
    <w:rsid w:val="00AB66A6"/>
    <w:rsid w:val="00AB671F"/>
    <w:rsid w:val="00AB6B45"/>
    <w:rsid w:val="00AB6BCD"/>
    <w:rsid w:val="00AB6EC3"/>
    <w:rsid w:val="00AB7520"/>
    <w:rsid w:val="00AB7818"/>
    <w:rsid w:val="00AB789C"/>
    <w:rsid w:val="00AC0349"/>
    <w:rsid w:val="00AC03E9"/>
    <w:rsid w:val="00AC0F49"/>
    <w:rsid w:val="00AC109E"/>
    <w:rsid w:val="00AC1448"/>
    <w:rsid w:val="00AC1973"/>
    <w:rsid w:val="00AC1AA0"/>
    <w:rsid w:val="00AC2170"/>
    <w:rsid w:val="00AC23E2"/>
    <w:rsid w:val="00AC2B10"/>
    <w:rsid w:val="00AC2E83"/>
    <w:rsid w:val="00AC34C5"/>
    <w:rsid w:val="00AC34E1"/>
    <w:rsid w:val="00AC3860"/>
    <w:rsid w:val="00AC3894"/>
    <w:rsid w:val="00AC38FC"/>
    <w:rsid w:val="00AC45CA"/>
    <w:rsid w:val="00AC4890"/>
    <w:rsid w:val="00AC4915"/>
    <w:rsid w:val="00AC4AD7"/>
    <w:rsid w:val="00AC4B33"/>
    <w:rsid w:val="00AC4DE1"/>
    <w:rsid w:val="00AC4EE0"/>
    <w:rsid w:val="00AC5003"/>
    <w:rsid w:val="00AC55EB"/>
    <w:rsid w:val="00AC5A86"/>
    <w:rsid w:val="00AC5B66"/>
    <w:rsid w:val="00AC5E90"/>
    <w:rsid w:val="00AC5EA9"/>
    <w:rsid w:val="00AC5F03"/>
    <w:rsid w:val="00AC5FCD"/>
    <w:rsid w:val="00AC67B3"/>
    <w:rsid w:val="00AC6DBA"/>
    <w:rsid w:val="00AC74B0"/>
    <w:rsid w:val="00AD0032"/>
    <w:rsid w:val="00AD0035"/>
    <w:rsid w:val="00AD00DF"/>
    <w:rsid w:val="00AD0143"/>
    <w:rsid w:val="00AD0368"/>
    <w:rsid w:val="00AD03F1"/>
    <w:rsid w:val="00AD0E8C"/>
    <w:rsid w:val="00AD0F61"/>
    <w:rsid w:val="00AD10B0"/>
    <w:rsid w:val="00AD10FF"/>
    <w:rsid w:val="00AD1112"/>
    <w:rsid w:val="00AD1163"/>
    <w:rsid w:val="00AD11FE"/>
    <w:rsid w:val="00AD1D87"/>
    <w:rsid w:val="00AD229D"/>
    <w:rsid w:val="00AD235C"/>
    <w:rsid w:val="00AD2768"/>
    <w:rsid w:val="00AD2832"/>
    <w:rsid w:val="00AD331D"/>
    <w:rsid w:val="00AD354D"/>
    <w:rsid w:val="00AD38D0"/>
    <w:rsid w:val="00AD3BD4"/>
    <w:rsid w:val="00AD3D20"/>
    <w:rsid w:val="00AD4004"/>
    <w:rsid w:val="00AD42CD"/>
    <w:rsid w:val="00AD477D"/>
    <w:rsid w:val="00AD4BFE"/>
    <w:rsid w:val="00AD52E7"/>
    <w:rsid w:val="00AD562C"/>
    <w:rsid w:val="00AD5A2B"/>
    <w:rsid w:val="00AD622A"/>
    <w:rsid w:val="00AD64C5"/>
    <w:rsid w:val="00AD6956"/>
    <w:rsid w:val="00AD6A79"/>
    <w:rsid w:val="00AD7A2C"/>
    <w:rsid w:val="00AD7DD5"/>
    <w:rsid w:val="00AD7EE2"/>
    <w:rsid w:val="00AE0401"/>
    <w:rsid w:val="00AE08D3"/>
    <w:rsid w:val="00AE0925"/>
    <w:rsid w:val="00AE142A"/>
    <w:rsid w:val="00AE18D9"/>
    <w:rsid w:val="00AE1992"/>
    <w:rsid w:val="00AE1BA3"/>
    <w:rsid w:val="00AE1C8B"/>
    <w:rsid w:val="00AE1EB8"/>
    <w:rsid w:val="00AE2425"/>
    <w:rsid w:val="00AE28A6"/>
    <w:rsid w:val="00AE2A90"/>
    <w:rsid w:val="00AE3084"/>
    <w:rsid w:val="00AE3132"/>
    <w:rsid w:val="00AE32F5"/>
    <w:rsid w:val="00AE3493"/>
    <w:rsid w:val="00AE34E7"/>
    <w:rsid w:val="00AE3662"/>
    <w:rsid w:val="00AE37AA"/>
    <w:rsid w:val="00AE3AE0"/>
    <w:rsid w:val="00AE3D14"/>
    <w:rsid w:val="00AE3DEC"/>
    <w:rsid w:val="00AE4488"/>
    <w:rsid w:val="00AE478E"/>
    <w:rsid w:val="00AE4B00"/>
    <w:rsid w:val="00AE4E32"/>
    <w:rsid w:val="00AE5BB1"/>
    <w:rsid w:val="00AE5FD6"/>
    <w:rsid w:val="00AE6364"/>
    <w:rsid w:val="00AE673A"/>
    <w:rsid w:val="00AE6A29"/>
    <w:rsid w:val="00AE6C62"/>
    <w:rsid w:val="00AE6E8D"/>
    <w:rsid w:val="00AE6F5E"/>
    <w:rsid w:val="00AE7128"/>
    <w:rsid w:val="00AE71D8"/>
    <w:rsid w:val="00AE769B"/>
    <w:rsid w:val="00AE7CBA"/>
    <w:rsid w:val="00AE7E39"/>
    <w:rsid w:val="00AF06BA"/>
    <w:rsid w:val="00AF0C7B"/>
    <w:rsid w:val="00AF0CA8"/>
    <w:rsid w:val="00AF173A"/>
    <w:rsid w:val="00AF1C61"/>
    <w:rsid w:val="00AF1CC2"/>
    <w:rsid w:val="00AF2E8D"/>
    <w:rsid w:val="00AF2EDD"/>
    <w:rsid w:val="00AF3029"/>
    <w:rsid w:val="00AF371C"/>
    <w:rsid w:val="00AF414A"/>
    <w:rsid w:val="00AF423E"/>
    <w:rsid w:val="00AF4386"/>
    <w:rsid w:val="00AF4A7A"/>
    <w:rsid w:val="00AF4AE5"/>
    <w:rsid w:val="00AF4C6E"/>
    <w:rsid w:val="00AF4E8C"/>
    <w:rsid w:val="00AF528B"/>
    <w:rsid w:val="00AF553F"/>
    <w:rsid w:val="00AF5579"/>
    <w:rsid w:val="00AF55EB"/>
    <w:rsid w:val="00AF570F"/>
    <w:rsid w:val="00AF5BB1"/>
    <w:rsid w:val="00AF5CA5"/>
    <w:rsid w:val="00AF60ED"/>
    <w:rsid w:val="00AF64AA"/>
    <w:rsid w:val="00AF6DDB"/>
    <w:rsid w:val="00AF6ED5"/>
    <w:rsid w:val="00AF7248"/>
    <w:rsid w:val="00AF76D4"/>
    <w:rsid w:val="00B000F5"/>
    <w:rsid w:val="00B00215"/>
    <w:rsid w:val="00B0053F"/>
    <w:rsid w:val="00B0058B"/>
    <w:rsid w:val="00B00666"/>
    <w:rsid w:val="00B00822"/>
    <w:rsid w:val="00B00834"/>
    <w:rsid w:val="00B008F8"/>
    <w:rsid w:val="00B00A76"/>
    <w:rsid w:val="00B00EDE"/>
    <w:rsid w:val="00B0107B"/>
    <w:rsid w:val="00B01132"/>
    <w:rsid w:val="00B0140E"/>
    <w:rsid w:val="00B0149F"/>
    <w:rsid w:val="00B018CB"/>
    <w:rsid w:val="00B01A7C"/>
    <w:rsid w:val="00B01AA5"/>
    <w:rsid w:val="00B01F23"/>
    <w:rsid w:val="00B01FDC"/>
    <w:rsid w:val="00B02252"/>
    <w:rsid w:val="00B02365"/>
    <w:rsid w:val="00B0258B"/>
    <w:rsid w:val="00B0269F"/>
    <w:rsid w:val="00B027E6"/>
    <w:rsid w:val="00B028FC"/>
    <w:rsid w:val="00B029ED"/>
    <w:rsid w:val="00B02D4B"/>
    <w:rsid w:val="00B02D6F"/>
    <w:rsid w:val="00B03677"/>
    <w:rsid w:val="00B037EC"/>
    <w:rsid w:val="00B03B8E"/>
    <w:rsid w:val="00B03FCD"/>
    <w:rsid w:val="00B0437F"/>
    <w:rsid w:val="00B04461"/>
    <w:rsid w:val="00B04EF8"/>
    <w:rsid w:val="00B04F7B"/>
    <w:rsid w:val="00B04FCB"/>
    <w:rsid w:val="00B05001"/>
    <w:rsid w:val="00B05279"/>
    <w:rsid w:val="00B05FE1"/>
    <w:rsid w:val="00B06181"/>
    <w:rsid w:val="00B0679B"/>
    <w:rsid w:val="00B069C8"/>
    <w:rsid w:val="00B075CB"/>
    <w:rsid w:val="00B076E5"/>
    <w:rsid w:val="00B07A0B"/>
    <w:rsid w:val="00B07A5D"/>
    <w:rsid w:val="00B07CA2"/>
    <w:rsid w:val="00B10183"/>
    <w:rsid w:val="00B10194"/>
    <w:rsid w:val="00B1095A"/>
    <w:rsid w:val="00B10E0C"/>
    <w:rsid w:val="00B113E3"/>
    <w:rsid w:val="00B11C46"/>
    <w:rsid w:val="00B1206D"/>
    <w:rsid w:val="00B1230E"/>
    <w:rsid w:val="00B1278F"/>
    <w:rsid w:val="00B12E75"/>
    <w:rsid w:val="00B13A92"/>
    <w:rsid w:val="00B13E10"/>
    <w:rsid w:val="00B13FC4"/>
    <w:rsid w:val="00B14487"/>
    <w:rsid w:val="00B14C0B"/>
    <w:rsid w:val="00B14E9D"/>
    <w:rsid w:val="00B14F0D"/>
    <w:rsid w:val="00B153C6"/>
    <w:rsid w:val="00B15639"/>
    <w:rsid w:val="00B15B62"/>
    <w:rsid w:val="00B1641D"/>
    <w:rsid w:val="00B1665E"/>
    <w:rsid w:val="00B168D9"/>
    <w:rsid w:val="00B16B5E"/>
    <w:rsid w:val="00B17083"/>
    <w:rsid w:val="00B1731D"/>
    <w:rsid w:val="00B17439"/>
    <w:rsid w:val="00B175A0"/>
    <w:rsid w:val="00B17762"/>
    <w:rsid w:val="00B177E5"/>
    <w:rsid w:val="00B17DE3"/>
    <w:rsid w:val="00B20476"/>
    <w:rsid w:val="00B20DD2"/>
    <w:rsid w:val="00B20EEC"/>
    <w:rsid w:val="00B21AA3"/>
    <w:rsid w:val="00B21F1E"/>
    <w:rsid w:val="00B21F23"/>
    <w:rsid w:val="00B21F71"/>
    <w:rsid w:val="00B2205D"/>
    <w:rsid w:val="00B22163"/>
    <w:rsid w:val="00B2255B"/>
    <w:rsid w:val="00B226A0"/>
    <w:rsid w:val="00B22F51"/>
    <w:rsid w:val="00B23278"/>
    <w:rsid w:val="00B2341C"/>
    <w:rsid w:val="00B236EB"/>
    <w:rsid w:val="00B238CC"/>
    <w:rsid w:val="00B23DB0"/>
    <w:rsid w:val="00B23EA8"/>
    <w:rsid w:val="00B23EFF"/>
    <w:rsid w:val="00B24425"/>
    <w:rsid w:val="00B2526E"/>
    <w:rsid w:val="00B2575F"/>
    <w:rsid w:val="00B259F3"/>
    <w:rsid w:val="00B25E85"/>
    <w:rsid w:val="00B2608A"/>
    <w:rsid w:val="00B26150"/>
    <w:rsid w:val="00B2620A"/>
    <w:rsid w:val="00B26222"/>
    <w:rsid w:val="00B266C6"/>
    <w:rsid w:val="00B26791"/>
    <w:rsid w:val="00B26810"/>
    <w:rsid w:val="00B26A03"/>
    <w:rsid w:val="00B26ADD"/>
    <w:rsid w:val="00B26AE3"/>
    <w:rsid w:val="00B26BA1"/>
    <w:rsid w:val="00B26E10"/>
    <w:rsid w:val="00B27229"/>
    <w:rsid w:val="00B277C5"/>
    <w:rsid w:val="00B27902"/>
    <w:rsid w:val="00B30180"/>
    <w:rsid w:val="00B30408"/>
    <w:rsid w:val="00B306E7"/>
    <w:rsid w:val="00B312C0"/>
    <w:rsid w:val="00B31C5F"/>
    <w:rsid w:val="00B31CB5"/>
    <w:rsid w:val="00B31CFA"/>
    <w:rsid w:val="00B31EF3"/>
    <w:rsid w:val="00B321DD"/>
    <w:rsid w:val="00B326F8"/>
    <w:rsid w:val="00B328FE"/>
    <w:rsid w:val="00B32D8A"/>
    <w:rsid w:val="00B32EAB"/>
    <w:rsid w:val="00B32EFE"/>
    <w:rsid w:val="00B33056"/>
    <w:rsid w:val="00B330D1"/>
    <w:rsid w:val="00B3341B"/>
    <w:rsid w:val="00B3344C"/>
    <w:rsid w:val="00B33465"/>
    <w:rsid w:val="00B33489"/>
    <w:rsid w:val="00B345DB"/>
    <w:rsid w:val="00B34629"/>
    <w:rsid w:val="00B34A15"/>
    <w:rsid w:val="00B34FB0"/>
    <w:rsid w:val="00B354AC"/>
    <w:rsid w:val="00B35846"/>
    <w:rsid w:val="00B359A2"/>
    <w:rsid w:val="00B35B53"/>
    <w:rsid w:val="00B35DED"/>
    <w:rsid w:val="00B361B1"/>
    <w:rsid w:val="00B36921"/>
    <w:rsid w:val="00B36988"/>
    <w:rsid w:val="00B371C8"/>
    <w:rsid w:val="00B375D6"/>
    <w:rsid w:val="00B3768E"/>
    <w:rsid w:val="00B37BF5"/>
    <w:rsid w:val="00B37C99"/>
    <w:rsid w:val="00B407C6"/>
    <w:rsid w:val="00B40AD9"/>
    <w:rsid w:val="00B40CB3"/>
    <w:rsid w:val="00B40DBD"/>
    <w:rsid w:val="00B4155F"/>
    <w:rsid w:val="00B415EE"/>
    <w:rsid w:val="00B418E9"/>
    <w:rsid w:val="00B419A4"/>
    <w:rsid w:val="00B423E2"/>
    <w:rsid w:val="00B42415"/>
    <w:rsid w:val="00B42844"/>
    <w:rsid w:val="00B42D2B"/>
    <w:rsid w:val="00B42E86"/>
    <w:rsid w:val="00B435B3"/>
    <w:rsid w:val="00B435C6"/>
    <w:rsid w:val="00B4377A"/>
    <w:rsid w:val="00B438F1"/>
    <w:rsid w:val="00B43A7B"/>
    <w:rsid w:val="00B43C69"/>
    <w:rsid w:val="00B43F5D"/>
    <w:rsid w:val="00B44202"/>
    <w:rsid w:val="00B44404"/>
    <w:rsid w:val="00B444BE"/>
    <w:rsid w:val="00B447C4"/>
    <w:rsid w:val="00B457B1"/>
    <w:rsid w:val="00B45FA6"/>
    <w:rsid w:val="00B46129"/>
    <w:rsid w:val="00B467EC"/>
    <w:rsid w:val="00B4685D"/>
    <w:rsid w:val="00B46A74"/>
    <w:rsid w:val="00B46DED"/>
    <w:rsid w:val="00B470EE"/>
    <w:rsid w:val="00B47349"/>
    <w:rsid w:val="00B47558"/>
    <w:rsid w:val="00B47AA2"/>
    <w:rsid w:val="00B47C68"/>
    <w:rsid w:val="00B47D4E"/>
    <w:rsid w:val="00B500A7"/>
    <w:rsid w:val="00B502DD"/>
    <w:rsid w:val="00B50DA8"/>
    <w:rsid w:val="00B50E26"/>
    <w:rsid w:val="00B51577"/>
    <w:rsid w:val="00B517A4"/>
    <w:rsid w:val="00B51E0E"/>
    <w:rsid w:val="00B51E14"/>
    <w:rsid w:val="00B51FB0"/>
    <w:rsid w:val="00B521B6"/>
    <w:rsid w:val="00B52540"/>
    <w:rsid w:val="00B525E2"/>
    <w:rsid w:val="00B528C5"/>
    <w:rsid w:val="00B5299A"/>
    <w:rsid w:val="00B52DD0"/>
    <w:rsid w:val="00B5326A"/>
    <w:rsid w:val="00B532F8"/>
    <w:rsid w:val="00B53973"/>
    <w:rsid w:val="00B53C89"/>
    <w:rsid w:val="00B541A7"/>
    <w:rsid w:val="00B5482F"/>
    <w:rsid w:val="00B54A9E"/>
    <w:rsid w:val="00B55402"/>
    <w:rsid w:val="00B555D6"/>
    <w:rsid w:val="00B55D14"/>
    <w:rsid w:val="00B570E4"/>
    <w:rsid w:val="00B572AC"/>
    <w:rsid w:val="00B57B29"/>
    <w:rsid w:val="00B57EF0"/>
    <w:rsid w:val="00B60014"/>
    <w:rsid w:val="00B6087D"/>
    <w:rsid w:val="00B60C16"/>
    <w:rsid w:val="00B60CA7"/>
    <w:rsid w:val="00B60E9B"/>
    <w:rsid w:val="00B60F91"/>
    <w:rsid w:val="00B614C1"/>
    <w:rsid w:val="00B61CE3"/>
    <w:rsid w:val="00B61D03"/>
    <w:rsid w:val="00B622C1"/>
    <w:rsid w:val="00B62823"/>
    <w:rsid w:val="00B62C9A"/>
    <w:rsid w:val="00B63067"/>
    <w:rsid w:val="00B63199"/>
    <w:rsid w:val="00B63413"/>
    <w:rsid w:val="00B63901"/>
    <w:rsid w:val="00B64007"/>
    <w:rsid w:val="00B641D5"/>
    <w:rsid w:val="00B64A58"/>
    <w:rsid w:val="00B64AA7"/>
    <w:rsid w:val="00B64DA5"/>
    <w:rsid w:val="00B65225"/>
    <w:rsid w:val="00B65385"/>
    <w:rsid w:val="00B653E3"/>
    <w:rsid w:val="00B6573B"/>
    <w:rsid w:val="00B658CF"/>
    <w:rsid w:val="00B65BA5"/>
    <w:rsid w:val="00B65BDC"/>
    <w:rsid w:val="00B65EAA"/>
    <w:rsid w:val="00B666AA"/>
    <w:rsid w:val="00B66FDD"/>
    <w:rsid w:val="00B672CD"/>
    <w:rsid w:val="00B67804"/>
    <w:rsid w:val="00B6787D"/>
    <w:rsid w:val="00B67C70"/>
    <w:rsid w:val="00B70777"/>
    <w:rsid w:val="00B70EAF"/>
    <w:rsid w:val="00B70FC6"/>
    <w:rsid w:val="00B71693"/>
    <w:rsid w:val="00B71CDE"/>
    <w:rsid w:val="00B720DC"/>
    <w:rsid w:val="00B72286"/>
    <w:rsid w:val="00B7242A"/>
    <w:rsid w:val="00B72A5B"/>
    <w:rsid w:val="00B72AB5"/>
    <w:rsid w:val="00B72B7C"/>
    <w:rsid w:val="00B72C02"/>
    <w:rsid w:val="00B72C9A"/>
    <w:rsid w:val="00B734B3"/>
    <w:rsid w:val="00B73613"/>
    <w:rsid w:val="00B74850"/>
    <w:rsid w:val="00B74A9B"/>
    <w:rsid w:val="00B74C3B"/>
    <w:rsid w:val="00B74E8F"/>
    <w:rsid w:val="00B74F1B"/>
    <w:rsid w:val="00B74F73"/>
    <w:rsid w:val="00B751E1"/>
    <w:rsid w:val="00B751ED"/>
    <w:rsid w:val="00B75290"/>
    <w:rsid w:val="00B75475"/>
    <w:rsid w:val="00B75EB5"/>
    <w:rsid w:val="00B76659"/>
    <w:rsid w:val="00B76794"/>
    <w:rsid w:val="00B768C0"/>
    <w:rsid w:val="00B76B26"/>
    <w:rsid w:val="00B76DFE"/>
    <w:rsid w:val="00B76F57"/>
    <w:rsid w:val="00B7704E"/>
    <w:rsid w:val="00B7764E"/>
    <w:rsid w:val="00B77716"/>
    <w:rsid w:val="00B77992"/>
    <w:rsid w:val="00B77A89"/>
    <w:rsid w:val="00B77D3D"/>
    <w:rsid w:val="00B77FEE"/>
    <w:rsid w:val="00B80AFC"/>
    <w:rsid w:val="00B80DAF"/>
    <w:rsid w:val="00B80DFD"/>
    <w:rsid w:val="00B810DA"/>
    <w:rsid w:val="00B81CFF"/>
    <w:rsid w:val="00B81D20"/>
    <w:rsid w:val="00B82047"/>
    <w:rsid w:val="00B822A2"/>
    <w:rsid w:val="00B822D0"/>
    <w:rsid w:val="00B825D1"/>
    <w:rsid w:val="00B82827"/>
    <w:rsid w:val="00B82938"/>
    <w:rsid w:val="00B82CC1"/>
    <w:rsid w:val="00B82E50"/>
    <w:rsid w:val="00B82F91"/>
    <w:rsid w:val="00B841C1"/>
    <w:rsid w:val="00B84301"/>
    <w:rsid w:val="00B84795"/>
    <w:rsid w:val="00B849EC"/>
    <w:rsid w:val="00B84E29"/>
    <w:rsid w:val="00B8548F"/>
    <w:rsid w:val="00B85BCD"/>
    <w:rsid w:val="00B85BF7"/>
    <w:rsid w:val="00B85F5A"/>
    <w:rsid w:val="00B86906"/>
    <w:rsid w:val="00B86EE2"/>
    <w:rsid w:val="00B87209"/>
    <w:rsid w:val="00B8759D"/>
    <w:rsid w:val="00B87724"/>
    <w:rsid w:val="00B87C78"/>
    <w:rsid w:val="00B90350"/>
    <w:rsid w:val="00B90402"/>
    <w:rsid w:val="00B9050A"/>
    <w:rsid w:val="00B9061E"/>
    <w:rsid w:val="00B90A24"/>
    <w:rsid w:val="00B90B4A"/>
    <w:rsid w:val="00B91A6D"/>
    <w:rsid w:val="00B91D56"/>
    <w:rsid w:val="00B923B9"/>
    <w:rsid w:val="00B92530"/>
    <w:rsid w:val="00B92AEB"/>
    <w:rsid w:val="00B93328"/>
    <w:rsid w:val="00B93425"/>
    <w:rsid w:val="00B93562"/>
    <w:rsid w:val="00B93727"/>
    <w:rsid w:val="00B93781"/>
    <w:rsid w:val="00B93F45"/>
    <w:rsid w:val="00B940C2"/>
    <w:rsid w:val="00B9454F"/>
    <w:rsid w:val="00B94562"/>
    <w:rsid w:val="00B94AAE"/>
    <w:rsid w:val="00B94AB7"/>
    <w:rsid w:val="00B94B15"/>
    <w:rsid w:val="00B94E3A"/>
    <w:rsid w:val="00B94F6F"/>
    <w:rsid w:val="00B95301"/>
    <w:rsid w:val="00B9538E"/>
    <w:rsid w:val="00B9546A"/>
    <w:rsid w:val="00B954D1"/>
    <w:rsid w:val="00B954E3"/>
    <w:rsid w:val="00B955F3"/>
    <w:rsid w:val="00B95727"/>
    <w:rsid w:val="00B95A51"/>
    <w:rsid w:val="00B95AC8"/>
    <w:rsid w:val="00B95C7B"/>
    <w:rsid w:val="00B95D6A"/>
    <w:rsid w:val="00B95E4C"/>
    <w:rsid w:val="00B95E90"/>
    <w:rsid w:val="00B9623C"/>
    <w:rsid w:val="00B96E3A"/>
    <w:rsid w:val="00B96EE8"/>
    <w:rsid w:val="00B970FF"/>
    <w:rsid w:val="00B973C0"/>
    <w:rsid w:val="00B97474"/>
    <w:rsid w:val="00B976A1"/>
    <w:rsid w:val="00B976F1"/>
    <w:rsid w:val="00B97A2C"/>
    <w:rsid w:val="00BA0459"/>
    <w:rsid w:val="00BA0BAB"/>
    <w:rsid w:val="00BA0C33"/>
    <w:rsid w:val="00BA0EF6"/>
    <w:rsid w:val="00BA15D6"/>
    <w:rsid w:val="00BA1636"/>
    <w:rsid w:val="00BA17B4"/>
    <w:rsid w:val="00BA1978"/>
    <w:rsid w:val="00BA19DF"/>
    <w:rsid w:val="00BA1B9A"/>
    <w:rsid w:val="00BA1C37"/>
    <w:rsid w:val="00BA1DA9"/>
    <w:rsid w:val="00BA2067"/>
    <w:rsid w:val="00BA2218"/>
    <w:rsid w:val="00BA2B78"/>
    <w:rsid w:val="00BA2D1B"/>
    <w:rsid w:val="00BA307F"/>
    <w:rsid w:val="00BA3449"/>
    <w:rsid w:val="00BA379E"/>
    <w:rsid w:val="00BA38EF"/>
    <w:rsid w:val="00BA393D"/>
    <w:rsid w:val="00BA3968"/>
    <w:rsid w:val="00BA3FE0"/>
    <w:rsid w:val="00BA429D"/>
    <w:rsid w:val="00BA4467"/>
    <w:rsid w:val="00BA4588"/>
    <w:rsid w:val="00BA458B"/>
    <w:rsid w:val="00BA487E"/>
    <w:rsid w:val="00BA48A1"/>
    <w:rsid w:val="00BA48AA"/>
    <w:rsid w:val="00BA4A11"/>
    <w:rsid w:val="00BA4D0E"/>
    <w:rsid w:val="00BA4EE5"/>
    <w:rsid w:val="00BA4FEC"/>
    <w:rsid w:val="00BA5224"/>
    <w:rsid w:val="00BA556B"/>
    <w:rsid w:val="00BA5A6D"/>
    <w:rsid w:val="00BA5CF6"/>
    <w:rsid w:val="00BA5E07"/>
    <w:rsid w:val="00BA64AB"/>
    <w:rsid w:val="00BA696C"/>
    <w:rsid w:val="00BA6B43"/>
    <w:rsid w:val="00BA6F7B"/>
    <w:rsid w:val="00BA72C3"/>
    <w:rsid w:val="00BA7557"/>
    <w:rsid w:val="00BA7DAD"/>
    <w:rsid w:val="00BA7F0D"/>
    <w:rsid w:val="00BB0409"/>
    <w:rsid w:val="00BB0A47"/>
    <w:rsid w:val="00BB0BEF"/>
    <w:rsid w:val="00BB10CD"/>
    <w:rsid w:val="00BB1113"/>
    <w:rsid w:val="00BB1655"/>
    <w:rsid w:val="00BB1D41"/>
    <w:rsid w:val="00BB1EA6"/>
    <w:rsid w:val="00BB2187"/>
    <w:rsid w:val="00BB2406"/>
    <w:rsid w:val="00BB2522"/>
    <w:rsid w:val="00BB28DE"/>
    <w:rsid w:val="00BB2BE5"/>
    <w:rsid w:val="00BB2BEA"/>
    <w:rsid w:val="00BB2CC8"/>
    <w:rsid w:val="00BB2D29"/>
    <w:rsid w:val="00BB2D96"/>
    <w:rsid w:val="00BB2E96"/>
    <w:rsid w:val="00BB2F41"/>
    <w:rsid w:val="00BB3655"/>
    <w:rsid w:val="00BB3B2F"/>
    <w:rsid w:val="00BB4146"/>
    <w:rsid w:val="00BB4289"/>
    <w:rsid w:val="00BB46E3"/>
    <w:rsid w:val="00BB471E"/>
    <w:rsid w:val="00BB4723"/>
    <w:rsid w:val="00BB499E"/>
    <w:rsid w:val="00BB49BB"/>
    <w:rsid w:val="00BB4EE7"/>
    <w:rsid w:val="00BB5743"/>
    <w:rsid w:val="00BB5D4E"/>
    <w:rsid w:val="00BB647A"/>
    <w:rsid w:val="00BB650C"/>
    <w:rsid w:val="00BB6700"/>
    <w:rsid w:val="00BB6A70"/>
    <w:rsid w:val="00BB721F"/>
    <w:rsid w:val="00BB725F"/>
    <w:rsid w:val="00BB7B91"/>
    <w:rsid w:val="00BB7E85"/>
    <w:rsid w:val="00BC015F"/>
    <w:rsid w:val="00BC13C2"/>
    <w:rsid w:val="00BC149C"/>
    <w:rsid w:val="00BC1C54"/>
    <w:rsid w:val="00BC1D1A"/>
    <w:rsid w:val="00BC2349"/>
    <w:rsid w:val="00BC263F"/>
    <w:rsid w:val="00BC26BE"/>
    <w:rsid w:val="00BC2ADB"/>
    <w:rsid w:val="00BC2CA0"/>
    <w:rsid w:val="00BC2F80"/>
    <w:rsid w:val="00BC3005"/>
    <w:rsid w:val="00BC311A"/>
    <w:rsid w:val="00BC3268"/>
    <w:rsid w:val="00BC3947"/>
    <w:rsid w:val="00BC3CD7"/>
    <w:rsid w:val="00BC4126"/>
    <w:rsid w:val="00BC42AB"/>
    <w:rsid w:val="00BC45C4"/>
    <w:rsid w:val="00BC46EB"/>
    <w:rsid w:val="00BC4B4E"/>
    <w:rsid w:val="00BC5441"/>
    <w:rsid w:val="00BC5632"/>
    <w:rsid w:val="00BC5892"/>
    <w:rsid w:val="00BC5BFF"/>
    <w:rsid w:val="00BC6011"/>
    <w:rsid w:val="00BC6351"/>
    <w:rsid w:val="00BC6900"/>
    <w:rsid w:val="00BC695A"/>
    <w:rsid w:val="00BC79D1"/>
    <w:rsid w:val="00BC7DCF"/>
    <w:rsid w:val="00BD01CE"/>
    <w:rsid w:val="00BD0B7D"/>
    <w:rsid w:val="00BD1149"/>
    <w:rsid w:val="00BD1795"/>
    <w:rsid w:val="00BD1F90"/>
    <w:rsid w:val="00BD201A"/>
    <w:rsid w:val="00BD21BC"/>
    <w:rsid w:val="00BD22F3"/>
    <w:rsid w:val="00BD2478"/>
    <w:rsid w:val="00BD278E"/>
    <w:rsid w:val="00BD2DCC"/>
    <w:rsid w:val="00BD2E37"/>
    <w:rsid w:val="00BD3166"/>
    <w:rsid w:val="00BD3175"/>
    <w:rsid w:val="00BD325F"/>
    <w:rsid w:val="00BD3405"/>
    <w:rsid w:val="00BD34CF"/>
    <w:rsid w:val="00BD3D5B"/>
    <w:rsid w:val="00BD3E0B"/>
    <w:rsid w:val="00BD4580"/>
    <w:rsid w:val="00BD46F6"/>
    <w:rsid w:val="00BD47AD"/>
    <w:rsid w:val="00BD4D41"/>
    <w:rsid w:val="00BD55CE"/>
    <w:rsid w:val="00BD5B77"/>
    <w:rsid w:val="00BD5E64"/>
    <w:rsid w:val="00BD5ED2"/>
    <w:rsid w:val="00BD608D"/>
    <w:rsid w:val="00BD60AB"/>
    <w:rsid w:val="00BD620E"/>
    <w:rsid w:val="00BD62E0"/>
    <w:rsid w:val="00BD6484"/>
    <w:rsid w:val="00BD6844"/>
    <w:rsid w:val="00BD6C50"/>
    <w:rsid w:val="00BD729E"/>
    <w:rsid w:val="00BD7507"/>
    <w:rsid w:val="00BD78B9"/>
    <w:rsid w:val="00BD7ABB"/>
    <w:rsid w:val="00BD7EB8"/>
    <w:rsid w:val="00BE05BC"/>
    <w:rsid w:val="00BE0684"/>
    <w:rsid w:val="00BE0E19"/>
    <w:rsid w:val="00BE0F18"/>
    <w:rsid w:val="00BE0F7B"/>
    <w:rsid w:val="00BE10E1"/>
    <w:rsid w:val="00BE14F3"/>
    <w:rsid w:val="00BE1A92"/>
    <w:rsid w:val="00BE1AF3"/>
    <w:rsid w:val="00BE1F95"/>
    <w:rsid w:val="00BE21A0"/>
    <w:rsid w:val="00BE22CE"/>
    <w:rsid w:val="00BE2715"/>
    <w:rsid w:val="00BE272A"/>
    <w:rsid w:val="00BE2CF0"/>
    <w:rsid w:val="00BE2FAE"/>
    <w:rsid w:val="00BE30AA"/>
    <w:rsid w:val="00BE3346"/>
    <w:rsid w:val="00BE33A8"/>
    <w:rsid w:val="00BE35D3"/>
    <w:rsid w:val="00BE3641"/>
    <w:rsid w:val="00BE3B5E"/>
    <w:rsid w:val="00BE4330"/>
    <w:rsid w:val="00BE4523"/>
    <w:rsid w:val="00BE4696"/>
    <w:rsid w:val="00BE4708"/>
    <w:rsid w:val="00BE4ACF"/>
    <w:rsid w:val="00BE4B5B"/>
    <w:rsid w:val="00BE4DB9"/>
    <w:rsid w:val="00BE5436"/>
    <w:rsid w:val="00BE5447"/>
    <w:rsid w:val="00BE58C3"/>
    <w:rsid w:val="00BE5F98"/>
    <w:rsid w:val="00BE648C"/>
    <w:rsid w:val="00BE68BF"/>
    <w:rsid w:val="00BE6A8B"/>
    <w:rsid w:val="00BE730D"/>
    <w:rsid w:val="00BE7328"/>
    <w:rsid w:val="00BE79C2"/>
    <w:rsid w:val="00BF0318"/>
    <w:rsid w:val="00BF0484"/>
    <w:rsid w:val="00BF0539"/>
    <w:rsid w:val="00BF0FC6"/>
    <w:rsid w:val="00BF1291"/>
    <w:rsid w:val="00BF137E"/>
    <w:rsid w:val="00BF15CD"/>
    <w:rsid w:val="00BF1CBF"/>
    <w:rsid w:val="00BF2100"/>
    <w:rsid w:val="00BF21F7"/>
    <w:rsid w:val="00BF2316"/>
    <w:rsid w:val="00BF28A3"/>
    <w:rsid w:val="00BF29B0"/>
    <w:rsid w:val="00BF2A10"/>
    <w:rsid w:val="00BF2F30"/>
    <w:rsid w:val="00BF316C"/>
    <w:rsid w:val="00BF3A16"/>
    <w:rsid w:val="00BF4611"/>
    <w:rsid w:val="00BF47CC"/>
    <w:rsid w:val="00BF4EF7"/>
    <w:rsid w:val="00BF5562"/>
    <w:rsid w:val="00BF594B"/>
    <w:rsid w:val="00BF67B6"/>
    <w:rsid w:val="00BF68A9"/>
    <w:rsid w:val="00BF68D6"/>
    <w:rsid w:val="00BF7024"/>
    <w:rsid w:val="00BF736C"/>
    <w:rsid w:val="00BF7631"/>
    <w:rsid w:val="00BF78C5"/>
    <w:rsid w:val="00C009D7"/>
    <w:rsid w:val="00C00C63"/>
    <w:rsid w:val="00C00D0B"/>
    <w:rsid w:val="00C01004"/>
    <w:rsid w:val="00C01350"/>
    <w:rsid w:val="00C01459"/>
    <w:rsid w:val="00C01962"/>
    <w:rsid w:val="00C01D8E"/>
    <w:rsid w:val="00C0328D"/>
    <w:rsid w:val="00C03445"/>
    <w:rsid w:val="00C03511"/>
    <w:rsid w:val="00C0352C"/>
    <w:rsid w:val="00C03E31"/>
    <w:rsid w:val="00C03F0A"/>
    <w:rsid w:val="00C04517"/>
    <w:rsid w:val="00C045E6"/>
    <w:rsid w:val="00C04797"/>
    <w:rsid w:val="00C04EA9"/>
    <w:rsid w:val="00C05F48"/>
    <w:rsid w:val="00C0664A"/>
    <w:rsid w:val="00C06688"/>
    <w:rsid w:val="00C06958"/>
    <w:rsid w:val="00C06E70"/>
    <w:rsid w:val="00C06F63"/>
    <w:rsid w:val="00C0717A"/>
    <w:rsid w:val="00C074A6"/>
    <w:rsid w:val="00C07D40"/>
    <w:rsid w:val="00C07E67"/>
    <w:rsid w:val="00C10010"/>
    <w:rsid w:val="00C1093E"/>
    <w:rsid w:val="00C11452"/>
    <w:rsid w:val="00C11E0D"/>
    <w:rsid w:val="00C1292D"/>
    <w:rsid w:val="00C1347C"/>
    <w:rsid w:val="00C1349D"/>
    <w:rsid w:val="00C13E61"/>
    <w:rsid w:val="00C13E84"/>
    <w:rsid w:val="00C13E8E"/>
    <w:rsid w:val="00C13F00"/>
    <w:rsid w:val="00C14032"/>
    <w:rsid w:val="00C1411C"/>
    <w:rsid w:val="00C14617"/>
    <w:rsid w:val="00C1482A"/>
    <w:rsid w:val="00C14B64"/>
    <w:rsid w:val="00C14E68"/>
    <w:rsid w:val="00C15097"/>
    <w:rsid w:val="00C150FD"/>
    <w:rsid w:val="00C15106"/>
    <w:rsid w:val="00C15428"/>
    <w:rsid w:val="00C15444"/>
    <w:rsid w:val="00C154CF"/>
    <w:rsid w:val="00C1574A"/>
    <w:rsid w:val="00C15BA2"/>
    <w:rsid w:val="00C15CB7"/>
    <w:rsid w:val="00C16558"/>
    <w:rsid w:val="00C169A1"/>
    <w:rsid w:val="00C175C4"/>
    <w:rsid w:val="00C17D15"/>
    <w:rsid w:val="00C17E26"/>
    <w:rsid w:val="00C204C4"/>
    <w:rsid w:val="00C204F0"/>
    <w:rsid w:val="00C2077B"/>
    <w:rsid w:val="00C20D3E"/>
    <w:rsid w:val="00C20F8E"/>
    <w:rsid w:val="00C210A0"/>
    <w:rsid w:val="00C21240"/>
    <w:rsid w:val="00C21927"/>
    <w:rsid w:val="00C21CC1"/>
    <w:rsid w:val="00C21D87"/>
    <w:rsid w:val="00C21E19"/>
    <w:rsid w:val="00C22411"/>
    <w:rsid w:val="00C22514"/>
    <w:rsid w:val="00C2269A"/>
    <w:rsid w:val="00C22F89"/>
    <w:rsid w:val="00C235DF"/>
    <w:rsid w:val="00C236A8"/>
    <w:rsid w:val="00C24333"/>
    <w:rsid w:val="00C244C2"/>
    <w:rsid w:val="00C25156"/>
    <w:rsid w:val="00C252C1"/>
    <w:rsid w:val="00C25834"/>
    <w:rsid w:val="00C25CA1"/>
    <w:rsid w:val="00C25DB8"/>
    <w:rsid w:val="00C25E33"/>
    <w:rsid w:val="00C25EBE"/>
    <w:rsid w:val="00C25EF1"/>
    <w:rsid w:val="00C260FF"/>
    <w:rsid w:val="00C26201"/>
    <w:rsid w:val="00C26A74"/>
    <w:rsid w:val="00C26AB2"/>
    <w:rsid w:val="00C27078"/>
    <w:rsid w:val="00C2721B"/>
    <w:rsid w:val="00C301E5"/>
    <w:rsid w:val="00C30242"/>
    <w:rsid w:val="00C30340"/>
    <w:rsid w:val="00C305F1"/>
    <w:rsid w:val="00C30640"/>
    <w:rsid w:val="00C30A22"/>
    <w:rsid w:val="00C30A76"/>
    <w:rsid w:val="00C30C86"/>
    <w:rsid w:val="00C310C5"/>
    <w:rsid w:val="00C315C3"/>
    <w:rsid w:val="00C3160E"/>
    <w:rsid w:val="00C316CB"/>
    <w:rsid w:val="00C31D18"/>
    <w:rsid w:val="00C31D88"/>
    <w:rsid w:val="00C32826"/>
    <w:rsid w:val="00C328EC"/>
    <w:rsid w:val="00C32916"/>
    <w:rsid w:val="00C32D4F"/>
    <w:rsid w:val="00C333C7"/>
    <w:rsid w:val="00C3356E"/>
    <w:rsid w:val="00C335F2"/>
    <w:rsid w:val="00C3397E"/>
    <w:rsid w:val="00C33F30"/>
    <w:rsid w:val="00C340F0"/>
    <w:rsid w:val="00C346DD"/>
    <w:rsid w:val="00C34C04"/>
    <w:rsid w:val="00C34C0D"/>
    <w:rsid w:val="00C34E83"/>
    <w:rsid w:val="00C3534C"/>
    <w:rsid w:val="00C35852"/>
    <w:rsid w:val="00C35B2B"/>
    <w:rsid w:val="00C35C4B"/>
    <w:rsid w:val="00C35DFE"/>
    <w:rsid w:val="00C36268"/>
    <w:rsid w:val="00C363C4"/>
    <w:rsid w:val="00C36401"/>
    <w:rsid w:val="00C367E8"/>
    <w:rsid w:val="00C36842"/>
    <w:rsid w:val="00C36BD8"/>
    <w:rsid w:val="00C36E47"/>
    <w:rsid w:val="00C36E4C"/>
    <w:rsid w:val="00C37266"/>
    <w:rsid w:val="00C37273"/>
    <w:rsid w:val="00C3739E"/>
    <w:rsid w:val="00C37C41"/>
    <w:rsid w:val="00C37DA4"/>
    <w:rsid w:val="00C402A2"/>
    <w:rsid w:val="00C405E8"/>
    <w:rsid w:val="00C40B68"/>
    <w:rsid w:val="00C40DFB"/>
    <w:rsid w:val="00C40F6C"/>
    <w:rsid w:val="00C41437"/>
    <w:rsid w:val="00C4207D"/>
    <w:rsid w:val="00C4223F"/>
    <w:rsid w:val="00C423DB"/>
    <w:rsid w:val="00C42E77"/>
    <w:rsid w:val="00C4362A"/>
    <w:rsid w:val="00C43BBD"/>
    <w:rsid w:val="00C4431A"/>
    <w:rsid w:val="00C443A3"/>
    <w:rsid w:val="00C44420"/>
    <w:rsid w:val="00C445A3"/>
    <w:rsid w:val="00C4460B"/>
    <w:rsid w:val="00C44A4B"/>
    <w:rsid w:val="00C44B15"/>
    <w:rsid w:val="00C44CE7"/>
    <w:rsid w:val="00C44FAE"/>
    <w:rsid w:val="00C4512F"/>
    <w:rsid w:val="00C4538D"/>
    <w:rsid w:val="00C45686"/>
    <w:rsid w:val="00C45A7C"/>
    <w:rsid w:val="00C45FBE"/>
    <w:rsid w:val="00C46993"/>
    <w:rsid w:val="00C46CC8"/>
    <w:rsid w:val="00C47984"/>
    <w:rsid w:val="00C47A03"/>
    <w:rsid w:val="00C47D81"/>
    <w:rsid w:val="00C50296"/>
    <w:rsid w:val="00C5030A"/>
    <w:rsid w:val="00C50384"/>
    <w:rsid w:val="00C50925"/>
    <w:rsid w:val="00C51095"/>
    <w:rsid w:val="00C51181"/>
    <w:rsid w:val="00C51B2D"/>
    <w:rsid w:val="00C51F6A"/>
    <w:rsid w:val="00C52111"/>
    <w:rsid w:val="00C52424"/>
    <w:rsid w:val="00C5276C"/>
    <w:rsid w:val="00C52AA6"/>
    <w:rsid w:val="00C533E7"/>
    <w:rsid w:val="00C5410F"/>
    <w:rsid w:val="00C542D4"/>
    <w:rsid w:val="00C5521B"/>
    <w:rsid w:val="00C552EA"/>
    <w:rsid w:val="00C557B8"/>
    <w:rsid w:val="00C56806"/>
    <w:rsid w:val="00C56C60"/>
    <w:rsid w:val="00C56EC5"/>
    <w:rsid w:val="00C57324"/>
    <w:rsid w:val="00C57682"/>
    <w:rsid w:val="00C57913"/>
    <w:rsid w:val="00C57A54"/>
    <w:rsid w:val="00C57A9E"/>
    <w:rsid w:val="00C57B43"/>
    <w:rsid w:val="00C57DFB"/>
    <w:rsid w:val="00C57FC1"/>
    <w:rsid w:val="00C60057"/>
    <w:rsid w:val="00C60127"/>
    <w:rsid w:val="00C609C3"/>
    <w:rsid w:val="00C61058"/>
    <w:rsid w:val="00C613EC"/>
    <w:rsid w:val="00C619F4"/>
    <w:rsid w:val="00C61B7F"/>
    <w:rsid w:val="00C61C42"/>
    <w:rsid w:val="00C61C5B"/>
    <w:rsid w:val="00C61D73"/>
    <w:rsid w:val="00C61DEE"/>
    <w:rsid w:val="00C61F1C"/>
    <w:rsid w:val="00C6236C"/>
    <w:rsid w:val="00C62476"/>
    <w:rsid w:val="00C62EDE"/>
    <w:rsid w:val="00C62EF7"/>
    <w:rsid w:val="00C631FE"/>
    <w:rsid w:val="00C63284"/>
    <w:rsid w:val="00C63872"/>
    <w:rsid w:val="00C6399C"/>
    <w:rsid w:val="00C639FB"/>
    <w:rsid w:val="00C63BD9"/>
    <w:rsid w:val="00C63DAE"/>
    <w:rsid w:val="00C6478A"/>
    <w:rsid w:val="00C6486F"/>
    <w:rsid w:val="00C64904"/>
    <w:rsid w:val="00C64C93"/>
    <w:rsid w:val="00C65BAA"/>
    <w:rsid w:val="00C65CAD"/>
    <w:rsid w:val="00C65D48"/>
    <w:rsid w:val="00C6604D"/>
    <w:rsid w:val="00C66482"/>
    <w:rsid w:val="00C665DB"/>
    <w:rsid w:val="00C670CD"/>
    <w:rsid w:val="00C6761E"/>
    <w:rsid w:val="00C676D8"/>
    <w:rsid w:val="00C67974"/>
    <w:rsid w:val="00C67C00"/>
    <w:rsid w:val="00C70BD8"/>
    <w:rsid w:val="00C70F17"/>
    <w:rsid w:val="00C71123"/>
    <w:rsid w:val="00C711F3"/>
    <w:rsid w:val="00C711FE"/>
    <w:rsid w:val="00C71335"/>
    <w:rsid w:val="00C715BD"/>
    <w:rsid w:val="00C71A61"/>
    <w:rsid w:val="00C71B03"/>
    <w:rsid w:val="00C71DB3"/>
    <w:rsid w:val="00C72047"/>
    <w:rsid w:val="00C72194"/>
    <w:rsid w:val="00C72347"/>
    <w:rsid w:val="00C7271B"/>
    <w:rsid w:val="00C72841"/>
    <w:rsid w:val="00C72ED3"/>
    <w:rsid w:val="00C73182"/>
    <w:rsid w:val="00C7364D"/>
    <w:rsid w:val="00C73792"/>
    <w:rsid w:val="00C73967"/>
    <w:rsid w:val="00C73C83"/>
    <w:rsid w:val="00C73EA5"/>
    <w:rsid w:val="00C73F17"/>
    <w:rsid w:val="00C740E1"/>
    <w:rsid w:val="00C7416B"/>
    <w:rsid w:val="00C7444A"/>
    <w:rsid w:val="00C747E9"/>
    <w:rsid w:val="00C74AAA"/>
    <w:rsid w:val="00C74AF1"/>
    <w:rsid w:val="00C7512F"/>
    <w:rsid w:val="00C75214"/>
    <w:rsid w:val="00C7533B"/>
    <w:rsid w:val="00C755D3"/>
    <w:rsid w:val="00C75986"/>
    <w:rsid w:val="00C75FAA"/>
    <w:rsid w:val="00C762F4"/>
    <w:rsid w:val="00C764F5"/>
    <w:rsid w:val="00C76BE3"/>
    <w:rsid w:val="00C76E6E"/>
    <w:rsid w:val="00C8009B"/>
    <w:rsid w:val="00C800FC"/>
    <w:rsid w:val="00C801BF"/>
    <w:rsid w:val="00C801CE"/>
    <w:rsid w:val="00C808FD"/>
    <w:rsid w:val="00C809F9"/>
    <w:rsid w:val="00C80A8F"/>
    <w:rsid w:val="00C80BCB"/>
    <w:rsid w:val="00C8115E"/>
    <w:rsid w:val="00C81628"/>
    <w:rsid w:val="00C820D1"/>
    <w:rsid w:val="00C821CD"/>
    <w:rsid w:val="00C8254F"/>
    <w:rsid w:val="00C82D93"/>
    <w:rsid w:val="00C82DD3"/>
    <w:rsid w:val="00C82EBB"/>
    <w:rsid w:val="00C83317"/>
    <w:rsid w:val="00C83F29"/>
    <w:rsid w:val="00C84080"/>
    <w:rsid w:val="00C840BF"/>
    <w:rsid w:val="00C8413F"/>
    <w:rsid w:val="00C84144"/>
    <w:rsid w:val="00C844FA"/>
    <w:rsid w:val="00C848FD"/>
    <w:rsid w:val="00C84995"/>
    <w:rsid w:val="00C84C23"/>
    <w:rsid w:val="00C84FD1"/>
    <w:rsid w:val="00C85294"/>
    <w:rsid w:val="00C853D9"/>
    <w:rsid w:val="00C855B5"/>
    <w:rsid w:val="00C85617"/>
    <w:rsid w:val="00C8564C"/>
    <w:rsid w:val="00C85778"/>
    <w:rsid w:val="00C85DEF"/>
    <w:rsid w:val="00C85E45"/>
    <w:rsid w:val="00C85F89"/>
    <w:rsid w:val="00C874D1"/>
    <w:rsid w:val="00C87696"/>
    <w:rsid w:val="00C90FD7"/>
    <w:rsid w:val="00C91153"/>
    <w:rsid w:val="00C9120D"/>
    <w:rsid w:val="00C912A0"/>
    <w:rsid w:val="00C91715"/>
    <w:rsid w:val="00C91A4C"/>
    <w:rsid w:val="00C91C37"/>
    <w:rsid w:val="00C924FF"/>
    <w:rsid w:val="00C927C2"/>
    <w:rsid w:val="00C92B9B"/>
    <w:rsid w:val="00C92BE8"/>
    <w:rsid w:val="00C931CE"/>
    <w:rsid w:val="00C93E3F"/>
    <w:rsid w:val="00C942DE"/>
    <w:rsid w:val="00C9441B"/>
    <w:rsid w:val="00C945F3"/>
    <w:rsid w:val="00C94681"/>
    <w:rsid w:val="00C95280"/>
    <w:rsid w:val="00C952DF"/>
    <w:rsid w:val="00C95515"/>
    <w:rsid w:val="00C9577A"/>
    <w:rsid w:val="00C9588D"/>
    <w:rsid w:val="00C95910"/>
    <w:rsid w:val="00C95A44"/>
    <w:rsid w:val="00C95B3E"/>
    <w:rsid w:val="00C961B9"/>
    <w:rsid w:val="00C96956"/>
    <w:rsid w:val="00C96AA0"/>
    <w:rsid w:val="00C96C09"/>
    <w:rsid w:val="00C96F68"/>
    <w:rsid w:val="00C97A85"/>
    <w:rsid w:val="00C97DCF"/>
    <w:rsid w:val="00CA0114"/>
    <w:rsid w:val="00CA0C50"/>
    <w:rsid w:val="00CA0D07"/>
    <w:rsid w:val="00CA0DDE"/>
    <w:rsid w:val="00CA10BE"/>
    <w:rsid w:val="00CA11EE"/>
    <w:rsid w:val="00CA1313"/>
    <w:rsid w:val="00CA1885"/>
    <w:rsid w:val="00CA1B1D"/>
    <w:rsid w:val="00CA22EF"/>
    <w:rsid w:val="00CA2529"/>
    <w:rsid w:val="00CA271C"/>
    <w:rsid w:val="00CA27DB"/>
    <w:rsid w:val="00CA27F3"/>
    <w:rsid w:val="00CA2848"/>
    <w:rsid w:val="00CA29C6"/>
    <w:rsid w:val="00CA2BE6"/>
    <w:rsid w:val="00CA2E5B"/>
    <w:rsid w:val="00CA2F10"/>
    <w:rsid w:val="00CA39AF"/>
    <w:rsid w:val="00CA3C20"/>
    <w:rsid w:val="00CA3DBC"/>
    <w:rsid w:val="00CA40D1"/>
    <w:rsid w:val="00CA424C"/>
    <w:rsid w:val="00CA446C"/>
    <w:rsid w:val="00CA4933"/>
    <w:rsid w:val="00CA4A65"/>
    <w:rsid w:val="00CA4E08"/>
    <w:rsid w:val="00CA4F07"/>
    <w:rsid w:val="00CA51F1"/>
    <w:rsid w:val="00CA52CB"/>
    <w:rsid w:val="00CA5749"/>
    <w:rsid w:val="00CA5BB4"/>
    <w:rsid w:val="00CA5CF3"/>
    <w:rsid w:val="00CA61CA"/>
    <w:rsid w:val="00CA631A"/>
    <w:rsid w:val="00CA72D0"/>
    <w:rsid w:val="00CA7328"/>
    <w:rsid w:val="00CA7736"/>
    <w:rsid w:val="00CA7ADE"/>
    <w:rsid w:val="00CA7AFB"/>
    <w:rsid w:val="00CA7C72"/>
    <w:rsid w:val="00CB004E"/>
    <w:rsid w:val="00CB03AD"/>
    <w:rsid w:val="00CB07C9"/>
    <w:rsid w:val="00CB0B9C"/>
    <w:rsid w:val="00CB101C"/>
    <w:rsid w:val="00CB117E"/>
    <w:rsid w:val="00CB1364"/>
    <w:rsid w:val="00CB1795"/>
    <w:rsid w:val="00CB1B39"/>
    <w:rsid w:val="00CB2407"/>
    <w:rsid w:val="00CB2759"/>
    <w:rsid w:val="00CB3365"/>
    <w:rsid w:val="00CB4A87"/>
    <w:rsid w:val="00CB4DC7"/>
    <w:rsid w:val="00CB4F53"/>
    <w:rsid w:val="00CB523E"/>
    <w:rsid w:val="00CB5286"/>
    <w:rsid w:val="00CB54BC"/>
    <w:rsid w:val="00CB5632"/>
    <w:rsid w:val="00CB5765"/>
    <w:rsid w:val="00CB5DBD"/>
    <w:rsid w:val="00CB5F06"/>
    <w:rsid w:val="00CB5F85"/>
    <w:rsid w:val="00CB604B"/>
    <w:rsid w:val="00CB60E3"/>
    <w:rsid w:val="00CB62B1"/>
    <w:rsid w:val="00CB63CB"/>
    <w:rsid w:val="00CB66CC"/>
    <w:rsid w:val="00CB68AB"/>
    <w:rsid w:val="00CB7020"/>
    <w:rsid w:val="00CB7257"/>
    <w:rsid w:val="00CB741C"/>
    <w:rsid w:val="00CB76F7"/>
    <w:rsid w:val="00CB7748"/>
    <w:rsid w:val="00CB7C22"/>
    <w:rsid w:val="00CC00D1"/>
    <w:rsid w:val="00CC0198"/>
    <w:rsid w:val="00CC02EC"/>
    <w:rsid w:val="00CC1048"/>
    <w:rsid w:val="00CC1085"/>
    <w:rsid w:val="00CC133A"/>
    <w:rsid w:val="00CC133F"/>
    <w:rsid w:val="00CC1710"/>
    <w:rsid w:val="00CC1D27"/>
    <w:rsid w:val="00CC2793"/>
    <w:rsid w:val="00CC2B01"/>
    <w:rsid w:val="00CC34A2"/>
    <w:rsid w:val="00CC3857"/>
    <w:rsid w:val="00CC3F03"/>
    <w:rsid w:val="00CC4091"/>
    <w:rsid w:val="00CC4201"/>
    <w:rsid w:val="00CC421B"/>
    <w:rsid w:val="00CC4F4F"/>
    <w:rsid w:val="00CC596C"/>
    <w:rsid w:val="00CC6034"/>
    <w:rsid w:val="00CC6255"/>
    <w:rsid w:val="00CC6734"/>
    <w:rsid w:val="00CC6841"/>
    <w:rsid w:val="00CC6845"/>
    <w:rsid w:val="00CC6AD4"/>
    <w:rsid w:val="00CC72C4"/>
    <w:rsid w:val="00CC7DF1"/>
    <w:rsid w:val="00CD0051"/>
    <w:rsid w:val="00CD047E"/>
    <w:rsid w:val="00CD10AD"/>
    <w:rsid w:val="00CD1CC3"/>
    <w:rsid w:val="00CD1D81"/>
    <w:rsid w:val="00CD1FEF"/>
    <w:rsid w:val="00CD2213"/>
    <w:rsid w:val="00CD2315"/>
    <w:rsid w:val="00CD26B7"/>
    <w:rsid w:val="00CD2D86"/>
    <w:rsid w:val="00CD2E94"/>
    <w:rsid w:val="00CD316C"/>
    <w:rsid w:val="00CD3367"/>
    <w:rsid w:val="00CD35B2"/>
    <w:rsid w:val="00CD386F"/>
    <w:rsid w:val="00CD3E02"/>
    <w:rsid w:val="00CD3FF3"/>
    <w:rsid w:val="00CD4181"/>
    <w:rsid w:val="00CD505A"/>
    <w:rsid w:val="00CD52BE"/>
    <w:rsid w:val="00CD5660"/>
    <w:rsid w:val="00CD5BAB"/>
    <w:rsid w:val="00CD644F"/>
    <w:rsid w:val="00CD6893"/>
    <w:rsid w:val="00CD6AB8"/>
    <w:rsid w:val="00CD6DC6"/>
    <w:rsid w:val="00CD6F6E"/>
    <w:rsid w:val="00CD76BE"/>
    <w:rsid w:val="00CD776A"/>
    <w:rsid w:val="00CE0678"/>
    <w:rsid w:val="00CE0DD1"/>
    <w:rsid w:val="00CE113D"/>
    <w:rsid w:val="00CE119A"/>
    <w:rsid w:val="00CE1264"/>
    <w:rsid w:val="00CE1D93"/>
    <w:rsid w:val="00CE1F02"/>
    <w:rsid w:val="00CE1F32"/>
    <w:rsid w:val="00CE221E"/>
    <w:rsid w:val="00CE2F4A"/>
    <w:rsid w:val="00CE308F"/>
    <w:rsid w:val="00CE3A5E"/>
    <w:rsid w:val="00CE3B9C"/>
    <w:rsid w:val="00CE3F17"/>
    <w:rsid w:val="00CE43F8"/>
    <w:rsid w:val="00CE4C1F"/>
    <w:rsid w:val="00CE4C6A"/>
    <w:rsid w:val="00CE5717"/>
    <w:rsid w:val="00CE576F"/>
    <w:rsid w:val="00CE6051"/>
    <w:rsid w:val="00CE67FA"/>
    <w:rsid w:val="00CE6828"/>
    <w:rsid w:val="00CE6ADF"/>
    <w:rsid w:val="00CE71C9"/>
    <w:rsid w:val="00CE721F"/>
    <w:rsid w:val="00CE72BB"/>
    <w:rsid w:val="00CE7324"/>
    <w:rsid w:val="00CE7524"/>
    <w:rsid w:val="00CE7C52"/>
    <w:rsid w:val="00CE7EA0"/>
    <w:rsid w:val="00CE7F76"/>
    <w:rsid w:val="00CF0543"/>
    <w:rsid w:val="00CF0ABF"/>
    <w:rsid w:val="00CF1197"/>
    <w:rsid w:val="00CF13EB"/>
    <w:rsid w:val="00CF13F5"/>
    <w:rsid w:val="00CF1546"/>
    <w:rsid w:val="00CF18A4"/>
    <w:rsid w:val="00CF18D7"/>
    <w:rsid w:val="00CF1BAE"/>
    <w:rsid w:val="00CF298A"/>
    <w:rsid w:val="00CF2D12"/>
    <w:rsid w:val="00CF2E19"/>
    <w:rsid w:val="00CF3261"/>
    <w:rsid w:val="00CF37E2"/>
    <w:rsid w:val="00CF3DB1"/>
    <w:rsid w:val="00CF4503"/>
    <w:rsid w:val="00CF45B8"/>
    <w:rsid w:val="00CF4811"/>
    <w:rsid w:val="00CF489E"/>
    <w:rsid w:val="00CF4EB8"/>
    <w:rsid w:val="00CF5244"/>
    <w:rsid w:val="00CF5271"/>
    <w:rsid w:val="00CF6108"/>
    <w:rsid w:val="00CF62CD"/>
    <w:rsid w:val="00CF6598"/>
    <w:rsid w:val="00CF6A3B"/>
    <w:rsid w:val="00CF6C1F"/>
    <w:rsid w:val="00CF6C51"/>
    <w:rsid w:val="00CF6FDE"/>
    <w:rsid w:val="00CF73A5"/>
    <w:rsid w:val="00CF749B"/>
    <w:rsid w:val="00CF777F"/>
    <w:rsid w:val="00CF7E21"/>
    <w:rsid w:val="00D00844"/>
    <w:rsid w:val="00D00C6A"/>
    <w:rsid w:val="00D00CB3"/>
    <w:rsid w:val="00D01404"/>
    <w:rsid w:val="00D0140B"/>
    <w:rsid w:val="00D024E7"/>
    <w:rsid w:val="00D026AC"/>
    <w:rsid w:val="00D02B2E"/>
    <w:rsid w:val="00D02D0D"/>
    <w:rsid w:val="00D02DF5"/>
    <w:rsid w:val="00D03051"/>
    <w:rsid w:val="00D03937"/>
    <w:rsid w:val="00D03FD3"/>
    <w:rsid w:val="00D04129"/>
    <w:rsid w:val="00D0416C"/>
    <w:rsid w:val="00D04172"/>
    <w:rsid w:val="00D04181"/>
    <w:rsid w:val="00D0449B"/>
    <w:rsid w:val="00D047D3"/>
    <w:rsid w:val="00D04E9A"/>
    <w:rsid w:val="00D050E4"/>
    <w:rsid w:val="00D05C39"/>
    <w:rsid w:val="00D06641"/>
    <w:rsid w:val="00D06778"/>
    <w:rsid w:val="00D067E1"/>
    <w:rsid w:val="00D06E0C"/>
    <w:rsid w:val="00D06ECF"/>
    <w:rsid w:val="00D0740A"/>
    <w:rsid w:val="00D076E8"/>
    <w:rsid w:val="00D0778A"/>
    <w:rsid w:val="00D07CD6"/>
    <w:rsid w:val="00D07EF7"/>
    <w:rsid w:val="00D07F31"/>
    <w:rsid w:val="00D10532"/>
    <w:rsid w:val="00D1056B"/>
    <w:rsid w:val="00D106A0"/>
    <w:rsid w:val="00D10AA5"/>
    <w:rsid w:val="00D10ADC"/>
    <w:rsid w:val="00D10ED7"/>
    <w:rsid w:val="00D1135F"/>
    <w:rsid w:val="00D114A9"/>
    <w:rsid w:val="00D11A20"/>
    <w:rsid w:val="00D12090"/>
    <w:rsid w:val="00D1217F"/>
    <w:rsid w:val="00D121DC"/>
    <w:rsid w:val="00D1270C"/>
    <w:rsid w:val="00D135A3"/>
    <w:rsid w:val="00D1409B"/>
    <w:rsid w:val="00D152AA"/>
    <w:rsid w:val="00D1551E"/>
    <w:rsid w:val="00D1574E"/>
    <w:rsid w:val="00D1582D"/>
    <w:rsid w:val="00D15861"/>
    <w:rsid w:val="00D1592E"/>
    <w:rsid w:val="00D159F5"/>
    <w:rsid w:val="00D16870"/>
    <w:rsid w:val="00D17903"/>
    <w:rsid w:val="00D17A0C"/>
    <w:rsid w:val="00D20325"/>
    <w:rsid w:val="00D20A92"/>
    <w:rsid w:val="00D20C83"/>
    <w:rsid w:val="00D20D16"/>
    <w:rsid w:val="00D20FD4"/>
    <w:rsid w:val="00D211A7"/>
    <w:rsid w:val="00D2155E"/>
    <w:rsid w:val="00D217C0"/>
    <w:rsid w:val="00D2223C"/>
    <w:rsid w:val="00D226C1"/>
    <w:rsid w:val="00D22DA4"/>
    <w:rsid w:val="00D23034"/>
    <w:rsid w:val="00D23319"/>
    <w:rsid w:val="00D23393"/>
    <w:rsid w:val="00D2364B"/>
    <w:rsid w:val="00D238DF"/>
    <w:rsid w:val="00D2395C"/>
    <w:rsid w:val="00D23AA2"/>
    <w:rsid w:val="00D23C86"/>
    <w:rsid w:val="00D23E15"/>
    <w:rsid w:val="00D23E73"/>
    <w:rsid w:val="00D2451F"/>
    <w:rsid w:val="00D24758"/>
    <w:rsid w:val="00D24880"/>
    <w:rsid w:val="00D24979"/>
    <w:rsid w:val="00D251D5"/>
    <w:rsid w:val="00D25402"/>
    <w:rsid w:val="00D2598B"/>
    <w:rsid w:val="00D25F1F"/>
    <w:rsid w:val="00D25F5C"/>
    <w:rsid w:val="00D260CB"/>
    <w:rsid w:val="00D2619B"/>
    <w:rsid w:val="00D26257"/>
    <w:rsid w:val="00D26B1D"/>
    <w:rsid w:val="00D26CFF"/>
    <w:rsid w:val="00D27393"/>
    <w:rsid w:val="00D27F0F"/>
    <w:rsid w:val="00D30027"/>
    <w:rsid w:val="00D303D8"/>
    <w:rsid w:val="00D30B05"/>
    <w:rsid w:val="00D30B97"/>
    <w:rsid w:val="00D30E1D"/>
    <w:rsid w:val="00D314D2"/>
    <w:rsid w:val="00D3153C"/>
    <w:rsid w:val="00D316F6"/>
    <w:rsid w:val="00D31D17"/>
    <w:rsid w:val="00D31F9F"/>
    <w:rsid w:val="00D3233D"/>
    <w:rsid w:val="00D32F0C"/>
    <w:rsid w:val="00D330D6"/>
    <w:rsid w:val="00D331DD"/>
    <w:rsid w:val="00D336AE"/>
    <w:rsid w:val="00D339FD"/>
    <w:rsid w:val="00D33CE9"/>
    <w:rsid w:val="00D33D1A"/>
    <w:rsid w:val="00D33EFB"/>
    <w:rsid w:val="00D342D3"/>
    <w:rsid w:val="00D3496B"/>
    <w:rsid w:val="00D34B7F"/>
    <w:rsid w:val="00D34C80"/>
    <w:rsid w:val="00D350D5"/>
    <w:rsid w:val="00D35C87"/>
    <w:rsid w:val="00D3667D"/>
    <w:rsid w:val="00D37366"/>
    <w:rsid w:val="00D37499"/>
    <w:rsid w:val="00D3754A"/>
    <w:rsid w:val="00D37B0E"/>
    <w:rsid w:val="00D37C86"/>
    <w:rsid w:val="00D37E55"/>
    <w:rsid w:val="00D37EF9"/>
    <w:rsid w:val="00D400E7"/>
    <w:rsid w:val="00D40314"/>
    <w:rsid w:val="00D408C8"/>
    <w:rsid w:val="00D409C9"/>
    <w:rsid w:val="00D411F5"/>
    <w:rsid w:val="00D41349"/>
    <w:rsid w:val="00D415DE"/>
    <w:rsid w:val="00D419DD"/>
    <w:rsid w:val="00D41A0E"/>
    <w:rsid w:val="00D41E90"/>
    <w:rsid w:val="00D41F65"/>
    <w:rsid w:val="00D41FAF"/>
    <w:rsid w:val="00D42C8C"/>
    <w:rsid w:val="00D42C96"/>
    <w:rsid w:val="00D42F52"/>
    <w:rsid w:val="00D430B8"/>
    <w:rsid w:val="00D43106"/>
    <w:rsid w:val="00D4316E"/>
    <w:rsid w:val="00D43E23"/>
    <w:rsid w:val="00D43E56"/>
    <w:rsid w:val="00D44092"/>
    <w:rsid w:val="00D44662"/>
    <w:rsid w:val="00D4499B"/>
    <w:rsid w:val="00D44D3C"/>
    <w:rsid w:val="00D44D89"/>
    <w:rsid w:val="00D4502C"/>
    <w:rsid w:val="00D4508D"/>
    <w:rsid w:val="00D453C3"/>
    <w:rsid w:val="00D45B54"/>
    <w:rsid w:val="00D46281"/>
    <w:rsid w:val="00D462E7"/>
    <w:rsid w:val="00D467B0"/>
    <w:rsid w:val="00D4699C"/>
    <w:rsid w:val="00D470EE"/>
    <w:rsid w:val="00D4714F"/>
    <w:rsid w:val="00D47299"/>
    <w:rsid w:val="00D47415"/>
    <w:rsid w:val="00D503F4"/>
    <w:rsid w:val="00D5079F"/>
    <w:rsid w:val="00D509F4"/>
    <w:rsid w:val="00D5101F"/>
    <w:rsid w:val="00D5145B"/>
    <w:rsid w:val="00D514CA"/>
    <w:rsid w:val="00D51522"/>
    <w:rsid w:val="00D51597"/>
    <w:rsid w:val="00D519BA"/>
    <w:rsid w:val="00D51E9F"/>
    <w:rsid w:val="00D51EB8"/>
    <w:rsid w:val="00D51F27"/>
    <w:rsid w:val="00D51F78"/>
    <w:rsid w:val="00D52236"/>
    <w:rsid w:val="00D52266"/>
    <w:rsid w:val="00D5265B"/>
    <w:rsid w:val="00D53088"/>
    <w:rsid w:val="00D5311F"/>
    <w:rsid w:val="00D53314"/>
    <w:rsid w:val="00D539E1"/>
    <w:rsid w:val="00D544F0"/>
    <w:rsid w:val="00D5464D"/>
    <w:rsid w:val="00D54D24"/>
    <w:rsid w:val="00D559CD"/>
    <w:rsid w:val="00D55EDA"/>
    <w:rsid w:val="00D561D8"/>
    <w:rsid w:val="00D568EA"/>
    <w:rsid w:val="00D56CD2"/>
    <w:rsid w:val="00D56E38"/>
    <w:rsid w:val="00D572C0"/>
    <w:rsid w:val="00D577F9"/>
    <w:rsid w:val="00D57A05"/>
    <w:rsid w:val="00D60152"/>
    <w:rsid w:val="00D61242"/>
    <w:rsid w:val="00D612FA"/>
    <w:rsid w:val="00D613F8"/>
    <w:rsid w:val="00D61489"/>
    <w:rsid w:val="00D614F8"/>
    <w:rsid w:val="00D62070"/>
    <w:rsid w:val="00D625EA"/>
    <w:rsid w:val="00D626E4"/>
    <w:rsid w:val="00D63008"/>
    <w:rsid w:val="00D6349E"/>
    <w:rsid w:val="00D63798"/>
    <w:rsid w:val="00D637A8"/>
    <w:rsid w:val="00D63843"/>
    <w:rsid w:val="00D63B33"/>
    <w:rsid w:val="00D641AB"/>
    <w:rsid w:val="00D642C4"/>
    <w:rsid w:val="00D644F3"/>
    <w:rsid w:val="00D646DF"/>
    <w:rsid w:val="00D6485A"/>
    <w:rsid w:val="00D64874"/>
    <w:rsid w:val="00D64A3C"/>
    <w:rsid w:val="00D64AE1"/>
    <w:rsid w:val="00D64FFF"/>
    <w:rsid w:val="00D65117"/>
    <w:rsid w:val="00D654DD"/>
    <w:rsid w:val="00D657AA"/>
    <w:rsid w:val="00D659DF"/>
    <w:rsid w:val="00D659F6"/>
    <w:rsid w:val="00D65C6D"/>
    <w:rsid w:val="00D65CF9"/>
    <w:rsid w:val="00D65D57"/>
    <w:rsid w:val="00D65EAA"/>
    <w:rsid w:val="00D65FFE"/>
    <w:rsid w:val="00D6648E"/>
    <w:rsid w:val="00D66710"/>
    <w:rsid w:val="00D66A4C"/>
    <w:rsid w:val="00D67307"/>
    <w:rsid w:val="00D676BA"/>
    <w:rsid w:val="00D676FA"/>
    <w:rsid w:val="00D677E2"/>
    <w:rsid w:val="00D67A14"/>
    <w:rsid w:val="00D67F13"/>
    <w:rsid w:val="00D701E3"/>
    <w:rsid w:val="00D70740"/>
    <w:rsid w:val="00D7081A"/>
    <w:rsid w:val="00D70899"/>
    <w:rsid w:val="00D71312"/>
    <w:rsid w:val="00D7149F"/>
    <w:rsid w:val="00D715F0"/>
    <w:rsid w:val="00D71860"/>
    <w:rsid w:val="00D71BEF"/>
    <w:rsid w:val="00D72277"/>
    <w:rsid w:val="00D7267D"/>
    <w:rsid w:val="00D72A39"/>
    <w:rsid w:val="00D732A4"/>
    <w:rsid w:val="00D73A63"/>
    <w:rsid w:val="00D74160"/>
    <w:rsid w:val="00D743A9"/>
    <w:rsid w:val="00D743C4"/>
    <w:rsid w:val="00D74F63"/>
    <w:rsid w:val="00D7501C"/>
    <w:rsid w:val="00D7558F"/>
    <w:rsid w:val="00D756A0"/>
    <w:rsid w:val="00D75B3C"/>
    <w:rsid w:val="00D75D83"/>
    <w:rsid w:val="00D76A58"/>
    <w:rsid w:val="00D76C7D"/>
    <w:rsid w:val="00D76D9E"/>
    <w:rsid w:val="00D76F2D"/>
    <w:rsid w:val="00D7718E"/>
    <w:rsid w:val="00D773CA"/>
    <w:rsid w:val="00D77938"/>
    <w:rsid w:val="00D779CF"/>
    <w:rsid w:val="00D77AD5"/>
    <w:rsid w:val="00D77B99"/>
    <w:rsid w:val="00D77BFE"/>
    <w:rsid w:val="00D77D05"/>
    <w:rsid w:val="00D77EDB"/>
    <w:rsid w:val="00D80183"/>
    <w:rsid w:val="00D80874"/>
    <w:rsid w:val="00D80889"/>
    <w:rsid w:val="00D815E3"/>
    <w:rsid w:val="00D81935"/>
    <w:rsid w:val="00D81A00"/>
    <w:rsid w:val="00D81B97"/>
    <w:rsid w:val="00D81CAE"/>
    <w:rsid w:val="00D81F38"/>
    <w:rsid w:val="00D823F5"/>
    <w:rsid w:val="00D82F0D"/>
    <w:rsid w:val="00D82F4E"/>
    <w:rsid w:val="00D83419"/>
    <w:rsid w:val="00D834BB"/>
    <w:rsid w:val="00D8386D"/>
    <w:rsid w:val="00D838FE"/>
    <w:rsid w:val="00D83D0E"/>
    <w:rsid w:val="00D83DE9"/>
    <w:rsid w:val="00D84032"/>
    <w:rsid w:val="00D842A1"/>
    <w:rsid w:val="00D84367"/>
    <w:rsid w:val="00D84464"/>
    <w:rsid w:val="00D844A6"/>
    <w:rsid w:val="00D84967"/>
    <w:rsid w:val="00D84C52"/>
    <w:rsid w:val="00D84DBE"/>
    <w:rsid w:val="00D84E2C"/>
    <w:rsid w:val="00D84EC6"/>
    <w:rsid w:val="00D8515B"/>
    <w:rsid w:val="00D856BA"/>
    <w:rsid w:val="00D856EC"/>
    <w:rsid w:val="00D85A68"/>
    <w:rsid w:val="00D86087"/>
    <w:rsid w:val="00D864F3"/>
    <w:rsid w:val="00D86C33"/>
    <w:rsid w:val="00D871CC"/>
    <w:rsid w:val="00D871DC"/>
    <w:rsid w:val="00D8785A"/>
    <w:rsid w:val="00D87E16"/>
    <w:rsid w:val="00D90077"/>
    <w:rsid w:val="00D90223"/>
    <w:rsid w:val="00D90B38"/>
    <w:rsid w:val="00D91714"/>
    <w:rsid w:val="00D9207C"/>
    <w:rsid w:val="00D92617"/>
    <w:rsid w:val="00D92699"/>
    <w:rsid w:val="00D92827"/>
    <w:rsid w:val="00D928E3"/>
    <w:rsid w:val="00D928F2"/>
    <w:rsid w:val="00D93354"/>
    <w:rsid w:val="00D9378C"/>
    <w:rsid w:val="00D93D90"/>
    <w:rsid w:val="00D94573"/>
    <w:rsid w:val="00D94AB7"/>
    <w:rsid w:val="00D94B63"/>
    <w:rsid w:val="00D94FFA"/>
    <w:rsid w:val="00D95022"/>
    <w:rsid w:val="00D950C2"/>
    <w:rsid w:val="00D955A2"/>
    <w:rsid w:val="00D96420"/>
    <w:rsid w:val="00D9695D"/>
    <w:rsid w:val="00D96E6C"/>
    <w:rsid w:val="00D97005"/>
    <w:rsid w:val="00D970AD"/>
    <w:rsid w:val="00D97324"/>
    <w:rsid w:val="00D97A9F"/>
    <w:rsid w:val="00D97F3A"/>
    <w:rsid w:val="00DA06EC"/>
    <w:rsid w:val="00DA0994"/>
    <w:rsid w:val="00DA0E76"/>
    <w:rsid w:val="00DA108E"/>
    <w:rsid w:val="00DA1451"/>
    <w:rsid w:val="00DA14FD"/>
    <w:rsid w:val="00DA1567"/>
    <w:rsid w:val="00DA1983"/>
    <w:rsid w:val="00DA1F56"/>
    <w:rsid w:val="00DA2146"/>
    <w:rsid w:val="00DA25D1"/>
    <w:rsid w:val="00DA3471"/>
    <w:rsid w:val="00DA35BE"/>
    <w:rsid w:val="00DA4020"/>
    <w:rsid w:val="00DA4262"/>
    <w:rsid w:val="00DA458E"/>
    <w:rsid w:val="00DA4682"/>
    <w:rsid w:val="00DA46D8"/>
    <w:rsid w:val="00DA49D7"/>
    <w:rsid w:val="00DA52C6"/>
    <w:rsid w:val="00DA52FF"/>
    <w:rsid w:val="00DA5526"/>
    <w:rsid w:val="00DA5569"/>
    <w:rsid w:val="00DA56CA"/>
    <w:rsid w:val="00DA5790"/>
    <w:rsid w:val="00DA5969"/>
    <w:rsid w:val="00DA5ECB"/>
    <w:rsid w:val="00DA5FA1"/>
    <w:rsid w:val="00DA6040"/>
    <w:rsid w:val="00DA60D7"/>
    <w:rsid w:val="00DA6146"/>
    <w:rsid w:val="00DA61F5"/>
    <w:rsid w:val="00DA6304"/>
    <w:rsid w:val="00DA64C8"/>
    <w:rsid w:val="00DA66BE"/>
    <w:rsid w:val="00DA6A49"/>
    <w:rsid w:val="00DA6BB9"/>
    <w:rsid w:val="00DA6F99"/>
    <w:rsid w:val="00DA777F"/>
    <w:rsid w:val="00DA7A18"/>
    <w:rsid w:val="00DA7ADC"/>
    <w:rsid w:val="00DB063A"/>
    <w:rsid w:val="00DB0A95"/>
    <w:rsid w:val="00DB0DA3"/>
    <w:rsid w:val="00DB109E"/>
    <w:rsid w:val="00DB1717"/>
    <w:rsid w:val="00DB1C25"/>
    <w:rsid w:val="00DB1D0E"/>
    <w:rsid w:val="00DB2B00"/>
    <w:rsid w:val="00DB2B31"/>
    <w:rsid w:val="00DB2CFA"/>
    <w:rsid w:val="00DB3181"/>
    <w:rsid w:val="00DB33FB"/>
    <w:rsid w:val="00DB3557"/>
    <w:rsid w:val="00DB382F"/>
    <w:rsid w:val="00DB3898"/>
    <w:rsid w:val="00DB4897"/>
    <w:rsid w:val="00DB49B0"/>
    <w:rsid w:val="00DB4A63"/>
    <w:rsid w:val="00DB524D"/>
    <w:rsid w:val="00DB595A"/>
    <w:rsid w:val="00DB606D"/>
    <w:rsid w:val="00DB61EF"/>
    <w:rsid w:val="00DB6372"/>
    <w:rsid w:val="00DB6781"/>
    <w:rsid w:val="00DB6CAB"/>
    <w:rsid w:val="00DB71F8"/>
    <w:rsid w:val="00DB743F"/>
    <w:rsid w:val="00DC0ED8"/>
    <w:rsid w:val="00DC1081"/>
    <w:rsid w:val="00DC1234"/>
    <w:rsid w:val="00DC1697"/>
    <w:rsid w:val="00DC17CE"/>
    <w:rsid w:val="00DC186F"/>
    <w:rsid w:val="00DC216E"/>
    <w:rsid w:val="00DC22DF"/>
    <w:rsid w:val="00DC2469"/>
    <w:rsid w:val="00DC2631"/>
    <w:rsid w:val="00DC286A"/>
    <w:rsid w:val="00DC2A5E"/>
    <w:rsid w:val="00DC32F9"/>
    <w:rsid w:val="00DC330E"/>
    <w:rsid w:val="00DC3389"/>
    <w:rsid w:val="00DC35B4"/>
    <w:rsid w:val="00DC3677"/>
    <w:rsid w:val="00DC38DC"/>
    <w:rsid w:val="00DC3AA3"/>
    <w:rsid w:val="00DC3E32"/>
    <w:rsid w:val="00DC41C2"/>
    <w:rsid w:val="00DC445E"/>
    <w:rsid w:val="00DC4BD7"/>
    <w:rsid w:val="00DC4D55"/>
    <w:rsid w:val="00DC4D5A"/>
    <w:rsid w:val="00DC4E26"/>
    <w:rsid w:val="00DC4F7B"/>
    <w:rsid w:val="00DC5041"/>
    <w:rsid w:val="00DC554C"/>
    <w:rsid w:val="00DC5BF2"/>
    <w:rsid w:val="00DC5C36"/>
    <w:rsid w:val="00DC5DCE"/>
    <w:rsid w:val="00DC5DE5"/>
    <w:rsid w:val="00DC6243"/>
    <w:rsid w:val="00DC6680"/>
    <w:rsid w:val="00DC6842"/>
    <w:rsid w:val="00DC69FF"/>
    <w:rsid w:val="00DC6ECC"/>
    <w:rsid w:val="00DC7078"/>
    <w:rsid w:val="00DC70B5"/>
    <w:rsid w:val="00DC7177"/>
    <w:rsid w:val="00DC71F4"/>
    <w:rsid w:val="00DC7511"/>
    <w:rsid w:val="00DC77F1"/>
    <w:rsid w:val="00DC77FC"/>
    <w:rsid w:val="00DC7995"/>
    <w:rsid w:val="00DC7F3A"/>
    <w:rsid w:val="00DD0357"/>
    <w:rsid w:val="00DD09CA"/>
    <w:rsid w:val="00DD13C0"/>
    <w:rsid w:val="00DD1900"/>
    <w:rsid w:val="00DD1929"/>
    <w:rsid w:val="00DD1A6B"/>
    <w:rsid w:val="00DD1D10"/>
    <w:rsid w:val="00DD2364"/>
    <w:rsid w:val="00DD288D"/>
    <w:rsid w:val="00DD2C6B"/>
    <w:rsid w:val="00DD2D47"/>
    <w:rsid w:val="00DD2F86"/>
    <w:rsid w:val="00DD3633"/>
    <w:rsid w:val="00DD372E"/>
    <w:rsid w:val="00DD3B18"/>
    <w:rsid w:val="00DD3BBE"/>
    <w:rsid w:val="00DD455C"/>
    <w:rsid w:val="00DD4C95"/>
    <w:rsid w:val="00DD4FCE"/>
    <w:rsid w:val="00DD5446"/>
    <w:rsid w:val="00DD5474"/>
    <w:rsid w:val="00DD5DA9"/>
    <w:rsid w:val="00DD5F6A"/>
    <w:rsid w:val="00DD63A5"/>
    <w:rsid w:val="00DD657E"/>
    <w:rsid w:val="00DD65A9"/>
    <w:rsid w:val="00DD690F"/>
    <w:rsid w:val="00DD6C04"/>
    <w:rsid w:val="00DD6C63"/>
    <w:rsid w:val="00DD74BC"/>
    <w:rsid w:val="00DD7C27"/>
    <w:rsid w:val="00DD7D13"/>
    <w:rsid w:val="00DE01BF"/>
    <w:rsid w:val="00DE0567"/>
    <w:rsid w:val="00DE0D29"/>
    <w:rsid w:val="00DE0FBE"/>
    <w:rsid w:val="00DE1223"/>
    <w:rsid w:val="00DE2013"/>
    <w:rsid w:val="00DE20CD"/>
    <w:rsid w:val="00DE225B"/>
    <w:rsid w:val="00DE226A"/>
    <w:rsid w:val="00DE28BE"/>
    <w:rsid w:val="00DE3BC5"/>
    <w:rsid w:val="00DE4FDF"/>
    <w:rsid w:val="00DE5053"/>
    <w:rsid w:val="00DE5874"/>
    <w:rsid w:val="00DE5CFE"/>
    <w:rsid w:val="00DE6F9A"/>
    <w:rsid w:val="00DE7852"/>
    <w:rsid w:val="00DE7AF6"/>
    <w:rsid w:val="00DE7D3A"/>
    <w:rsid w:val="00DF00E2"/>
    <w:rsid w:val="00DF015B"/>
    <w:rsid w:val="00DF01A3"/>
    <w:rsid w:val="00DF06AE"/>
    <w:rsid w:val="00DF0715"/>
    <w:rsid w:val="00DF0C6C"/>
    <w:rsid w:val="00DF0D88"/>
    <w:rsid w:val="00DF1CED"/>
    <w:rsid w:val="00DF1E47"/>
    <w:rsid w:val="00DF20C0"/>
    <w:rsid w:val="00DF20CE"/>
    <w:rsid w:val="00DF2136"/>
    <w:rsid w:val="00DF23BB"/>
    <w:rsid w:val="00DF2A68"/>
    <w:rsid w:val="00DF2D5C"/>
    <w:rsid w:val="00DF354F"/>
    <w:rsid w:val="00DF4002"/>
    <w:rsid w:val="00DF456D"/>
    <w:rsid w:val="00DF4FAA"/>
    <w:rsid w:val="00DF539E"/>
    <w:rsid w:val="00DF561C"/>
    <w:rsid w:val="00DF5855"/>
    <w:rsid w:val="00DF6010"/>
    <w:rsid w:val="00DF605C"/>
    <w:rsid w:val="00DF6462"/>
    <w:rsid w:val="00DF69C9"/>
    <w:rsid w:val="00DF7974"/>
    <w:rsid w:val="00DF7A93"/>
    <w:rsid w:val="00DF7AA8"/>
    <w:rsid w:val="00E00538"/>
    <w:rsid w:val="00E0065D"/>
    <w:rsid w:val="00E00E2C"/>
    <w:rsid w:val="00E013D4"/>
    <w:rsid w:val="00E0154B"/>
    <w:rsid w:val="00E01A5E"/>
    <w:rsid w:val="00E01ABC"/>
    <w:rsid w:val="00E0202F"/>
    <w:rsid w:val="00E02EA1"/>
    <w:rsid w:val="00E032BE"/>
    <w:rsid w:val="00E032D9"/>
    <w:rsid w:val="00E03330"/>
    <w:rsid w:val="00E03534"/>
    <w:rsid w:val="00E0369D"/>
    <w:rsid w:val="00E0370D"/>
    <w:rsid w:val="00E03E1B"/>
    <w:rsid w:val="00E041AB"/>
    <w:rsid w:val="00E047BB"/>
    <w:rsid w:val="00E04D7B"/>
    <w:rsid w:val="00E04E52"/>
    <w:rsid w:val="00E05006"/>
    <w:rsid w:val="00E05031"/>
    <w:rsid w:val="00E05132"/>
    <w:rsid w:val="00E056FC"/>
    <w:rsid w:val="00E05767"/>
    <w:rsid w:val="00E05B53"/>
    <w:rsid w:val="00E066D1"/>
    <w:rsid w:val="00E06701"/>
    <w:rsid w:val="00E067C1"/>
    <w:rsid w:val="00E07468"/>
    <w:rsid w:val="00E075C0"/>
    <w:rsid w:val="00E07666"/>
    <w:rsid w:val="00E079BF"/>
    <w:rsid w:val="00E07E4D"/>
    <w:rsid w:val="00E07F8D"/>
    <w:rsid w:val="00E07FCD"/>
    <w:rsid w:val="00E10137"/>
    <w:rsid w:val="00E105ED"/>
    <w:rsid w:val="00E10B1F"/>
    <w:rsid w:val="00E11035"/>
    <w:rsid w:val="00E11945"/>
    <w:rsid w:val="00E11E81"/>
    <w:rsid w:val="00E1224F"/>
    <w:rsid w:val="00E125BD"/>
    <w:rsid w:val="00E12770"/>
    <w:rsid w:val="00E12908"/>
    <w:rsid w:val="00E12D0F"/>
    <w:rsid w:val="00E1316D"/>
    <w:rsid w:val="00E13702"/>
    <w:rsid w:val="00E139FF"/>
    <w:rsid w:val="00E13CC9"/>
    <w:rsid w:val="00E13D97"/>
    <w:rsid w:val="00E13DC8"/>
    <w:rsid w:val="00E14467"/>
    <w:rsid w:val="00E14547"/>
    <w:rsid w:val="00E14786"/>
    <w:rsid w:val="00E1484C"/>
    <w:rsid w:val="00E14AFE"/>
    <w:rsid w:val="00E14C35"/>
    <w:rsid w:val="00E14D1F"/>
    <w:rsid w:val="00E153FC"/>
    <w:rsid w:val="00E15423"/>
    <w:rsid w:val="00E156FF"/>
    <w:rsid w:val="00E159A4"/>
    <w:rsid w:val="00E15A48"/>
    <w:rsid w:val="00E15EF7"/>
    <w:rsid w:val="00E15F24"/>
    <w:rsid w:val="00E1602B"/>
    <w:rsid w:val="00E16199"/>
    <w:rsid w:val="00E1667B"/>
    <w:rsid w:val="00E1686C"/>
    <w:rsid w:val="00E16ABD"/>
    <w:rsid w:val="00E16C57"/>
    <w:rsid w:val="00E16DA1"/>
    <w:rsid w:val="00E1703B"/>
    <w:rsid w:val="00E1707B"/>
    <w:rsid w:val="00E171C4"/>
    <w:rsid w:val="00E1738F"/>
    <w:rsid w:val="00E1785A"/>
    <w:rsid w:val="00E17CE3"/>
    <w:rsid w:val="00E17F32"/>
    <w:rsid w:val="00E20BFA"/>
    <w:rsid w:val="00E20E02"/>
    <w:rsid w:val="00E20F7A"/>
    <w:rsid w:val="00E21116"/>
    <w:rsid w:val="00E21299"/>
    <w:rsid w:val="00E21648"/>
    <w:rsid w:val="00E21AA0"/>
    <w:rsid w:val="00E21D43"/>
    <w:rsid w:val="00E21D92"/>
    <w:rsid w:val="00E22304"/>
    <w:rsid w:val="00E22337"/>
    <w:rsid w:val="00E2233D"/>
    <w:rsid w:val="00E22A3C"/>
    <w:rsid w:val="00E22A61"/>
    <w:rsid w:val="00E22D29"/>
    <w:rsid w:val="00E23365"/>
    <w:rsid w:val="00E23B43"/>
    <w:rsid w:val="00E23B4E"/>
    <w:rsid w:val="00E23CBA"/>
    <w:rsid w:val="00E23F34"/>
    <w:rsid w:val="00E23F53"/>
    <w:rsid w:val="00E23F5A"/>
    <w:rsid w:val="00E2465B"/>
    <w:rsid w:val="00E24AD8"/>
    <w:rsid w:val="00E252F9"/>
    <w:rsid w:val="00E25334"/>
    <w:rsid w:val="00E25A0C"/>
    <w:rsid w:val="00E25E3E"/>
    <w:rsid w:val="00E26403"/>
    <w:rsid w:val="00E2648A"/>
    <w:rsid w:val="00E264B1"/>
    <w:rsid w:val="00E26763"/>
    <w:rsid w:val="00E270A9"/>
    <w:rsid w:val="00E276E1"/>
    <w:rsid w:val="00E27864"/>
    <w:rsid w:val="00E27EE5"/>
    <w:rsid w:val="00E27F94"/>
    <w:rsid w:val="00E30097"/>
    <w:rsid w:val="00E303F1"/>
    <w:rsid w:val="00E3052B"/>
    <w:rsid w:val="00E3066F"/>
    <w:rsid w:val="00E30916"/>
    <w:rsid w:val="00E30C9A"/>
    <w:rsid w:val="00E31095"/>
    <w:rsid w:val="00E31340"/>
    <w:rsid w:val="00E315E1"/>
    <w:rsid w:val="00E31670"/>
    <w:rsid w:val="00E3205C"/>
    <w:rsid w:val="00E32195"/>
    <w:rsid w:val="00E327B6"/>
    <w:rsid w:val="00E32C1C"/>
    <w:rsid w:val="00E33093"/>
    <w:rsid w:val="00E330E0"/>
    <w:rsid w:val="00E34764"/>
    <w:rsid w:val="00E34E03"/>
    <w:rsid w:val="00E34E78"/>
    <w:rsid w:val="00E354F3"/>
    <w:rsid w:val="00E35672"/>
    <w:rsid w:val="00E3616C"/>
    <w:rsid w:val="00E3640A"/>
    <w:rsid w:val="00E36568"/>
    <w:rsid w:val="00E3687A"/>
    <w:rsid w:val="00E36970"/>
    <w:rsid w:val="00E36C47"/>
    <w:rsid w:val="00E372C9"/>
    <w:rsid w:val="00E37483"/>
    <w:rsid w:val="00E374B3"/>
    <w:rsid w:val="00E37743"/>
    <w:rsid w:val="00E37C5D"/>
    <w:rsid w:val="00E37FCE"/>
    <w:rsid w:val="00E40A19"/>
    <w:rsid w:val="00E40E4F"/>
    <w:rsid w:val="00E415CD"/>
    <w:rsid w:val="00E4188E"/>
    <w:rsid w:val="00E4192C"/>
    <w:rsid w:val="00E41B1D"/>
    <w:rsid w:val="00E42F33"/>
    <w:rsid w:val="00E43196"/>
    <w:rsid w:val="00E4331C"/>
    <w:rsid w:val="00E43321"/>
    <w:rsid w:val="00E434B5"/>
    <w:rsid w:val="00E4385A"/>
    <w:rsid w:val="00E4392D"/>
    <w:rsid w:val="00E43CCE"/>
    <w:rsid w:val="00E44036"/>
    <w:rsid w:val="00E440CC"/>
    <w:rsid w:val="00E4445A"/>
    <w:rsid w:val="00E447A0"/>
    <w:rsid w:val="00E44995"/>
    <w:rsid w:val="00E44B65"/>
    <w:rsid w:val="00E44BA9"/>
    <w:rsid w:val="00E4552F"/>
    <w:rsid w:val="00E45A59"/>
    <w:rsid w:val="00E466A2"/>
    <w:rsid w:val="00E468CD"/>
    <w:rsid w:val="00E46914"/>
    <w:rsid w:val="00E471E0"/>
    <w:rsid w:val="00E47CF8"/>
    <w:rsid w:val="00E503B9"/>
    <w:rsid w:val="00E505AA"/>
    <w:rsid w:val="00E510BE"/>
    <w:rsid w:val="00E51234"/>
    <w:rsid w:val="00E519E2"/>
    <w:rsid w:val="00E51BFB"/>
    <w:rsid w:val="00E51CB0"/>
    <w:rsid w:val="00E5210A"/>
    <w:rsid w:val="00E5226D"/>
    <w:rsid w:val="00E52DFE"/>
    <w:rsid w:val="00E52FB5"/>
    <w:rsid w:val="00E530EA"/>
    <w:rsid w:val="00E53C2D"/>
    <w:rsid w:val="00E544B2"/>
    <w:rsid w:val="00E54D62"/>
    <w:rsid w:val="00E55E9E"/>
    <w:rsid w:val="00E56284"/>
    <w:rsid w:val="00E56356"/>
    <w:rsid w:val="00E564F3"/>
    <w:rsid w:val="00E570C8"/>
    <w:rsid w:val="00E570DE"/>
    <w:rsid w:val="00E57876"/>
    <w:rsid w:val="00E57A81"/>
    <w:rsid w:val="00E57ABE"/>
    <w:rsid w:val="00E57EBD"/>
    <w:rsid w:val="00E57F4D"/>
    <w:rsid w:val="00E57FEA"/>
    <w:rsid w:val="00E61042"/>
    <w:rsid w:val="00E6119C"/>
    <w:rsid w:val="00E61684"/>
    <w:rsid w:val="00E6184E"/>
    <w:rsid w:val="00E61976"/>
    <w:rsid w:val="00E61C67"/>
    <w:rsid w:val="00E61EA5"/>
    <w:rsid w:val="00E61ECF"/>
    <w:rsid w:val="00E622F2"/>
    <w:rsid w:val="00E6230C"/>
    <w:rsid w:val="00E62823"/>
    <w:rsid w:val="00E629C8"/>
    <w:rsid w:val="00E62FC6"/>
    <w:rsid w:val="00E630A0"/>
    <w:rsid w:val="00E6310E"/>
    <w:rsid w:val="00E631CF"/>
    <w:rsid w:val="00E6360A"/>
    <w:rsid w:val="00E63922"/>
    <w:rsid w:val="00E63A55"/>
    <w:rsid w:val="00E63DD1"/>
    <w:rsid w:val="00E63E2F"/>
    <w:rsid w:val="00E6419C"/>
    <w:rsid w:val="00E649E2"/>
    <w:rsid w:val="00E64C9C"/>
    <w:rsid w:val="00E64F99"/>
    <w:rsid w:val="00E654CC"/>
    <w:rsid w:val="00E65794"/>
    <w:rsid w:val="00E65808"/>
    <w:rsid w:val="00E65C78"/>
    <w:rsid w:val="00E65F43"/>
    <w:rsid w:val="00E65FAE"/>
    <w:rsid w:val="00E660B4"/>
    <w:rsid w:val="00E6648E"/>
    <w:rsid w:val="00E6670F"/>
    <w:rsid w:val="00E66886"/>
    <w:rsid w:val="00E6693D"/>
    <w:rsid w:val="00E66A52"/>
    <w:rsid w:val="00E67144"/>
    <w:rsid w:val="00E67573"/>
    <w:rsid w:val="00E67737"/>
    <w:rsid w:val="00E67B29"/>
    <w:rsid w:val="00E67FDD"/>
    <w:rsid w:val="00E701A6"/>
    <w:rsid w:val="00E708F8"/>
    <w:rsid w:val="00E70E74"/>
    <w:rsid w:val="00E70EF3"/>
    <w:rsid w:val="00E70FB7"/>
    <w:rsid w:val="00E71CFC"/>
    <w:rsid w:val="00E71D10"/>
    <w:rsid w:val="00E720DE"/>
    <w:rsid w:val="00E72599"/>
    <w:rsid w:val="00E72B27"/>
    <w:rsid w:val="00E72CA5"/>
    <w:rsid w:val="00E72D62"/>
    <w:rsid w:val="00E7309D"/>
    <w:rsid w:val="00E7313C"/>
    <w:rsid w:val="00E73841"/>
    <w:rsid w:val="00E73BD8"/>
    <w:rsid w:val="00E7433B"/>
    <w:rsid w:val="00E746D0"/>
    <w:rsid w:val="00E74804"/>
    <w:rsid w:val="00E749B0"/>
    <w:rsid w:val="00E74B27"/>
    <w:rsid w:val="00E74C2C"/>
    <w:rsid w:val="00E75472"/>
    <w:rsid w:val="00E75988"/>
    <w:rsid w:val="00E759BE"/>
    <w:rsid w:val="00E75A9E"/>
    <w:rsid w:val="00E75C3C"/>
    <w:rsid w:val="00E75F1B"/>
    <w:rsid w:val="00E76209"/>
    <w:rsid w:val="00E762DD"/>
    <w:rsid w:val="00E76422"/>
    <w:rsid w:val="00E7669B"/>
    <w:rsid w:val="00E767EC"/>
    <w:rsid w:val="00E76E59"/>
    <w:rsid w:val="00E76E8A"/>
    <w:rsid w:val="00E76F4C"/>
    <w:rsid w:val="00E776F7"/>
    <w:rsid w:val="00E77826"/>
    <w:rsid w:val="00E77835"/>
    <w:rsid w:val="00E77A7C"/>
    <w:rsid w:val="00E77F18"/>
    <w:rsid w:val="00E80244"/>
    <w:rsid w:val="00E80319"/>
    <w:rsid w:val="00E81497"/>
    <w:rsid w:val="00E81606"/>
    <w:rsid w:val="00E81E18"/>
    <w:rsid w:val="00E821B2"/>
    <w:rsid w:val="00E82203"/>
    <w:rsid w:val="00E8237E"/>
    <w:rsid w:val="00E82448"/>
    <w:rsid w:val="00E8274D"/>
    <w:rsid w:val="00E82CEF"/>
    <w:rsid w:val="00E82EB4"/>
    <w:rsid w:val="00E83045"/>
    <w:rsid w:val="00E83B08"/>
    <w:rsid w:val="00E83DD7"/>
    <w:rsid w:val="00E83F62"/>
    <w:rsid w:val="00E8400D"/>
    <w:rsid w:val="00E84382"/>
    <w:rsid w:val="00E8469D"/>
    <w:rsid w:val="00E84C84"/>
    <w:rsid w:val="00E85275"/>
    <w:rsid w:val="00E852BE"/>
    <w:rsid w:val="00E854A2"/>
    <w:rsid w:val="00E85966"/>
    <w:rsid w:val="00E85B62"/>
    <w:rsid w:val="00E85D82"/>
    <w:rsid w:val="00E86005"/>
    <w:rsid w:val="00E86321"/>
    <w:rsid w:val="00E866CB"/>
    <w:rsid w:val="00E86B7F"/>
    <w:rsid w:val="00E875C2"/>
    <w:rsid w:val="00E87C8F"/>
    <w:rsid w:val="00E87FE4"/>
    <w:rsid w:val="00E9018D"/>
    <w:rsid w:val="00E910B8"/>
    <w:rsid w:val="00E925C6"/>
    <w:rsid w:val="00E92857"/>
    <w:rsid w:val="00E92886"/>
    <w:rsid w:val="00E9292E"/>
    <w:rsid w:val="00E92BEC"/>
    <w:rsid w:val="00E92E0B"/>
    <w:rsid w:val="00E937CA"/>
    <w:rsid w:val="00E93811"/>
    <w:rsid w:val="00E93859"/>
    <w:rsid w:val="00E93CA1"/>
    <w:rsid w:val="00E93EA3"/>
    <w:rsid w:val="00E94335"/>
    <w:rsid w:val="00E9433D"/>
    <w:rsid w:val="00E94592"/>
    <w:rsid w:val="00E9473A"/>
    <w:rsid w:val="00E94C73"/>
    <w:rsid w:val="00E94C7F"/>
    <w:rsid w:val="00E94CBD"/>
    <w:rsid w:val="00E95122"/>
    <w:rsid w:val="00E95585"/>
    <w:rsid w:val="00E95972"/>
    <w:rsid w:val="00E95F19"/>
    <w:rsid w:val="00E964D4"/>
    <w:rsid w:val="00E96B13"/>
    <w:rsid w:val="00E977D7"/>
    <w:rsid w:val="00E97934"/>
    <w:rsid w:val="00E979D8"/>
    <w:rsid w:val="00EA0019"/>
    <w:rsid w:val="00EA0122"/>
    <w:rsid w:val="00EA0377"/>
    <w:rsid w:val="00EA097D"/>
    <w:rsid w:val="00EA0C09"/>
    <w:rsid w:val="00EA1277"/>
    <w:rsid w:val="00EA14F1"/>
    <w:rsid w:val="00EA1559"/>
    <w:rsid w:val="00EA19DD"/>
    <w:rsid w:val="00EA1DFE"/>
    <w:rsid w:val="00EA25C5"/>
    <w:rsid w:val="00EA2841"/>
    <w:rsid w:val="00EA2DC2"/>
    <w:rsid w:val="00EA3AD9"/>
    <w:rsid w:val="00EA44B7"/>
    <w:rsid w:val="00EA5693"/>
    <w:rsid w:val="00EA56F8"/>
    <w:rsid w:val="00EA5DE6"/>
    <w:rsid w:val="00EA5F3D"/>
    <w:rsid w:val="00EA6013"/>
    <w:rsid w:val="00EA614A"/>
    <w:rsid w:val="00EA6303"/>
    <w:rsid w:val="00EA6CFE"/>
    <w:rsid w:val="00EA704C"/>
    <w:rsid w:val="00EA7787"/>
    <w:rsid w:val="00EA7D6E"/>
    <w:rsid w:val="00EA7F39"/>
    <w:rsid w:val="00EB022C"/>
    <w:rsid w:val="00EB03BA"/>
    <w:rsid w:val="00EB04A0"/>
    <w:rsid w:val="00EB0799"/>
    <w:rsid w:val="00EB0B13"/>
    <w:rsid w:val="00EB0EB7"/>
    <w:rsid w:val="00EB1094"/>
    <w:rsid w:val="00EB1817"/>
    <w:rsid w:val="00EB18D8"/>
    <w:rsid w:val="00EB1EC9"/>
    <w:rsid w:val="00EB209B"/>
    <w:rsid w:val="00EB2204"/>
    <w:rsid w:val="00EB22C1"/>
    <w:rsid w:val="00EB25FB"/>
    <w:rsid w:val="00EB274E"/>
    <w:rsid w:val="00EB2B5F"/>
    <w:rsid w:val="00EB309B"/>
    <w:rsid w:val="00EB3DA6"/>
    <w:rsid w:val="00EB3DBC"/>
    <w:rsid w:val="00EB45B4"/>
    <w:rsid w:val="00EB48F2"/>
    <w:rsid w:val="00EB4D18"/>
    <w:rsid w:val="00EB531E"/>
    <w:rsid w:val="00EB5652"/>
    <w:rsid w:val="00EB572E"/>
    <w:rsid w:val="00EB5A44"/>
    <w:rsid w:val="00EB5BC6"/>
    <w:rsid w:val="00EB5D0D"/>
    <w:rsid w:val="00EB5EA6"/>
    <w:rsid w:val="00EB6358"/>
    <w:rsid w:val="00EB63F3"/>
    <w:rsid w:val="00EB6984"/>
    <w:rsid w:val="00EB6CE1"/>
    <w:rsid w:val="00EB707C"/>
    <w:rsid w:val="00EB77BF"/>
    <w:rsid w:val="00EB7B03"/>
    <w:rsid w:val="00EC0383"/>
    <w:rsid w:val="00EC069B"/>
    <w:rsid w:val="00EC073A"/>
    <w:rsid w:val="00EC0ABD"/>
    <w:rsid w:val="00EC140A"/>
    <w:rsid w:val="00EC1A9F"/>
    <w:rsid w:val="00EC1E9F"/>
    <w:rsid w:val="00EC1FC7"/>
    <w:rsid w:val="00EC20B2"/>
    <w:rsid w:val="00EC24E2"/>
    <w:rsid w:val="00EC25C8"/>
    <w:rsid w:val="00EC294A"/>
    <w:rsid w:val="00EC2A20"/>
    <w:rsid w:val="00EC2D14"/>
    <w:rsid w:val="00EC36A4"/>
    <w:rsid w:val="00EC36EA"/>
    <w:rsid w:val="00EC3D70"/>
    <w:rsid w:val="00EC3E7F"/>
    <w:rsid w:val="00EC42A2"/>
    <w:rsid w:val="00EC4D08"/>
    <w:rsid w:val="00EC4D5F"/>
    <w:rsid w:val="00EC4FEA"/>
    <w:rsid w:val="00EC50CE"/>
    <w:rsid w:val="00EC525B"/>
    <w:rsid w:val="00EC5344"/>
    <w:rsid w:val="00EC5399"/>
    <w:rsid w:val="00EC55AC"/>
    <w:rsid w:val="00EC5F01"/>
    <w:rsid w:val="00EC603D"/>
    <w:rsid w:val="00EC6303"/>
    <w:rsid w:val="00EC655C"/>
    <w:rsid w:val="00EC6567"/>
    <w:rsid w:val="00EC6A43"/>
    <w:rsid w:val="00EC7835"/>
    <w:rsid w:val="00EC7ABB"/>
    <w:rsid w:val="00ED0028"/>
    <w:rsid w:val="00ED0143"/>
    <w:rsid w:val="00ED03C6"/>
    <w:rsid w:val="00ED04FB"/>
    <w:rsid w:val="00ED0512"/>
    <w:rsid w:val="00ED055D"/>
    <w:rsid w:val="00ED0708"/>
    <w:rsid w:val="00ED072B"/>
    <w:rsid w:val="00ED0EE1"/>
    <w:rsid w:val="00ED134A"/>
    <w:rsid w:val="00ED1CA4"/>
    <w:rsid w:val="00ED1E0D"/>
    <w:rsid w:val="00ED245B"/>
    <w:rsid w:val="00ED24AB"/>
    <w:rsid w:val="00ED26D3"/>
    <w:rsid w:val="00ED2947"/>
    <w:rsid w:val="00ED2A29"/>
    <w:rsid w:val="00ED2A93"/>
    <w:rsid w:val="00ED2D3B"/>
    <w:rsid w:val="00ED2DDA"/>
    <w:rsid w:val="00ED2E92"/>
    <w:rsid w:val="00ED3076"/>
    <w:rsid w:val="00ED31D8"/>
    <w:rsid w:val="00ED33D4"/>
    <w:rsid w:val="00ED34B7"/>
    <w:rsid w:val="00ED3504"/>
    <w:rsid w:val="00ED3CEE"/>
    <w:rsid w:val="00ED405F"/>
    <w:rsid w:val="00ED4197"/>
    <w:rsid w:val="00ED4351"/>
    <w:rsid w:val="00ED4496"/>
    <w:rsid w:val="00ED4711"/>
    <w:rsid w:val="00ED4BF4"/>
    <w:rsid w:val="00ED550A"/>
    <w:rsid w:val="00ED5BAD"/>
    <w:rsid w:val="00ED5ED9"/>
    <w:rsid w:val="00ED5F7B"/>
    <w:rsid w:val="00ED6567"/>
    <w:rsid w:val="00ED6D2A"/>
    <w:rsid w:val="00ED7073"/>
    <w:rsid w:val="00ED7F66"/>
    <w:rsid w:val="00EE01F0"/>
    <w:rsid w:val="00EE0324"/>
    <w:rsid w:val="00EE0A20"/>
    <w:rsid w:val="00EE0B5C"/>
    <w:rsid w:val="00EE0C5C"/>
    <w:rsid w:val="00EE1159"/>
    <w:rsid w:val="00EE136B"/>
    <w:rsid w:val="00EE15D3"/>
    <w:rsid w:val="00EE1755"/>
    <w:rsid w:val="00EE1930"/>
    <w:rsid w:val="00EE2756"/>
    <w:rsid w:val="00EE2925"/>
    <w:rsid w:val="00EE32D2"/>
    <w:rsid w:val="00EE371E"/>
    <w:rsid w:val="00EE3B04"/>
    <w:rsid w:val="00EE3BD0"/>
    <w:rsid w:val="00EE3C73"/>
    <w:rsid w:val="00EE4059"/>
    <w:rsid w:val="00EE46ED"/>
    <w:rsid w:val="00EE4FBC"/>
    <w:rsid w:val="00EE514A"/>
    <w:rsid w:val="00EE5A68"/>
    <w:rsid w:val="00EE5B64"/>
    <w:rsid w:val="00EE5F4F"/>
    <w:rsid w:val="00EE6451"/>
    <w:rsid w:val="00EE693F"/>
    <w:rsid w:val="00EE696B"/>
    <w:rsid w:val="00EE69A0"/>
    <w:rsid w:val="00EE720E"/>
    <w:rsid w:val="00EF05B8"/>
    <w:rsid w:val="00EF0A61"/>
    <w:rsid w:val="00EF0E42"/>
    <w:rsid w:val="00EF0F1F"/>
    <w:rsid w:val="00EF1021"/>
    <w:rsid w:val="00EF18DF"/>
    <w:rsid w:val="00EF1D7F"/>
    <w:rsid w:val="00EF20CC"/>
    <w:rsid w:val="00EF21C4"/>
    <w:rsid w:val="00EF2767"/>
    <w:rsid w:val="00EF2A6D"/>
    <w:rsid w:val="00EF2F68"/>
    <w:rsid w:val="00EF2F87"/>
    <w:rsid w:val="00EF2FF8"/>
    <w:rsid w:val="00EF311E"/>
    <w:rsid w:val="00EF36E9"/>
    <w:rsid w:val="00EF398E"/>
    <w:rsid w:val="00EF3EBB"/>
    <w:rsid w:val="00EF4486"/>
    <w:rsid w:val="00EF4655"/>
    <w:rsid w:val="00EF46CA"/>
    <w:rsid w:val="00EF4CEC"/>
    <w:rsid w:val="00EF4DD7"/>
    <w:rsid w:val="00EF4FC9"/>
    <w:rsid w:val="00EF5174"/>
    <w:rsid w:val="00EF51A3"/>
    <w:rsid w:val="00EF5466"/>
    <w:rsid w:val="00EF565E"/>
    <w:rsid w:val="00EF5B98"/>
    <w:rsid w:val="00EF5F08"/>
    <w:rsid w:val="00EF612F"/>
    <w:rsid w:val="00EF6669"/>
    <w:rsid w:val="00EF66BB"/>
    <w:rsid w:val="00EF67DC"/>
    <w:rsid w:val="00EF6860"/>
    <w:rsid w:val="00EF6A0D"/>
    <w:rsid w:val="00EF7AB5"/>
    <w:rsid w:val="00EF7B91"/>
    <w:rsid w:val="00EF7F0C"/>
    <w:rsid w:val="00EF7F96"/>
    <w:rsid w:val="00F00492"/>
    <w:rsid w:val="00F0067A"/>
    <w:rsid w:val="00F006E4"/>
    <w:rsid w:val="00F00862"/>
    <w:rsid w:val="00F01187"/>
    <w:rsid w:val="00F01D37"/>
    <w:rsid w:val="00F01E54"/>
    <w:rsid w:val="00F0200E"/>
    <w:rsid w:val="00F023D8"/>
    <w:rsid w:val="00F025C5"/>
    <w:rsid w:val="00F0278B"/>
    <w:rsid w:val="00F02AE3"/>
    <w:rsid w:val="00F02CCD"/>
    <w:rsid w:val="00F02D2B"/>
    <w:rsid w:val="00F03389"/>
    <w:rsid w:val="00F03919"/>
    <w:rsid w:val="00F03D98"/>
    <w:rsid w:val="00F042CB"/>
    <w:rsid w:val="00F04506"/>
    <w:rsid w:val="00F04F92"/>
    <w:rsid w:val="00F054CC"/>
    <w:rsid w:val="00F05A67"/>
    <w:rsid w:val="00F05FCF"/>
    <w:rsid w:val="00F06152"/>
    <w:rsid w:val="00F061B9"/>
    <w:rsid w:val="00F06250"/>
    <w:rsid w:val="00F065CA"/>
    <w:rsid w:val="00F06C4D"/>
    <w:rsid w:val="00F06E2E"/>
    <w:rsid w:val="00F06FC2"/>
    <w:rsid w:val="00F071D7"/>
    <w:rsid w:val="00F0754E"/>
    <w:rsid w:val="00F07EA8"/>
    <w:rsid w:val="00F10571"/>
    <w:rsid w:val="00F1095B"/>
    <w:rsid w:val="00F10FD6"/>
    <w:rsid w:val="00F11232"/>
    <w:rsid w:val="00F116CE"/>
    <w:rsid w:val="00F11964"/>
    <w:rsid w:val="00F1198E"/>
    <w:rsid w:val="00F11DF1"/>
    <w:rsid w:val="00F120B1"/>
    <w:rsid w:val="00F121AB"/>
    <w:rsid w:val="00F122EF"/>
    <w:rsid w:val="00F12340"/>
    <w:rsid w:val="00F125F7"/>
    <w:rsid w:val="00F12990"/>
    <w:rsid w:val="00F12C39"/>
    <w:rsid w:val="00F12DBA"/>
    <w:rsid w:val="00F133BE"/>
    <w:rsid w:val="00F13488"/>
    <w:rsid w:val="00F136EB"/>
    <w:rsid w:val="00F14062"/>
    <w:rsid w:val="00F14265"/>
    <w:rsid w:val="00F147AC"/>
    <w:rsid w:val="00F14ED0"/>
    <w:rsid w:val="00F15052"/>
    <w:rsid w:val="00F156A9"/>
    <w:rsid w:val="00F15C77"/>
    <w:rsid w:val="00F15FD1"/>
    <w:rsid w:val="00F16054"/>
    <w:rsid w:val="00F160E1"/>
    <w:rsid w:val="00F163E1"/>
    <w:rsid w:val="00F16715"/>
    <w:rsid w:val="00F16A38"/>
    <w:rsid w:val="00F17092"/>
    <w:rsid w:val="00F178AF"/>
    <w:rsid w:val="00F17950"/>
    <w:rsid w:val="00F17C9F"/>
    <w:rsid w:val="00F20123"/>
    <w:rsid w:val="00F2027F"/>
    <w:rsid w:val="00F20D70"/>
    <w:rsid w:val="00F211C1"/>
    <w:rsid w:val="00F21704"/>
    <w:rsid w:val="00F21885"/>
    <w:rsid w:val="00F21BB8"/>
    <w:rsid w:val="00F221C8"/>
    <w:rsid w:val="00F222BD"/>
    <w:rsid w:val="00F22652"/>
    <w:rsid w:val="00F227E0"/>
    <w:rsid w:val="00F22806"/>
    <w:rsid w:val="00F228EB"/>
    <w:rsid w:val="00F229C0"/>
    <w:rsid w:val="00F22B63"/>
    <w:rsid w:val="00F22B8B"/>
    <w:rsid w:val="00F22BC2"/>
    <w:rsid w:val="00F23006"/>
    <w:rsid w:val="00F23052"/>
    <w:rsid w:val="00F234EB"/>
    <w:rsid w:val="00F238EE"/>
    <w:rsid w:val="00F2391E"/>
    <w:rsid w:val="00F23B87"/>
    <w:rsid w:val="00F23CFD"/>
    <w:rsid w:val="00F23DFE"/>
    <w:rsid w:val="00F23FA2"/>
    <w:rsid w:val="00F244FF"/>
    <w:rsid w:val="00F247D6"/>
    <w:rsid w:val="00F24D65"/>
    <w:rsid w:val="00F2503F"/>
    <w:rsid w:val="00F25260"/>
    <w:rsid w:val="00F25D1B"/>
    <w:rsid w:val="00F25F8F"/>
    <w:rsid w:val="00F26546"/>
    <w:rsid w:val="00F26A1E"/>
    <w:rsid w:val="00F26AEF"/>
    <w:rsid w:val="00F26CCC"/>
    <w:rsid w:val="00F2725E"/>
    <w:rsid w:val="00F2751C"/>
    <w:rsid w:val="00F27947"/>
    <w:rsid w:val="00F27987"/>
    <w:rsid w:val="00F27A02"/>
    <w:rsid w:val="00F27C13"/>
    <w:rsid w:val="00F3050A"/>
    <w:rsid w:val="00F305B9"/>
    <w:rsid w:val="00F306F5"/>
    <w:rsid w:val="00F30A48"/>
    <w:rsid w:val="00F30C65"/>
    <w:rsid w:val="00F30C8F"/>
    <w:rsid w:val="00F30E9A"/>
    <w:rsid w:val="00F31485"/>
    <w:rsid w:val="00F31917"/>
    <w:rsid w:val="00F31D65"/>
    <w:rsid w:val="00F31F35"/>
    <w:rsid w:val="00F32014"/>
    <w:rsid w:val="00F32017"/>
    <w:rsid w:val="00F323F8"/>
    <w:rsid w:val="00F32520"/>
    <w:rsid w:val="00F32678"/>
    <w:rsid w:val="00F3282F"/>
    <w:rsid w:val="00F32EDB"/>
    <w:rsid w:val="00F32EF2"/>
    <w:rsid w:val="00F33086"/>
    <w:rsid w:val="00F33793"/>
    <w:rsid w:val="00F33AA8"/>
    <w:rsid w:val="00F33AE0"/>
    <w:rsid w:val="00F33B42"/>
    <w:rsid w:val="00F33F69"/>
    <w:rsid w:val="00F33FB6"/>
    <w:rsid w:val="00F34369"/>
    <w:rsid w:val="00F347AD"/>
    <w:rsid w:val="00F348CB"/>
    <w:rsid w:val="00F34A6E"/>
    <w:rsid w:val="00F34B2E"/>
    <w:rsid w:val="00F35457"/>
    <w:rsid w:val="00F354D7"/>
    <w:rsid w:val="00F35595"/>
    <w:rsid w:val="00F35909"/>
    <w:rsid w:val="00F35B13"/>
    <w:rsid w:val="00F35D85"/>
    <w:rsid w:val="00F36137"/>
    <w:rsid w:val="00F36217"/>
    <w:rsid w:val="00F36E77"/>
    <w:rsid w:val="00F37112"/>
    <w:rsid w:val="00F372D3"/>
    <w:rsid w:val="00F376EE"/>
    <w:rsid w:val="00F37C9B"/>
    <w:rsid w:val="00F37E13"/>
    <w:rsid w:val="00F403C6"/>
    <w:rsid w:val="00F40BD9"/>
    <w:rsid w:val="00F40DB1"/>
    <w:rsid w:val="00F410E8"/>
    <w:rsid w:val="00F4131B"/>
    <w:rsid w:val="00F421BB"/>
    <w:rsid w:val="00F424E8"/>
    <w:rsid w:val="00F425EE"/>
    <w:rsid w:val="00F42746"/>
    <w:rsid w:val="00F4274F"/>
    <w:rsid w:val="00F42C36"/>
    <w:rsid w:val="00F439F6"/>
    <w:rsid w:val="00F43F28"/>
    <w:rsid w:val="00F4409B"/>
    <w:rsid w:val="00F44326"/>
    <w:rsid w:val="00F4437D"/>
    <w:rsid w:val="00F4448F"/>
    <w:rsid w:val="00F448C4"/>
    <w:rsid w:val="00F44B69"/>
    <w:rsid w:val="00F44CE8"/>
    <w:rsid w:val="00F44D9C"/>
    <w:rsid w:val="00F44DAC"/>
    <w:rsid w:val="00F4570C"/>
    <w:rsid w:val="00F4586A"/>
    <w:rsid w:val="00F45D4B"/>
    <w:rsid w:val="00F460A7"/>
    <w:rsid w:val="00F461EA"/>
    <w:rsid w:val="00F462F1"/>
    <w:rsid w:val="00F46305"/>
    <w:rsid w:val="00F469DD"/>
    <w:rsid w:val="00F46D9A"/>
    <w:rsid w:val="00F473CD"/>
    <w:rsid w:val="00F474BA"/>
    <w:rsid w:val="00F504B5"/>
    <w:rsid w:val="00F50595"/>
    <w:rsid w:val="00F50D39"/>
    <w:rsid w:val="00F50ED0"/>
    <w:rsid w:val="00F510A9"/>
    <w:rsid w:val="00F511A1"/>
    <w:rsid w:val="00F512D9"/>
    <w:rsid w:val="00F514E7"/>
    <w:rsid w:val="00F5176B"/>
    <w:rsid w:val="00F51D93"/>
    <w:rsid w:val="00F5223C"/>
    <w:rsid w:val="00F52746"/>
    <w:rsid w:val="00F528E7"/>
    <w:rsid w:val="00F5329F"/>
    <w:rsid w:val="00F533AD"/>
    <w:rsid w:val="00F538F0"/>
    <w:rsid w:val="00F53F26"/>
    <w:rsid w:val="00F541D5"/>
    <w:rsid w:val="00F541FB"/>
    <w:rsid w:val="00F545D2"/>
    <w:rsid w:val="00F54726"/>
    <w:rsid w:val="00F54AF6"/>
    <w:rsid w:val="00F54C52"/>
    <w:rsid w:val="00F54DC1"/>
    <w:rsid w:val="00F5503C"/>
    <w:rsid w:val="00F55963"/>
    <w:rsid w:val="00F559B4"/>
    <w:rsid w:val="00F55C1C"/>
    <w:rsid w:val="00F55EED"/>
    <w:rsid w:val="00F5681D"/>
    <w:rsid w:val="00F56951"/>
    <w:rsid w:val="00F569D4"/>
    <w:rsid w:val="00F56E62"/>
    <w:rsid w:val="00F56EEE"/>
    <w:rsid w:val="00F572A1"/>
    <w:rsid w:val="00F572AD"/>
    <w:rsid w:val="00F57599"/>
    <w:rsid w:val="00F5774B"/>
    <w:rsid w:val="00F57800"/>
    <w:rsid w:val="00F57A31"/>
    <w:rsid w:val="00F603D9"/>
    <w:rsid w:val="00F60F21"/>
    <w:rsid w:val="00F61459"/>
    <w:rsid w:val="00F614B4"/>
    <w:rsid w:val="00F617AA"/>
    <w:rsid w:val="00F61868"/>
    <w:rsid w:val="00F61D44"/>
    <w:rsid w:val="00F61E28"/>
    <w:rsid w:val="00F626EC"/>
    <w:rsid w:val="00F628E2"/>
    <w:rsid w:val="00F629E4"/>
    <w:rsid w:val="00F62B57"/>
    <w:rsid w:val="00F6314F"/>
    <w:rsid w:val="00F63695"/>
    <w:rsid w:val="00F63883"/>
    <w:rsid w:val="00F63DF0"/>
    <w:rsid w:val="00F63F50"/>
    <w:rsid w:val="00F646A4"/>
    <w:rsid w:val="00F648E9"/>
    <w:rsid w:val="00F64B31"/>
    <w:rsid w:val="00F65570"/>
    <w:rsid w:val="00F6558A"/>
    <w:rsid w:val="00F65801"/>
    <w:rsid w:val="00F659E0"/>
    <w:rsid w:val="00F65C7E"/>
    <w:rsid w:val="00F65CA0"/>
    <w:rsid w:val="00F662EA"/>
    <w:rsid w:val="00F66440"/>
    <w:rsid w:val="00F66D62"/>
    <w:rsid w:val="00F670CB"/>
    <w:rsid w:val="00F67465"/>
    <w:rsid w:val="00F677C0"/>
    <w:rsid w:val="00F678BE"/>
    <w:rsid w:val="00F70366"/>
    <w:rsid w:val="00F70530"/>
    <w:rsid w:val="00F706A9"/>
    <w:rsid w:val="00F7084B"/>
    <w:rsid w:val="00F708C6"/>
    <w:rsid w:val="00F708F8"/>
    <w:rsid w:val="00F70A70"/>
    <w:rsid w:val="00F70B24"/>
    <w:rsid w:val="00F70B76"/>
    <w:rsid w:val="00F71546"/>
    <w:rsid w:val="00F7161C"/>
    <w:rsid w:val="00F717C3"/>
    <w:rsid w:val="00F71854"/>
    <w:rsid w:val="00F7187B"/>
    <w:rsid w:val="00F719BE"/>
    <w:rsid w:val="00F719D1"/>
    <w:rsid w:val="00F71CDA"/>
    <w:rsid w:val="00F71D08"/>
    <w:rsid w:val="00F71E9E"/>
    <w:rsid w:val="00F71FAE"/>
    <w:rsid w:val="00F727CD"/>
    <w:rsid w:val="00F72879"/>
    <w:rsid w:val="00F72932"/>
    <w:rsid w:val="00F72D3F"/>
    <w:rsid w:val="00F72E3E"/>
    <w:rsid w:val="00F72E68"/>
    <w:rsid w:val="00F73207"/>
    <w:rsid w:val="00F73549"/>
    <w:rsid w:val="00F7366A"/>
    <w:rsid w:val="00F73F2A"/>
    <w:rsid w:val="00F7422F"/>
    <w:rsid w:val="00F74361"/>
    <w:rsid w:val="00F74375"/>
    <w:rsid w:val="00F747F5"/>
    <w:rsid w:val="00F74876"/>
    <w:rsid w:val="00F749F3"/>
    <w:rsid w:val="00F74AA0"/>
    <w:rsid w:val="00F74D7C"/>
    <w:rsid w:val="00F74E15"/>
    <w:rsid w:val="00F75B0E"/>
    <w:rsid w:val="00F760AA"/>
    <w:rsid w:val="00F762CF"/>
    <w:rsid w:val="00F764CD"/>
    <w:rsid w:val="00F7663A"/>
    <w:rsid w:val="00F76929"/>
    <w:rsid w:val="00F76950"/>
    <w:rsid w:val="00F76E47"/>
    <w:rsid w:val="00F76FB5"/>
    <w:rsid w:val="00F77055"/>
    <w:rsid w:val="00F77C78"/>
    <w:rsid w:val="00F77D18"/>
    <w:rsid w:val="00F80124"/>
    <w:rsid w:val="00F8047F"/>
    <w:rsid w:val="00F8064F"/>
    <w:rsid w:val="00F80924"/>
    <w:rsid w:val="00F80B31"/>
    <w:rsid w:val="00F80C99"/>
    <w:rsid w:val="00F80CF8"/>
    <w:rsid w:val="00F80E25"/>
    <w:rsid w:val="00F8102C"/>
    <w:rsid w:val="00F81078"/>
    <w:rsid w:val="00F8134C"/>
    <w:rsid w:val="00F81469"/>
    <w:rsid w:val="00F8164F"/>
    <w:rsid w:val="00F81868"/>
    <w:rsid w:val="00F81911"/>
    <w:rsid w:val="00F81CA8"/>
    <w:rsid w:val="00F81F4E"/>
    <w:rsid w:val="00F827C1"/>
    <w:rsid w:val="00F8281C"/>
    <w:rsid w:val="00F82F04"/>
    <w:rsid w:val="00F83608"/>
    <w:rsid w:val="00F8374A"/>
    <w:rsid w:val="00F83825"/>
    <w:rsid w:val="00F838BC"/>
    <w:rsid w:val="00F83902"/>
    <w:rsid w:val="00F83B7C"/>
    <w:rsid w:val="00F83E6B"/>
    <w:rsid w:val="00F8485D"/>
    <w:rsid w:val="00F85B16"/>
    <w:rsid w:val="00F85B8C"/>
    <w:rsid w:val="00F85E60"/>
    <w:rsid w:val="00F85EE6"/>
    <w:rsid w:val="00F8647F"/>
    <w:rsid w:val="00F86958"/>
    <w:rsid w:val="00F86AC0"/>
    <w:rsid w:val="00F87420"/>
    <w:rsid w:val="00F87594"/>
    <w:rsid w:val="00F87CED"/>
    <w:rsid w:val="00F87D58"/>
    <w:rsid w:val="00F87F14"/>
    <w:rsid w:val="00F87F61"/>
    <w:rsid w:val="00F902B0"/>
    <w:rsid w:val="00F904F4"/>
    <w:rsid w:val="00F90BE6"/>
    <w:rsid w:val="00F90C87"/>
    <w:rsid w:val="00F90DB9"/>
    <w:rsid w:val="00F91131"/>
    <w:rsid w:val="00F912CB"/>
    <w:rsid w:val="00F9146B"/>
    <w:rsid w:val="00F91765"/>
    <w:rsid w:val="00F9198D"/>
    <w:rsid w:val="00F91BE9"/>
    <w:rsid w:val="00F923FB"/>
    <w:rsid w:val="00F92C01"/>
    <w:rsid w:val="00F92C69"/>
    <w:rsid w:val="00F9336C"/>
    <w:rsid w:val="00F9338A"/>
    <w:rsid w:val="00F93458"/>
    <w:rsid w:val="00F938ED"/>
    <w:rsid w:val="00F93919"/>
    <w:rsid w:val="00F93959"/>
    <w:rsid w:val="00F93A47"/>
    <w:rsid w:val="00F93B75"/>
    <w:rsid w:val="00F93EDE"/>
    <w:rsid w:val="00F943AF"/>
    <w:rsid w:val="00F944AF"/>
    <w:rsid w:val="00F944ED"/>
    <w:rsid w:val="00F94678"/>
    <w:rsid w:val="00F9488B"/>
    <w:rsid w:val="00F94AA0"/>
    <w:rsid w:val="00F94C5E"/>
    <w:rsid w:val="00F94FBB"/>
    <w:rsid w:val="00F9519A"/>
    <w:rsid w:val="00F954AB"/>
    <w:rsid w:val="00F95614"/>
    <w:rsid w:val="00F96F5F"/>
    <w:rsid w:val="00F971A0"/>
    <w:rsid w:val="00F973FE"/>
    <w:rsid w:val="00F9772B"/>
    <w:rsid w:val="00F97F43"/>
    <w:rsid w:val="00FA0A94"/>
    <w:rsid w:val="00FA0FCB"/>
    <w:rsid w:val="00FA13B8"/>
    <w:rsid w:val="00FA159D"/>
    <w:rsid w:val="00FA15F0"/>
    <w:rsid w:val="00FA1C5F"/>
    <w:rsid w:val="00FA2616"/>
    <w:rsid w:val="00FA27FF"/>
    <w:rsid w:val="00FA40FC"/>
    <w:rsid w:val="00FA427F"/>
    <w:rsid w:val="00FA48D5"/>
    <w:rsid w:val="00FA49E3"/>
    <w:rsid w:val="00FA4A64"/>
    <w:rsid w:val="00FA4B86"/>
    <w:rsid w:val="00FA4D49"/>
    <w:rsid w:val="00FA4F01"/>
    <w:rsid w:val="00FA5234"/>
    <w:rsid w:val="00FA54E8"/>
    <w:rsid w:val="00FA5FCF"/>
    <w:rsid w:val="00FA629D"/>
    <w:rsid w:val="00FA6420"/>
    <w:rsid w:val="00FA6754"/>
    <w:rsid w:val="00FA6846"/>
    <w:rsid w:val="00FA68B4"/>
    <w:rsid w:val="00FA6BBC"/>
    <w:rsid w:val="00FA7241"/>
    <w:rsid w:val="00FA7B84"/>
    <w:rsid w:val="00FA7BB8"/>
    <w:rsid w:val="00FA7C47"/>
    <w:rsid w:val="00FA7D57"/>
    <w:rsid w:val="00FA7E2D"/>
    <w:rsid w:val="00FB04EC"/>
    <w:rsid w:val="00FB0771"/>
    <w:rsid w:val="00FB08F7"/>
    <w:rsid w:val="00FB0969"/>
    <w:rsid w:val="00FB0B9E"/>
    <w:rsid w:val="00FB0CF9"/>
    <w:rsid w:val="00FB12E9"/>
    <w:rsid w:val="00FB1332"/>
    <w:rsid w:val="00FB1B0A"/>
    <w:rsid w:val="00FB1C62"/>
    <w:rsid w:val="00FB1EEF"/>
    <w:rsid w:val="00FB274E"/>
    <w:rsid w:val="00FB2ADF"/>
    <w:rsid w:val="00FB2B6D"/>
    <w:rsid w:val="00FB2D4A"/>
    <w:rsid w:val="00FB3298"/>
    <w:rsid w:val="00FB3340"/>
    <w:rsid w:val="00FB3349"/>
    <w:rsid w:val="00FB34AF"/>
    <w:rsid w:val="00FB39EF"/>
    <w:rsid w:val="00FB3B72"/>
    <w:rsid w:val="00FB3E9D"/>
    <w:rsid w:val="00FB44BB"/>
    <w:rsid w:val="00FB4844"/>
    <w:rsid w:val="00FB48C2"/>
    <w:rsid w:val="00FB4AE9"/>
    <w:rsid w:val="00FB5428"/>
    <w:rsid w:val="00FB60D6"/>
    <w:rsid w:val="00FB6668"/>
    <w:rsid w:val="00FB6B09"/>
    <w:rsid w:val="00FB6B75"/>
    <w:rsid w:val="00FB6F65"/>
    <w:rsid w:val="00FB79B4"/>
    <w:rsid w:val="00FB7BE5"/>
    <w:rsid w:val="00FB7C6F"/>
    <w:rsid w:val="00FB7F43"/>
    <w:rsid w:val="00FC0172"/>
    <w:rsid w:val="00FC07A4"/>
    <w:rsid w:val="00FC0985"/>
    <w:rsid w:val="00FC0D0B"/>
    <w:rsid w:val="00FC0EA1"/>
    <w:rsid w:val="00FC101A"/>
    <w:rsid w:val="00FC11C7"/>
    <w:rsid w:val="00FC158C"/>
    <w:rsid w:val="00FC15EA"/>
    <w:rsid w:val="00FC17A4"/>
    <w:rsid w:val="00FC1EEC"/>
    <w:rsid w:val="00FC1F0A"/>
    <w:rsid w:val="00FC23A1"/>
    <w:rsid w:val="00FC241E"/>
    <w:rsid w:val="00FC268A"/>
    <w:rsid w:val="00FC26BF"/>
    <w:rsid w:val="00FC2D3E"/>
    <w:rsid w:val="00FC2FB1"/>
    <w:rsid w:val="00FC3F53"/>
    <w:rsid w:val="00FC4583"/>
    <w:rsid w:val="00FC4748"/>
    <w:rsid w:val="00FC47B1"/>
    <w:rsid w:val="00FC4AB6"/>
    <w:rsid w:val="00FC4BFF"/>
    <w:rsid w:val="00FC53D7"/>
    <w:rsid w:val="00FC59A7"/>
    <w:rsid w:val="00FC5A00"/>
    <w:rsid w:val="00FC5D82"/>
    <w:rsid w:val="00FC6007"/>
    <w:rsid w:val="00FC67AB"/>
    <w:rsid w:val="00FC6909"/>
    <w:rsid w:val="00FC6B5B"/>
    <w:rsid w:val="00FC6E50"/>
    <w:rsid w:val="00FC6EDA"/>
    <w:rsid w:val="00FC6F34"/>
    <w:rsid w:val="00FC738D"/>
    <w:rsid w:val="00FC776A"/>
    <w:rsid w:val="00FC7EFB"/>
    <w:rsid w:val="00FD0479"/>
    <w:rsid w:val="00FD09C9"/>
    <w:rsid w:val="00FD0BCB"/>
    <w:rsid w:val="00FD1421"/>
    <w:rsid w:val="00FD1F64"/>
    <w:rsid w:val="00FD2248"/>
    <w:rsid w:val="00FD2558"/>
    <w:rsid w:val="00FD290B"/>
    <w:rsid w:val="00FD2D70"/>
    <w:rsid w:val="00FD3063"/>
    <w:rsid w:val="00FD35FD"/>
    <w:rsid w:val="00FD3628"/>
    <w:rsid w:val="00FD3B8E"/>
    <w:rsid w:val="00FD3CBB"/>
    <w:rsid w:val="00FD4C01"/>
    <w:rsid w:val="00FD5289"/>
    <w:rsid w:val="00FD552D"/>
    <w:rsid w:val="00FD5AE8"/>
    <w:rsid w:val="00FD5C4F"/>
    <w:rsid w:val="00FD60B0"/>
    <w:rsid w:val="00FD63AC"/>
    <w:rsid w:val="00FD63FF"/>
    <w:rsid w:val="00FD6911"/>
    <w:rsid w:val="00FD6949"/>
    <w:rsid w:val="00FD6997"/>
    <w:rsid w:val="00FD6C72"/>
    <w:rsid w:val="00FD7044"/>
    <w:rsid w:val="00FD70F7"/>
    <w:rsid w:val="00FD755B"/>
    <w:rsid w:val="00FD77C2"/>
    <w:rsid w:val="00FD7EAF"/>
    <w:rsid w:val="00FE0038"/>
    <w:rsid w:val="00FE008A"/>
    <w:rsid w:val="00FE00BB"/>
    <w:rsid w:val="00FE03CC"/>
    <w:rsid w:val="00FE0589"/>
    <w:rsid w:val="00FE096D"/>
    <w:rsid w:val="00FE09A0"/>
    <w:rsid w:val="00FE0A54"/>
    <w:rsid w:val="00FE0C1E"/>
    <w:rsid w:val="00FE0D60"/>
    <w:rsid w:val="00FE1358"/>
    <w:rsid w:val="00FE187D"/>
    <w:rsid w:val="00FE1C5D"/>
    <w:rsid w:val="00FE1D03"/>
    <w:rsid w:val="00FE1D53"/>
    <w:rsid w:val="00FE28C9"/>
    <w:rsid w:val="00FE2966"/>
    <w:rsid w:val="00FE297F"/>
    <w:rsid w:val="00FE2C70"/>
    <w:rsid w:val="00FE2D95"/>
    <w:rsid w:val="00FE3C7D"/>
    <w:rsid w:val="00FE3E3A"/>
    <w:rsid w:val="00FE3F92"/>
    <w:rsid w:val="00FE3FFD"/>
    <w:rsid w:val="00FE440A"/>
    <w:rsid w:val="00FE460A"/>
    <w:rsid w:val="00FE494F"/>
    <w:rsid w:val="00FE51D8"/>
    <w:rsid w:val="00FE52E5"/>
    <w:rsid w:val="00FE5DD5"/>
    <w:rsid w:val="00FE6365"/>
    <w:rsid w:val="00FE67C3"/>
    <w:rsid w:val="00FE6C0D"/>
    <w:rsid w:val="00FE6D5B"/>
    <w:rsid w:val="00FE72CC"/>
    <w:rsid w:val="00FE72CE"/>
    <w:rsid w:val="00FE7785"/>
    <w:rsid w:val="00FE77E0"/>
    <w:rsid w:val="00FE7A97"/>
    <w:rsid w:val="00FF0336"/>
    <w:rsid w:val="00FF05CF"/>
    <w:rsid w:val="00FF0A49"/>
    <w:rsid w:val="00FF15EA"/>
    <w:rsid w:val="00FF18BC"/>
    <w:rsid w:val="00FF1D46"/>
    <w:rsid w:val="00FF1D67"/>
    <w:rsid w:val="00FF2181"/>
    <w:rsid w:val="00FF2478"/>
    <w:rsid w:val="00FF32FB"/>
    <w:rsid w:val="00FF3729"/>
    <w:rsid w:val="00FF3747"/>
    <w:rsid w:val="00FF3CE5"/>
    <w:rsid w:val="00FF3F09"/>
    <w:rsid w:val="00FF4044"/>
    <w:rsid w:val="00FF4B56"/>
    <w:rsid w:val="00FF4E34"/>
    <w:rsid w:val="00FF4F22"/>
    <w:rsid w:val="00FF5490"/>
    <w:rsid w:val="00FF5979"/>
    <w:rsid w:val="00FF60BA"/>
    <w:rsid w:val="00FF6119"/>
    <w:rsid w:val="00FF64E8"/>
    <w:rsid w:val="00FF6646"/>
    <w:rsid w:val="00FF6E7C"/>
    <w:rsid w:val="00FF7167"/>
    <w:rsid w:val="00FF7754"/>
    <w:rsid w:val="00FF7E0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f49100" strokecolor="#f49100">
      <v:fill color="#f49100" on="f"/>
      <v:stroke color="#f49100"/>
      <o:colormru v:ext="edit" colors="#f49100,#8f928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header" w:uiPriority="99"/>
    <w:lsdException w:name="footer" w:uiPriority="99"/>
    <w:lsdException w:name="caption" w:uiPriority="99" w:qFormat="1"/>
    <w:lsdException w:name="table of figures" w:uiPriority="99"/>
    <w:lsdException w:name="annotation reference" w:uiPriority="99"/>
    <w:lsdException w:name="page number" w:uiPriority="99"/>
    <w:lsdException w:name="table of authorities" w:uiPriority="99"/>
    <w:lsdException w:name="macro" w:uiPriority="99"/>
    <w:lsdException w:name="List Number" w:semiHidden="0" w:uiPriority="99" w:unhideWhenUsed="0"/>
    <w:lsdException w:name="List 4" w:semiHidden="0" w:unhideWhenUsed="0"/>
    <w:lsdException w:name="List 5" w:semiHidden="0"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nhideWhenUsed="0" w:qFormat="1"/>
    <w:lsdException w:name="Signature"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iPriority="99" w:unhideWhenUsed="0"/>
    <w:lsdException w:name="Body Text First Indent 2" w:uiPriority="99"/>
    <w:lsdException w:name="Body Text 3" w:uiPriority="99"/>
    <w:lsdException w:name="Body Text Indent 2" w:uiPriority="99"/>
    <w:lsdException w:name="Block Text" w:uiPriority="99"/>
    <w:lsdException w:name="Strong" w:semiHidden="0" w:uiPriority="22" w:unhideWhenUsed="0" w:qFormat="1"/>
    <w:lsdException w:name="Emphasis" w:semiHidden="0" w:unhideWhenUsed="0" w:qFormat="1"/>
    <w:lsdException w:name="Document Map" w:uiPriority="99"/>
    <w:lsdException w:name="Plain Text" w:uiPriority="99"/>
    <w:lsdException w:name="HTML Top of Form"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E013D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1">
    <w:name w:val="heading 1"/>
    <w:basedOn w:val="a1"/>
    <w:next w:val="a1"/>
    <w:link w:val="10"/>
    <w:uiPriority w:val="99"/>
    <w:qFormat/>
    <w:rsid w:val="00DD2D47"/>
    <w:pPr>
      <w:keepNext/>
      <w:numPr>
        <w:numId w:val="14"/>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b/>
      <w:bCs/>
      <w:u w:val="single"/>
    </w:rPr>
  </w:style>
  <w:style w:type="paragraph" w:styleId="21">
    <w:name w:val="heading 2"/>
    <w:basedOn w:val="a1"/>
    <w:next w:val="a1"/>
    <w:link w:val="22"/>
    <w:uiPriority w:val="99"/>
    <w:qFormat/>
    <w:rsid w:val="00DD2D4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b/>
      <w:bCs/>
    </w:rPr>
  </w:style>
  <w:style w:type="paragraph" w:styleId="31">
    <w:name w:val="heading 3"/>
    <w:basedOn w:val="a1"/>
    <w:next w:val="a1"/>
    <w:link w:val="32"/>
    <w:uiPriority w:val="99"/>
    <w:qFormat/>
    <w:rsid w:val="00DD2D47"/>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i/>
      <w:iCs/>
    </w:rPr>
  </w:style>
  <w:style w:type="paragraph" w:styleId="41">
    <w:name w:val="heading 4"/>
    <w:basedOn w:val="a1"/>
    <w:next w:val="a1"/>
    <w:link w:val="42"/>
    <w:uiPriority w:val="99"/>
    <w:qFormat/>
    <w:rsid w:val="00DD2D47"/>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b/>
      <w:bCs/>
    </w:rPr>
  </w:style>
  <w:style w:type="paragraph" w:styleId="51">
    <w:name w:val="heading 5"/>
    <w:basedOn w:val="a1"/>
    <w:next w:val="a1"/>
    <w:link w:val="52"/>
    <w:uiPriority w:val="99"/>
    <w:qFormat/>
    <w:rsid w:val="00DD2D4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88"/>
      <w:outlineLvl w:val="4"/>
    </w:pPr>
    <w:rPr>
      <w:rFonts w:ascii="Times New Roman" w:hAnsi="Times New Roman"/>
      <w:b/>
      <w:bCs/>
      <w:sz w:val="32"/>
      <w:szCs w:val="32"/>
    </w:rPr>
  </w:style>
  <w:style w:type="paragraph" w:styleId="6">
    <w:name w:val="heading 6"/>
    <w:basedOn w:val="a1"/>
    <w:next w:val="a1"/>
    <w:link w:val="60"/>
    <w:uiPriority w:val="99"/>
    <w:qFormat/>
    <w:rsid w:val="00DD2D4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5"/>
    </w:pPr>
    <w:rPr>
      <w:rFonts w:ascii="Times New Roman" w:hAnsi="Times New Roman"/>
      <w:b/>
      <w:bCs/>
      <w:sz w:val="26"/>
      <w:szCs w:val="26"/>
    </w:rPr>
  </w:style>
  <w:style w:type="paragraph" w:styleId="7">
    <w:name w:val="heading 7"/>
    <w:basedOn w:val="a1"/>
    <w:next w:val="a1"/>
    <w:link w:val="70"/>
    <w:uiPriority w:val="99"/>
    <w:qFormat/>
    <w:rsid w:val="00DD2D4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6"/>
    </w:pPr>
    <w:rPr>
      <w:rFonts w:ascii="Times New Roman" w:hAnsi="Times New Roman"/>
      <w:sz w:val="26"/>
      <w:szCs w:val="26"/>
    </w:rPr>
  </w:style>
  <w:style w:type="paragraph" w:styleId="8">
    <w:name w:val="heading 8"/>
    <w:basedOn w:val="a1"/>
    <w:next w:val="a1"/>
    <w:link w:val="80"/>
    <w:qFormat/>
    <w:rsid w:val="00DD2D4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7"/>
    </w:pPr>
    <w:rPr>
      <w:rFonts w:ascii="Times New Roman" w:hAnsi="Times New Roman"/>
      <w:b/>
      <w:bCs/>
      <w:sz w:val="26"/>
      <w:szCs w:val="26"/>
    </w:rPr>
  </w:style>
  <w:style w:type="paragraph" w:styleId="9">
    <w:name w:val="heading 9"/>
    <w:basedOn w:val="a1"/>
    <w:next w:val="a1"/>
    <w:link w:val="90"/>
    <w:uiPriority w:val="99"/>
    <w:qFormat/>
    <w:rsid w:val="00DD2D47"/>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outlineLvl w:val="8"/>
    </w:pPr>
    <w:rPr>
      <w:rFonts w:ascii="Times New Roman" w:hAnsi="Times New Roman"/>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หัวเรื่อง 1 อักขระ"/>
    <w:link w:val="1"/>
    <w:uiPriority w:val="99"/>
    <w:rsid w:val="002F1771"/>
    <w:rPr>
      <w:rFonts w:ascii="Arial" w:hAnsi="Arial" w:cs="Times New Roman"/>
      <w:b/>
      <w:bCs/>
      <w:sz w:val="18"/>
      <w:szCs w:val="18"/>
      <w:u w:val="single"/>
      <w:shd w:val="solid" w:color="FFFFFF" w:fill="FFFFFF"/>
    </w:rPr>
  </w:style>
  <w:style w:type="character" w:customStyle="1" w:styleId="22">
    <w:name w:val="หัวเรื่อง 2 อักขระ"/>
    <w:link w:val="21"/>
    <w:uiPriority w:val="99"/>
    <w:rsid w:val="002F1771"/>
    <w:rPr>
      <w:rFonts w:ascii="Arial" w:hAnsi="Arial"/>
      <w:b/>
      <w:bCs/>
      <w:sz w:val="18"/>
      <w:szCs w:val="18"/>
      <w:lang w:val="en-US" w:eastAsia="en-US" w:bidi="th-TH"/>
    </w:rPr>
  </w:style>
  <w:style w:type="character" w:customStyle="1" w:styleId="32">
    <w:name w:val="หัวเรื่อง 3 อักขระ"/>
    <w:link w:val="31"/>
    <w:uiPriority w:val="99"/>
    <w:rsid w:val="002F1771"/>
    <w:rPr>
      <w:rFonts w:ascii="Arial" w:hAnsi="Arial" w:cs="Angsana New"/>
      <w:i/>
      <w:iCs/>
      <w:sz w:val="18"/>
      <w:szCs w:val="18"/>
      <w:lang w:val="en-US" w:eastAsia="en-US" w:bidi="th-TH"/>
    </w:rPr>
  </w:style>
  <w:style w:type="character" w:customStyle="1" w:styleId="a5">
    <w:name w:val="เนื้อความ อักขระ"/>
    <w:aliases w:val="bt อักขระ,body text อักขระ,Body อักขระ"/>
    <w:link w:val="a6"/>
    <w:rsid w:val="002F1771"/>
    <w:rPr>
      <w:rFonts w:ascii="Arial" w:hAnsi="Arial" w:cs="Angsana New"/>
      <w:sz w:val="18"/>
      <w:szCs w:val="18"/>
      <w:lang w:val="en-US" w:eastAsia="en-US" w:bidi="th-TH"/>
    </w:rPr>
  </w:style>
  <w:style w:type="paragraph" w:styleId="a6">
    <w:name w:val="Body Text"/>
    <w:aliases w:val="bt,body text,Body"/>
    <w:basedOn w:val="a1"/>
    <w:link w:val="a5"/>
    <w:rsid w:val="00DD2D47"/>
    <w:pPr>
      <w:spacing w:after="120"/>
    </w:pPr>
  </w:style>
  <w:style w:type="character" w:customStyle="1" w:styleId="42">
    <w:name w:val="หัวเรื่อง 4 อักขระ"/>
    <w:link w:val="41"/>
    <w:uiPriority w:val="99"/>
    <w:locked/>
    <w:rsid w:val="00B407C6"/>
    <w:rPr>
      <w:rFonts w:ascii="Arial" w:hAnsi="Arial" w:cs="Times New Roman"/>
      <w:b/>
      <w:bCs/>
      <w:sz w:val="18"/>
      <w:szCs w:val="18"/>
    </w:rPr>
  </w:style>
  <w:style w:type="character" w:customStyle="1" w:styleId="52">
    <w:name w:val="หัวเรื่อง 5 อักขระ"/>
    <w:link w:val="51"/>
    <w:uiPriority w:val="99"/>
    <w:locked/>
    <w:rsid w:val="00B407C6"/>
    <w:rPr>
      <w:rFonts w:cs="EucrosiaUPC"/>
      <w:b/>
      <w:bCs/>
      <w:sz w:val="32"/>
      <w:szCs w:val="32"/>
    </w:rPr>
  </w:style>
  <w:style w:type="character" w:customStyle="1" w:styleId="60">
    <w:name w:val="หัวเรื่อง 6 อักขระ"/>
    <w:link w:val="6"/>
    <w:uiPriority w:val="99"/>
    <w:locked/>
    <w:rsid w:val="00B407C6"/>
    <w:rPr>
      <w:rFonts w:cs="EucrosiaUPC"/>
      <w:b/>
      <w:bCs/>
      <w:sz w:val="26"/>
      <w:szCs w:val="26"/>
    </w:rPr>
  </w:style>
  <w:style w:type="character" w:customStyle="1" w:styleId="70">
    <w:name w:val="หัวเรื่อง 7 อักขระ"/>
    <w:link w:val="7"/>
    <w:uiPriority w:val="99"/>
    <w:locked/>
    <w:rsid w:val="00B407C6"/>
    <w:rPr>
      <w:rFonts w:cs="EucrosiaUPC"/>
      <w:sz w:val="26"/>
      <w:szCs w:val="26"/>
    </w:rPr>
  </w:style>
  <w:style w:type="character" w:customStyle="1" w:styleId="80">
    <w:name w:val="หัวเรื่อง 8 อักขระ"/>
    <w:link w:val="8"/>
    <w:locked/>
    <w:rsid w:val="00B407C6"/>
    <w:rPr>
      <w:rFonts w:cs="EucrosiaUPC"/>
      <w:b/>
      <w:bCs/>
      <w:sz w:val="26"/>
      <w:szCs w:val="26"/>
    </w:rPr>
  </w:style>
  <w:style w:type="character" w:customStyle="1" w:styleId="90">
    <w:name w:val="หัวเรื่อง 9 อักขระ"/>
    <w:link w:val="9"/>
    <w:uiPriority w:val="99"/>
    <w:locked/>
    <w:rsid w:val="00B407C6"/>
    <w:rPr>
      <w:rFonts w:cs="EucrosiaUPC"/>
      <w:b/>
      <w:bCs/>
      <w:sz w:val="32"/>
      <w:szCs w:val="32"/>
    </w:rPr>
  </w:style>
  <w:style w:type="paragraph" w:styleId="a7">
    <w:name w:val="header"/>
    <w:basedOn w:val="a1"/>
    <w:link w:val="a8"/>
    <w:uiPriority w:val="99"/>
    <w:rsid w:val="00DD2D47"/>
    <w:pPr>
      <w:tabs>
        <w:tab w:val="center" w:pos="4536"/>
        <w:tab w:val="right" w:pos="9072"/>
      </w:tabs>
    </w:pPr>
  </w:style>
  <w:style w:type="character" w:customStyle="1" w:styleId="a8">
    <w:name w:val="หัวกระดาษ อักขระ"/>
    <w:link w:val="a7"/>
    <w:uiPriority w:val="99"/>
    <w:locked/>
    <w:rsid w:val="00B407C6"/>
    <w:rPr>
      <w:rFonts w:ascii="Arial" w:hAnsi="Arial"/>
      <w:sz w:val="18"/>
      <w:szCs w:val="18"/>
    </w:rPr>
  </w:style>
  <w:style w:type="character" w:customStyle="1" w:styleId="AAAddress">
    <w:name w:val="AA Address"/>
    <w:uiPriority w:val="99"/>
    <w:rsid w:val="00DD2D47"/>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DD2D47"/>
    <w:rPr>
      <w:rFonts w:ascii="Arial" w:hAnsi="Arial"/>
      <w:dstrike w:val="0"/>
      <w:noProof w:val="0"/>
      <w:color w:val="auto"/>
      <w:spacing w:val="0"/>
      <w:w w:val="100"/>
      <w:position w:val="0"/>
      <w:sz w:val="14"/>
      <w:szCs w:val="14"/>
      <w:vertAlign w:val="baseline"/>
      <w:lang w:val="en-US"/>
    </w:rPr>
  </w:style>
  <w:style w:type="paragraph" w:styleId="a9">
    <w:name w:val="footer"/>
    <w:basedOn w:val="a1"/>
    <w:link w:val="aa"/>
    <w:uiPriority w:val="99"/>
    <w:rsid w:val="00DD2D47"/>
    <w:pPr>
      <w:tabs>
        <w:tab w:val="center" w:pos="4536"/>
        <w:tab w:val="right" w:pos="9072"/>
      </w:tabs>
    </w:pPr>
  </w:style>
  <w:style w:type="character" w:customStyle="1" w:styleId="aa">
    <w:name w:val="ท้ายกระดาษ อักขระ"/>
    <w:link w:val="a9"/>
    <w:uiPriority w:val="99"/>
    <w:locked/>
    <w:rsid w:val="00B407C6"/>
    <w:rPr>
      <w:rFonts w:ascii="Arial" w:hAnsi="Arial"/>
      <w:sz w:val="18"/>
      <w:szCs w:val="18"/>
    </w:rPr>
  </w:style>
  <w:style w:type="paragraph" w:styleId="ab">
    <w:name w:val="caption"/>
    <w:basedOn w:val="a1"/>
    <w:next w:val="a1"/>
    <w:uiPriority w:val="99"/>
    <w:qFormat/>
    <w:rsid w:val="00DD2D47"/>
    <w:rPr>
      <w:rFonts w:cs="Times New Roman"/>
      <w:b/>
      <w:bCs/>
    </w:rPr>
  </w:style>
  <w:style w:type="paragraph" w:styleId="a0">
    <w:name w:val="List Bullet"/>
    <w:basedOn w:val="a1"/>
    <w:rsid w:val="00DD2D47"/>
    <w:pPr>
      <w:numPr>
        <w:numId w:val="3"/>
      </w:numPr>
      <w:tabs>
        <w:tab w:val="clear" w:pos="360"/>
        <w:tab w:val="left" w:pos="284"/>
      </w:tabs>
      <w:ind w:left="284" w:hanging="284"/>
    </w:pPr>
  </w:style>
  <w:style w:type="paragraph" w:styleId="20">
    <w:name w:val="List Bullet 2"/>
    <w:basedOn w:val="a1"/>
    <w:uiPriority w:val="99"/>
    <w:rsid w:val="00DD2D47"/>
    <w:pPr>
      <w:numPr>
        <w:numId w:val="4"/>
      </w:numPr>
      <w:tabs>
        <w:tab w:val="clear" w:pos="643"/>
        <w:tab w:val="left" w:pos="567"/>
      </w:tabs>
      <w:ind w:left="851" w:hanging="284"/>
    </w:pPr>
  </w:style>
  <w:style w:type="paragraph" w:styleId="30">
    <w:name w:val="List Bullet 3"/>
    <w:basedOn w:val="a1"/>
    <w:uiPriority w:val="99"/>
    <w:rsid w:val="00DD2D47"/>
    <w:pPr>
      <w:numPr>
        <w:numId w:val="1"/>
      </w:numPr>
      <w:tabs>
        <w:tab w:val="clear" w:pos="926"/>
        <w:tab w:val="left" w:pos="851"/>
      </w:tabs>
      <w:ind w:left="1135" w:hanging="284"/>
    </w:pPr>
  </w:style>
  <w:style w:type="paragraph" w:styleId="40">
    <w:name w:val="List Bullet 4"/>
    <w:basedOn w:val="a1"/>
    <w:uiPriority w:val="99"/>
    <w:rsid w:val="00DD2D47"/>
    <w:pPr>
      <w:numPr>
        <w:numId w:val="2"/>
      </w:numPr>
      <w:tabs>
        <w:tab w:val="clear" w:pos="1209"/>
        <w:tab w:val="left" w:pos="1134"/>
      </w:tabs>
      <w:ind w:left="1418" w:hanging="284"/>
    </w:pPr>
  </w:style>
  <w:style w:type="paragraph" w:styleId="a">
    <w:name w:val="List Number"/>
    <w:basedOn w:val="a1"/>
    <w:uiPriority w:val="99"/>
    <w:rsid w:val="00DD2D47"/>
    <w:pPr>
      <w:numPr>
        <w:numId w:val="5"/>
      </w:numPr>
      <w:tabs>
        <w:tab w:val="clear" w:pos="360"/>
        <w:tab w:val="left" w:pos="284"/>
      </w:tabs>
      <w:ind w:left="284" w:hanging="284"/>
    </w:pPr>
  </w:style>
  <w:style w:type="paragraph" w:styleId="2">
    <w:name w:val="List Number 2"/>
    <w:basedOn w:val="a1"/>
    <w:uiPriority w:val="99"/>
    <w:rsid w:val="00DD2D47"/>
    <w:pPr>
      <w:numPr>
        <w:numId w:val="6"/>
      </w:numPr>
      <w:tabs>
        <w:tab w:val="clear" w:pos="643"/>
        <w:tab w:val="left" w:pos="567"/>
      </w:tabs>
      <w:ind w:left="851" w:hanging="284"/>
    </w:pPr>
  </w:style>
  <w:style w:type="paragraph" w:styleId="3">
    <w:name w:val="List Number 3"/>
    <w:basedOn w:val="a1"/>
    <w:uiPriority w:val="99"/>
    <w:rsid w:val="00DD2D47"/>
    <w:pPr>
      <w:numPr>
        <w:numId w:val="7"/>
      </w:numPr>
      <w:tabs>
        <w:tab w:val="clear" w:pos="926"/>
        <w:tab w:val="left" w:pos="851"/>
      </w:tabs>
      <w:ind w:left="1135" w:hanging="284"/>
    </w:pPr>
  </w:style>
  <w:style w:type="paragraph" w:styleId="ac">
    <w:name w:val="Normal Indent"/>
    <w:basedOn w:val="a1"/>
    <w:uiPriority w:val="99"/>
    <w:rsid w:val="00DD2D47"/>
    <w:pPr>
      <w:ind w:left="284"/>
    </w:pPr>
  </w:style>
  <w:style w:type="paragraph" w:customStyle="1" w:styleId="AAFrameAddress">
    <w:name w:val="AA Frame Address"/>
    <w:basedOn w:val="1"/>
    <w:uiPriority w:val="99"/>
    <w:rsid w:val="00DD2D47"/>
    <w:pPr>
      <w:framePr w:w="2812" w:h="1701" w:hSpace="142" w:vSpace="142" w:wrap="around" w:vAnchor="page" w:hAnchor="page" w:x="8024" w:y="2723"/>
      <w:shd w:val="clear" w:color="FFFFFF" w:fill="auto"/>
      <w:spacing w:after="90" w:line="240" w:lineRule="auto"/>
    </w:pPr>
    <w:rPr>
      <w:noProof/>
    </w:rPr>
  </w:style>
  <w:style w:type="paragraph" w:styleId="5">
    <w:name w:val="List Number 5"/>
    <w:basedOn w:val="a1"/>
    <w:uiPriority w:val="99"/>
    <w:rsid w:val="00DD2D47"/>
    <w:pPr>
      <w:numPr>
        <w:numId w:val="8"/>
      </w:numPr>
      <w:tabs>
        <w:tab w:val="clear" w:pos="1492"/>
        <w:tab w:val="left" w:pos="1418"/>
      </w:tabs>
      <w:ind w:left="1418" w:hanging="284"/>
    </w:pPr>
  </w:style>
  <w:style w:type="paragraph" w:styleId="4">
    <w:name w:val="List Number 4"/>
    <w:basedOn w:val="a1"/>
    <w:uiPriority w:val="99"/>
    <w:rsid w:val="00DD2D47"/>
    <w:pPr>
      <w:numPr>
        <w:numId w:val="9"/>
      </w:numPr>
      <w:tabs>
        <w:tab w:val="clear" w:pos="1209"/>
        <w:tab w:val="left" w:pos="1418"/>
      </w:tabs>
    </w:pPr>
  </w:style>
  <w:style w:type="paragraph" w:styleId="ad">
    <w:name w:val="table of authorities"/>
    <w:basedOn w:val="a1"/>
    <w:next w:val="a1"/>
    <w:uiPriority w:val="99"/>
    <w:semiHidden/>
    <w:rsid w:val="00DD2D47"/>
    <w:pPr>
      <w:ind w:left="284" w:hanging="284"/>
    </w:pPr>
  </w:style>
  <w:style w:type="paragraph" w:styleId="11">
    <w:name w:val="index 1"/>
    <w:basedOn w:val="a1"/>
    <w:next w:val="a1"/>
    <w:autoRedefine/>
    <w:uiPriority w:val="99"/>
    <w:semiHidden/>
    <w:rsid w:val="00DD2D47"/>
    <w:pPr>
      <w:ind w:left="284" w:hanging="284"/>
    </w:pPr>
  </w:style>
  <w:style w:type="paragraph" w:styleId="23">
    <w:name w:val="index 2"/>
    <w:basedOn w:val="a1"/>
    <w:next w:val="a1"/>
    <w:autoRedefine/>
    <w:uiPriority w:val="99"/>
    <w:semiHidden/>
    <w:rsid w:val="00DD2D47"/>
    <w:pPr>
      <w:ind w:left="568" w:hanging="284"/>
    </w:pPr>
  </w:style>
  <w:style w:type="paragraph" w:styleId="33">
    <w:name w:val="index 3"/>
    <w:basedOn w:val="a1"/>
    <w:next w:val="a1"/>
    <w:autoRedefine/>
    <w:uiPriority w:val="99"/>
    <w:semiHidden/>
    <w:rsid w:val="00DD2D47"/>
    <w:pPr>
      <w:ind w:left="851" w:hanging="284"/>
    </w:pPr>
  </w:style>
  <w:style w:type="paragraph" w:styleId="43">
    <w:name w:val="index 4"/>
    <w:basedOn w:val="a1"/>
    <w:next w:val="a1"/>
    <w:uiPriority w:val="99"/>
    <w:semiHidden/>
    <w:rsid w:val="00DD2D47"/>
    <w:pPr>
      <w:ind w:left="1135" w:hanging="284"/>
    </w:pPr>
  </w:style>
  <w:style w:type="paragraph" w:styleId="61">
    <w:name w:val="index 6"/>
    <w:basedOn w:val="a1"/>
    <w:next w:val="a1"/>
    <w:uiPriority w:val="99"/>
    <w:semiHidden/>
    <w:rsid w:val="00DD2D47"/>
    <w:pPr>
      <w:ind w:left="1702" w:hanging="284"/>
    </w:pPr>
  </w:style>
  <w:style w:type="paragraph" w:styleId="53">
    <w:name w:val="index 5"/>
    <w:basedOn w:val="a1"/>
    <w:next w:val="a1"/>
    <w:uiPriority w:val="99"/>
    <w:semiHidden/>
    <w:rsid w:val="00DD2D47"/>
    <w:pPr>
      <w:ind w:left="1418" w:hanging="284"/>
    </w:pPr>
  </w:style>
  <w:style w:type="paragraph" w:styleId="71">
    <w:name w:val="index 7"/>
    <w:basedOn w:val="a1"/>
    <w:next w:val="a1"/>
    <w:uiPriority w:val="99"/>
    <w:semiHidden/>
    <w:rsid w:val="00DD2D47"/>
    <w:pPr>
      <w:ind w:left="1985" w:hanging="284"/>
    </w:pPr>
  </w:style>
  <w:style w:type="paragraph" w:styleId="81">
    <w:name w:val="index 8"/>
    <w:basedOn w:val="a1"/>
    <w:next w:val="a1"/>
    <w:uiPriority w:val="99"/>
    <w:semiHidden/>
    <w:rsid w:val="00DD2D47"/>
    <w:pPr>
      <w:ind w:left="2269" w:hanging="284"/>
    </w:pPr>
  </w:style>
  <w:style w:type="paragraph" w:styleId="91">
    <w:name w:val="index 9"/>
    <w:basedOn w:val="a1"/>
    <w:next w:val="a1"/>
    <w:uiPriority w:val="99"/>
    <w:semiHidden/>
    <w:rsid w:val="00DD2D47"/>
    <w:pPr>
      <w:ind w:left="2552" w:hanging="284"/>
    </w:pPr>
  </w:style>
  <w:style w:type="paragraph" w:styleId="24">
    <w:name w:val="toc 2"/>
    <w:basedOn w:val="a1"/>
    <w:next w:val="a1"/>
    <w:uiPriority w:val="99"/>
    <w:semiHidden/>
    <w:rsid w:val="00DD2D4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34">
    <w:name w:val="toc 3"/>
    <w:basedOn w:val="a1"/>
    <w:next w:val="a1"/>
    <w:uiPriority w:val="99"/>
    <w:semiHidden/>
    <w:rsid w:val="00DD2D4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44">
    <w:name w:val="toc 4"/>
    <w:basedOn w:val="a1"/>
    <w:next w:val="a1"/>
    <w:uiPriority w:val="99"/>
    <w:semiHidden/>
    <w:rsid w:val="00DD2D47"/>
    <w:pPr>
      <w:ind w:left="851"/>
    </w:pPr>
  </w:style>
  <w:style w:type="paragraph" w:styleId="54">
    <w:name w:val="toc 5"/>
    <w:basedOn w:val="a1"/>
    <w:next w:val="a1"/>
    <w:uiPriority w:val="99"/>
    <w:semiHidden/>
    <w:rsid w:val="00DD2D47"/>
    <w:pPr>
      <w:ind w:left="1134"/>
    </w:pPr>
  </w:style>
  <w:style w:type="paragraph" w:styleId="62">
    <w:name w:val="toc 6"/>
    <w:basedOn w:val="a1"/>
    <w:next w:val="a1"/>
    <w:uiPriority w:val="99"/>
    <w:semiHidden/>
    <w:rsid w:val="00DD2D47"/>
    <w:pPr>
      <w:ind w:left="1418"/>
    </w:pPr>
  </w:style>
  <w:style w:type="paragraph" w:styleId="72">
    <w:name w:val="toc 7"/>
    <w:basedOn w:val="a1"/>
    <w:next w:val="a1"/>
    <w:uiPriority w:val="99"/>
    <w:semiHidden/>
    <w:rsid w:val="00DD2D47"/>
    <w:pPr>
      <w:ind w:left="1701"/>
    </w:pPr>
  </w:style>
  <w:style w:type="paragraph" w:styleId="82">
    <w:name w:val="toc 8"/>
    <w:basedOn w:val="a1"/>
    <w:next w:val="a1"/>
    <w:uiPriority w:val="99"/>
    <w:semiHidden/>
    <w:rsid w:val="00DD2D47"/>
    <w:pPr>
      <w:ind w:left="1985"/>
    </w:pPr>
  </w:style>
  <w:style w:type="paragraph" w:styleId="92">
    <w:name w:val="toc 9"/>
    <w:basedOn w:val="a1"/>
    <w:next w:val="a1"/>
    <w:uiPriority w:val="99"/>
    <w:semiHidden/>
    <w:rsid w:val="00DD2D47"/>
    <w:pPr>
      <w:ind w:left="2268"/>
    </w:pPr>
  </w:style>
  <w:style w:type="paragraph" w:styleId="ae">
    <w:name w:val="table of figures"/>
    <w:basedOn w:val="a1"/>
    <w:next w:val="a1"/>
    <w:uiPriority w:val="99"/>
    <w:semiHidden/>
    <w:rsid w:val="00DD2D47"/>
    <w:pPr>
      <w:ind w:left="567" w:hanging="567"/>
    </w:pPr>
  </w:style>
  <w:style w:type="paragraph" w:styleId="50">
    <w:name w:val="List Bullet 5"/>
    <w:basedOn w:val="a1"/>
    <w:uiPriority w:val="99"/>
    <w:rsid w:val="00DD2D47"/>
    <w:pPr>
      <w:numPr>
        <w:numId w:val="10"/>
      </w:numPr>
      <w:tabs>
        <w:tab w:val="clear" w:pos="1492"/>
        <w:tab w:val="left" w:pos="1418"/>
      </w:tabs>
      <w:ind w:left="1702" w:hanging="284"/>
    </w:pPr>
  </w:style>
  <w:style w:type="paragraph" w:styleId="af">
    <w:name w:val="Body Text First Indent"/>
    <w:basedOn w:val="a6"/>
    <w:link w:val="af0"/>
    <w:uiPriority w:val="99"/>
    <w:rsid w:val="00DD2D47"/>
    <w:pPr>
      <w:ind w:firstLine="284"/>
    </w:pPr>
  </w:style>
  <w:style w:type="character" w:customStyle="1" w:styleId="af0">
    <w:name w:val="เยื้องย่อหน้าแรกของเนื้อความ อักขระ"/>
    <w:link w:val="af"/>
    <w:uiPriority w:val="99"/>
    <w:locked/>
    <w:rsid w:val="00B407C6"/>
    <w:rPr>
      <w:rFonts w:ascii="Arial" w:hAnsi="Arial" w:cs="Angsana New"/>
      <w:sz w:val="18"/>
      <w:szCs w:val="18"/>
    </w:rPr>
  </w:style>
  <w:style w:type="character" w:customStyle="1" w:styleId="BodyTextChar1">
    <w:name w:val="Body Text Char1"/>
    <w:aliases w:val="bt Char1,body text Char1,Body Char1"/>
    <w:uiPriority w:val="99"/>
    <w:semiHidden/>
    <w:locked/>
    <w:rsid w:val="00B407C6"/>
    <w:rPr>
      <w:rFonts w:ascii="Arial" w:hAnsi="Arial" w:cs="Angsana New"/>
      <w:sz w:val="22"/>
      <w:szCs w:val="22"/>
    </w:rPr>
  </w:style>
  <w:style w:type="paragraph" w:styleId="af1">
    <w:name w:val="Body Text Indent"/>
    <w:aliases w:val="i"/>
    <w:basedOn w:val="a1"/>
    <w:link w:val="af2"/>
    <w:uiPriority w:val="99"/>
    <w:rsid w:val="00DD2D47"/>
    <w:pPr>
      <w:spacing w:after="120"/>
      <w:ind w:left="283"/>
    </w:pPr>
  </w:style>
  <w:style w:type="character" w:customStyle="1" w:styleId="af2">
    <w:name w:val="การเยื้องเนื้อความ อักขระ"/>
    <w:aliases w:val="i อักขระ"/>
    <w:link w:val="af1"/>
    <w:uiPriority w:val="99"/>
    <w:locked/>
    <w:rsid w:val="00B407C6"/>
    <w:rPr>
      <w:rFonts w:ascii="Arial" w:hAnsi="Arial"/>
      <w:sz w:val="18"/>
      <w:szCs w:val="18"/>
    </w:rPr>
  </w:style>
  <w:style w:type="paragraph" w:styleId="25">
    <w:name w:val="Body Text First Indent 2"/>
    <w:basedOn w:val="af1"/>
    <w:link w:val="26"/>
    <w:uiPriority w:val="99"/>
    <w:rsid w:val="00DD2D47"/>
    <w:pPr>
      <w:ind w:left="284" w:firstLine="284"/>
    </w:pPr>
  </w:style>
  <w:style w:type="character" w:customStyle="1" w:styleId="26">
    <w:name w:val="เยื้องย่อหน้าแรกของเนื้อความ 2 อักขระ"/>
    <w:link w:val="25"/>
    <w:uiPriority w:val="99"/>
    <w:locked/>
    <w:rsid w:val="00B407C6"/>
    <w:rPr>
      <w:rFonts w:ascii="Arial" w:hAnsi="Arial"/>
      <w:sz w:val="18"/>
      <w:szCs w:val="18"/>
    </w:rPr>
  </w:style>
  <w:style w:type="character" w:styleId="af3">
    <w:name w:val="Strong"/>
    <w:uiPriority w:val="22"/>
    <w:qFormat/>
    <w:rsid w:val="00DD2D47"/>
    <w:rPr>
      <w:rFonts w:cs="Times New Roman"/>
      <w:b/>
      <w:bCs/>
    </w:rPr>
  </w:style>
  <w:style w:type="paragraph" w:customStyle="1" w:styleId="AA1stlevelbullet">
    <w:name w:val="AA 1st level bullet"/>
    <w:basedOn w:val="a1"/>
    <w:uiPriority w:val="99"/>
    <w:rsid w:val="00DD2D47"/>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a1"/>
    <w:uiPriority w:val="99"/>
    <w:rsid w:val="00DD2D47"/>
    <w:pPr>
      <w:framePr w:w="4253" w:h="1418" w:hRule="exact" w:hSpace="142" w:vSpace="142" w:wrap="around" w:vAnchor="page" w:hAnchor="page" w:x="7457" w:y="568"/>
    </w:pPr>
  </w:style>
  <w:style w:type="character" w:customStyle="1" w:styleId="AACopyright">
    <w:name w:val="AA Copyright"/>
    <w:uiPriority w:val="99"/>
    <w:rsid w:val="00DD2D47"/>
    <w:rPr>
      <w:rFonts w:ascii="Arial" w:hAnsi="Arial"/>
      <w:sz w:val="13"/>
      <w:szCs w:val="13"/>
    </w:rPr>
  </w:style>
  <w:style w:type="paragraph" w:customStyle="1" w:styleId="AA2ndlevelbullet">
    <w:name w:val="AA 2nd level bullet"/>
    <w:basedOn w:val="AA1stlevelbullet"/>
    <w:uiPriority w:val="99"/>
    <w:rsid w:val="00DD2D47"/>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a1"/>
    <w:rsid w:val="00DD2D47"/>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12">
    <w:name w:val="toc 1"/>
    <w:basedOn w:val="a1"/>
    <w:next w:val="a1"/>
    <w:uiPriority w:val="99"/>
    <w:semiHidden/>
    <w:rsid w:val="00DD2D4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a1"/>
    <w:uiPriority w:val="99"/>
    <w:rsid w:val="00DD2D47"/>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a1"/>
    <w:uiPriority w:val="99"/>
    <w:rsid w:val="00DD2D47"/>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uiPriority w:val="99"/>
    <w:rsid w:val="00DD2D47"/>
    <w:pPr>
      <w:framePr w:h="1054" w:wrap="around" w:y="5920"/>
    </w:pPr>
  </w:style>
  <w:style w:type="paragraph" w:customStyle="1" w:styleId="ReportHeading3">
    <w:name w:val="ReportHeading3"/>
    <w:basedOn w:val="ReportHeading2"/>
    <w:uiPriority w:val="99"/>
    <w:rsid w:val="00DD2D47"/>
    <w:pPr>
      <w:framePr w:h="443" w:wrap="around" w:y="8223"/>
    </w:pPr>
  </w:style>
  <w:style w:type="paragraph" w:customStyle="1" w:styleId="af4">
    <w:name w:val="¢éÍ¤ÇÒÁ"/>
    <w:basedOn w:val="a1"/>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a7"/>
    <w:uiPriority w:val="99"/>
    <w:rsid w:val="00DD2D47"/>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a1"/>
    <w:next w:val="a1"/>
    <w:uiPriority w:val="99"/>
    <w:rsid w:val="00DD2D47"/>
    <w:pPr>
      <w:framePr w:w="7308" w:h="1134" w:hSpace="180" w:vSpace="180" w:wrap="notBeside" w:vAnchor="text" w:hAnchor="margin" w:x="1" w:y="7"/>
      <w:spacing w:after="240"/>
    </w:pPr>
  </w:style>
  <w:style w:type="paragraph" w:customStyle="1" w:styleId="PictureLeft">
    <w:name w:val="PictureLeft"/>
    <w:basedOn w:val="a1"/>
    <w:uiPriority w:val="99"/>
    <w:rsid w:val="00DD2D47"/>
    <w:pPr>
      <w:framePr w:w="2603" w:h="1134" w:hSpace="142" w:wrap="around" w:vAnchor="text" w:hAnchor="page" w:x="1526" w:y="6"/>
      <w:spacing w:before="240"/>
    </w:pPr>
  </w:style>
  <w:style w:type="paragraph" w:customStyle="1" w:styleId="PicturteLeftFullLength">
    <w:name w:val="PicturteLeftFullLength"/>
    <w:basedOn w:val="PictureLeft"/>
    <w:uiPriority w:val="99"/>
    <w:rsid w:val="00DD2D47"/>
    <w:pPr>
      <w:framePr w:w="10142" w:hSpace="180" w:vSpace="180" w:wrap="around" w:y="7"/>
    </w:pPr>
  </w:style>
  <w:style w:type="paragraph" w:customStyle="1" w:styleId="AAheadingwocontents">
    <w:name w:val="AA heading wo contents"/>
    <w:basedOn w:val="a1"/>
    <w:uiPriority w:val="99"/>
    <w:rsid w:val="00DD2D47"/>
    <w:pPr>
      <w:spacing w:line="280" w:lineRule="atLeast"/>
    </w:pPr>
    <w:rPr>
      <w:rFonts w:ascii="Times New Roman" w:hAnsi="Times New Roman"/>
      <w:b/>
      <w:bCs/>
      <w:sz w:val="22"/>
      <w:szCs w:val="22"/>
    </w:rPr>
  </w:style>
  <w:style w:type="paragraph" w:customStyle="1" w:styleId="StandaardOpinion">
    <w:name w:val="StandaardOpinion"/>
    <w:basedOn w:val="a1"/>
    <w:uiPriority w:val="99"/>
    <w:rsid w:val="00DD2D47"/>
    <w:pPr>
      <w:spacing w:line="280" w:lineRule="atLeast"/>
    </w:pPr>
    <w:rPr>
      <w:rFonts w:ascii="Times New Roman" w:hAnsi="Times New Roman"/>
      <w:sz w:val="22"/>
      <w:szCs w:val="22"/>
    </w:rPr>
  </w:style>
  <w:style w:type="paragraph" w:customStyle="1" w:styleId="T">
    <w:name w:val="Å§ª×Í T"/>
    <w:basedOn w:val="a1"/>
    <w:uiPriority w:val="99"/>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5">
    <w:name w:val="?????3????"/>
    <w:basedOn w:val="a1"/>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f5">
    <w:name w:val="???"/>
    <w:basedOn w:val="a1"/>
    <w:uiPriority w:val="99"/>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af6">
    <w:name w:val="ºÇ¡"/>
    <w:basedOn w:val="a1"/>
    <w:uiPriority w:val="99"/>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36">
    <w:name w:val="µÒÃÒ§3ªèÍ§"/>
    <w:basedOn w:val="a1"/>
    <w:uiPriority w:val="99"/>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f7">
    <w:name w:val="??"/>
    <w:basedOn w:val="a1"/>
    <w:uiPriority w:val="99"/>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character" w:styleId="af8">
    <w:name w:val="page number"/>
    <w:basedOn w:val="a2"/>
    <w:uiPriority w:val="99"/>
    <w:rsid w:val="00DD2D47"/>
  </w:style>
  <w:style w:type="paragraph" w:styleId="27">
    <w:name w:val="Body Text 2"/>
    <w:basedOn w:val="a1"/>
    <w:link w:val="28"/>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right="47"/>
    </w:pPr>
    <w:rPr>
      <w:rFonts w:ascii="Times New Roman" w:hAnsi="Times New Roman"/>
      <w:sz w:val="24"/>
      <w:szCs w:val="24"/>
      <w:lang w:val="th-TH"/>
    </w:rPr>
  </w:style>
  <w:style w:type="character" w:customStyle="1" w:styleId="28">
    <w:name w:val="เนื้อความ 2 อักขระ"/>
    <w:link w:val="27"/>
    <w:locked/>
    <w:rsid w:val="00B407C6"/>
    <w:rPr>
      <w:rFonts w:cs="EucrosiaUPC"/>
      <w:sz w:val="24"/>
      <w:szCs w:val="24"/>
      <w:lang w:val="th-TH"/>
    </w:rPr>
  </w:style>
  <w:style w:type="paragraph" w:styleId="37">
    <w:name w:val="Body Text 3"/>
    <w:basedOn w:val="a1"/>
    <w:link w:val="38"/>
    <w:uiPriority w:val="99"/>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s>
      <w:spacing w:line="240" w:lineRule="auto"/>
      <w:ind w:right="360"/>
    </w:pPr>
    <w:rPr>
      <w:rFonts w:ascii="Times New Roman" w:hAnsi="Times New Roman"/>
      <w:sz w:val="30"/>
      <w:szCs w:val="30"/>
      <w:lang w:val="th-TH"/>
    </w:rPr>
  </w:style>
  <w:style w:type="character" w:customStyle="1" w:styleId="38">
    <w:name w:val="เนื้อความ 3 อักขระ"/>
    <w:link w:val="37"/>
    <w:uiPriority w:val="99"/>
    <w:locked/>
    <w:rsid w:val="00B407C6"/>
    <w:rPr>
      <w:rFonts w:cs="EucrosiaUPC"/>
      <w:sz w:val="30"/>
      <w:szCs w:val="30"/>
      <w:lang w:val="th-TH"/>
    </w:rPr>
  </w:style>
  <w:style w:type="paragraph" w:customStyle="1" w:styleId="E">
    <w:name w:val="?????? E"/>
    <w:basedOn w:val="a1"/>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E0">
    <w:name w:val="?????????? E"/>
    <w:basedOn w:val="a1"/>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a1"/>
    <w:uiPriority w:val="99"/>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af9">
    <w:name w:val="???????"/>
    <w:basedOn w:val="a1"/>
    <w:uiPriority w:val="99"/>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Cordia New" w:hAnsi="Cordia New" w:cs="BrowalliaUPC"/>
      <w:sz w:val="30"/>
      <w:szCs w:val="30"/>
    </w:rPr>
  </w:style>
  <w:style w:type="paragraph" w:customStyle="1" w:styleId="afa">
    <w:name w:val="ลบ"/>
    <w:basedOn w:val="a1"/>
    <w:uiPriority w:val="99"/>
    <w:rsid w:val="00DD2D4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Cordia New" w:eastAsia="Cordia New" w:hAnsi="Cordia New" w:cs="BrowalliaUPC"/>
      <w:snapToGrid w:val="0"/>
      <w:sz w:val="28"/>
      <w:szCs w:val="28"/>
      <w:lang w:eastAsia="th-TH"/>
    </w:rPr>
  </w:style>
  <w:style w:type="paragraph" w:styleId="afb">
    <w:name w:val="Balloon Text"/>
    <w:basedOn w:val="a1"/>
    <w:link w:val="afc"/>
    <w:uiPriority w:val="99"/>
    <w:semiHidden/>
    <w:rsid w:val="00E30097"/>
    <w:rPr>
      <w:rFonts w:ascii="Tahoma" w:hAnsi="Tahoma"/>
      <w:sz w:val="16"/>
      <w:szCs w:val="16"/>
    </w:rPr>
  </w:style>
  <w:style w:type="character" w:customStyle="1" w:styleId="afc">
    <w:name w:val="ข้อความบอลลูน อักขระ"/>
    <w:link w:val="afb"/>
    <w:uiPriority w:val="99"/>
    <w:semiHidden/>
    <w:locked/>
    <w:rsid w:val="00B407C6"/>
    <w:rPr>
      <w:rFonts w:ascii="Tahoma" w:hAnsi="Tahoma" w:cs="Tahoma"/>
      <w:sz w:val="16"/>
      <w:szCs w:val="16"/>
    </w:rPr>
  </w:style>
  <w:style w:type="paragraph" w:customStyle="1" w:styleId="IndexHeading1">
    <w:name w:val="Index Heading1"/>
    <w:aliases w:val="ixh"/>
    <w:basedOn w:val="a6"/>
    <w:uiPriority w:val="99"/>
    <w:rsid w:val="00205C52"/>
    <w:pPr>
      <w:spacing w:after="130"/>
      <w:ind w:left="1134" w:hanging="1134"/>
    </w:pPr>
    <w:rPr>
      <w:b/>
      <w:lang w:val="en-GB"/>
    </w:rPr>
  </w:style>
  <w:style w:type="table" w:styleId="afd">
    <w:name w:val="Table Grid"/>
    <w:basedOn w:val="a3"/>
    <w:uiPriority w:val="59"/>
    <w:rsid w:val="00754FC5"/>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ctfourfigures">
    <w:name w:val="acct four figures"/>
    <w:aliases w:val="a4,a4 + 8 pt,(Complex) + 8 pt,(Complex),Thai Distribute..."/>
    <w:basedOn w:val="a1"/>
    <w:rsid w:val="008B73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index">
    <w:name w:val="index"/>
    <w:aliases w:val="ix"/>
    <w:basedOn w:val="a6"/>
    <w:rsid w:val="000C136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cs="Times New Roman"/>
      <w:sz w:val="22"/>
      <w:szCs w:val="20"/>
      <w:lang w:val="en-GB" w:bidi="ar-SA"/>
    </w:rPr>
  </w:style>
  <w:style w:type="paragraph" w:customStyle="1" w:styleId="55">
    <w:name w:val="5"/>
    <w:basedOn w:val="a1"/>
    <w:rsid w:val="002E78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cs="Times New Roman"/>
      <w:b/>
      <w:bCs/>
      <w:sz w:val="10"/>
      <w:szCs w:val="10"/>
      <w:lang w:val="th-TH"/>
    </w:rPr>
  </w:style>
  <w:style w:type="paragraph" w:customStyle="1" w:styleId="block">
    <w:name w:val="block"/>
    <w:aliases w:val="b"/>
    <w:basedOn w:val="a6"/>
    <w:rsid w:val="00A52C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T0">
    <w:name w:val="????? T"/>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E1">
    <w:name w:val="ª×èÍºÃÔÉÑ· E"/>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cs="Times New Roman"/>
      <w:b/>
      <w:bCs/>
      <w:sz w:val="22"/>
      <w:szCs w:val="22"/>
      <w:lang w:val="th-TH"/>
    </w:rPr>
  </w:style>
  <w:style w:type="paragraph" w:customStyle="1" w:styleId="afe">
    <w:name w:val="Åº"/>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styleId="29">
    <w:name w:val="Body Text Indent 2"/>
    <w:basedOn w:val="a1"/>
    <w:link w:val="2a"/>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sz w:val="30"/>
      <w:szCs w:val="30"/>
    </w:rPr>
  </w:style>
  <w:style w:type="character" w:customStyle="1" w:styleId="2a">
    <w:name w:val="การเยื้องเนื้อความ 2 อักขระ"/>
    <w:link w:val="29"/>
    <w:uiPriority w:val="99"/>
    <w:locked/>
    <w:rsid w:val="00B407C6"/>
    <w:rPr>
      <w:rFonts w:cs="EucrosiaUPC"/>
      <w:sz w:val="30"/>
      <w:szCs w:val="30"/>
    </w:rPr>
  </w:style>
  <w:style w:type="paragraph" w:customStyle="1" w:styleId="AccPolicyHeading">
    <w:name w:val="Acc Policy Heading"/>
    <w:basedOn w:val="a6"/>
    <w:link w:val="AccPolicyHeadingChar"/>
    <w:autoRedefine/>
    <w:rsid w:val="002F1771"/>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2F1771"/>
    <w:rPr>
      <w:rFonts w:ascii="Angsana New" w:hAnsi="Angsana New"/>
      <w:b/>
      <w:bCs/>
      <w:i/>
      <w:iCs/>
      <w:sz w:val="30"/>
      <w:szCs w:val="30"/>
      <w:lang w:val="en-GB"/>
    </w:rPr>
  </w:style>
  <w:style w:type="paragraph" w:styleId="aff">
    <w:name w:val="Signature"/>
    <w:basedOn w:val="a1"/>
    <w:link w:val="aff0"/>
    <w:uiPriority w:val="99"/>
    <w:rsid w:val="002F1771"/>
    <w:pPr>
      <w:spacing w:line="240" w:lineRule="auto"/>
    </w:pPr>
  </w:style>
  <w:style w:type="character" w:customStyle="1" w:styleId="aff0">
    <w:name w:val="ลายเซ็น อักขระ"/>
    <w:link w:val="aff"/>
    <w:uiPriority w:val="99"/>
    <w:locked/>
    <w:rsid w:val="00B407C6"/>
    <w:rPr>
      <w:rFonts w:ascii="Arial" w:hAnsi="Arial" w:cs="Times New Roman"/>
      <w:sz w:val="18"/>
      <w:szCs w:val="18"/>
    </w:rPr>
  </w:style>
  <w:style w:type="paragraph" w:customStyle="1" w:styleId="acctmergecolhdg">
    <w:name w:val="acct merge col hdg"/>
    <w:aliases w:val="mh"/>
    <w:basedOn w:val="a1"/>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customStyle="1" w:styleId="acctmainheading">
    <w:name w:val="acct main heading"/>
    <w:aliases w:val="am"/>
    <w:basedOn w:val="a1"/>
    <w:uiPriority w:val="99"/>
    <w:rsid w:val="002F1771"/>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paragraph" w:styleId="aff1">
    <w:name w:val="footnote text"/>
    <w:aliases w:val="ft"/>
    <w:basedOn w:val="a1"/>
    <w:link w:val="aff2"/>
    <w:uiPriority w:val="99"/>
    <w:semiHidden/>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Cs w:val="20"/>
      <w:lang w:val="en-GB" w:bidi="ar-SA"/>
    </w:rPr>
  </w:style>
  <w:style w:type="character" w:customStyle="1" w:styleId="aff2">
    <w:name w:val="ข้อความเชิงอรรถ อักขระ"/>
    <w:aliases w:val="ft อักขระ"/>
    <w:link w:val="aff1"/>
    <w:uiPriority w:val="99"/>
    <w:semiHidden/>
    <w:locked/>
    <w:rsid w:val="00B407C6"/>
    <w:rPr>
      <w:rFonts w:cs="Times New Roman"/>
      <w:sz w:val="18"/>
      <w:lang w:val="en-GB" w:bidi="ar-SA"/>
    </w:rPr>
  </w:style>
  <w:style w:type="paragraph" w:customStyle="1" w:styleId="Graphic">
    <w:name w:val="Graphic"/>
    <w:basedOn w:val="aff"/>
    <w:uiPriority w:val="99"/>
    <w:rsid w:val="002F1771"/>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a1"/>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2F1771"/>
    <w:pPr>
      <w:spacing w:after="0"/>
    </w:pPr>
  </w:style>
  <w:style w:type="paragraph" w:customStyle="1" w:styleId="acctdividends">
    <w:name w:val="acct dividends"/>
    <w:aliases w:val="ad"/>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2F1771"/>
    <w:pPr>
      <w:spacing w:after="0"/>
    </w:pPr>
  </w:style>
  <w:style w:type="paragraph" w:customStyle="1" w:styleId="acctindent">
    <w:name w:val="acct indent"/>
    <w:aliases w:val="ai"/>
    <w:basedOn w:val="a6"/>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notecolumn">
    <w:name w:val="acct note column"/>
    <w:aliases w:val="an"/>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a6"/>
    <w:uiPriority w:val="99"/>
    <w:rsid w:val="002F1771"/>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a6"/>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21"/>
    <w:next w:val="a1"/>
    <w:uiPriority w:val="99"/>
    <w:rsid w:val="002F1771"/>
    <w:pPr>
      <w:numPr>
        <w:ilvl w:val="1"/>
        <w:numId w:val="14"/>
      </w:numPr>
      <w:tabs>
        <w:tab w:val="clear" w:pos="227"/>
        <w:tab w:val="clear" w:pos="454"/>
        <w:tab w:val="clear" w:pos="576"/>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uiPriority w:val="99"/>
    <w:rsid w:val="002F1771"/>
    <w:pPr>
      <w:spacing w:line="260" w:lineRule="atLeast"/>
    </w:pPr>
    <w:rPr>
      <w:sz w:val="22"/>
    </w:rPr>
  </w:style>
  <w:style w:type="paragraph" w:customStyle="1" w:styleId="acctstatementsub-headingbolditalic">
    <w:name w:val="acct statement sub-heading bold italic"/>
    <w:aliases w:val="asbi"/>
    <w:basedOn w:val="a1"/>
    <w:uiPriority w:val="99"/>
    <w:rsid w:val="002F177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a1"/>
    <w:uiPriority w:val="99"/>
    <w:rsid w:val="002F177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a1"/>
    <w:uiPriority w:val="99"/>
    <w:rsid w:val="002F1771"/>
    <w:pPr>
      <w:keepLines/>
      <w:spacing w:line="240" w:lineRule="atLeast"/>
      <w:ind w:left="0" w:hanging="1134"/>
    </w:pPr>
    <w:rPr>
      <w:sz w:val="22"/>
    </w:rPr>
  </w:style>
  <w:style w:type="paragraph" w:customStyle="1" w:styleId="acctstatementsub-sub-heading">
    <w:name w:val="acct statement sub-sub-heading"/>
    <w:aliases w:val="asss"/>
    <w:basedOn w:val="block2"/>
    <w:next w:val="a1"/>
    <w:uiPriority w:val="99"/>
    <w:rsid w:val="002F1771"/>
    <w:pPr>
      <w:keepNext/>
      <w:keepLines/>
      <w:spacing w:before="130" w:after="130"/>
    </w:pPr>
    <w:rPr>
      <w:b/>
      <w:bCs/>
      <w:i/>
    </w:rPr>
  </w:style>
  <w:style w:type="paragraph" w:customStyle="1" w:styleId="block2">
    <w:name w:val="block2"/>
    <w:aliases w:val="b2"/>
    <w:basedOn w:val="block"/>
    <w:uiPriority w:val="99"/>
    <w:rsid w:val="002F1771"/>
    <w:pPr>
      <w:ind w:left="1134"/>
    </w:pPr>
  </w:style>
  <w:style w:type="paragraph" w:customStyle="1" w:styleId="acctstatementsub-sub-sub-heading">
    <w:name w:val="acct statement sub-sub-sub-heading"/>
    <w:aliases w:val="assss"/>
    <w:basedOn w:val="acctstatementsub-sub-heading"/>
    <w:uiPriority w:val="99"/>
    <w:rsid w:val="002F1771"/>
    <w:rPr>
      <w:b w:val="0"/>
    </w:rPr>
  </w:style>
  <w:style w:type="paragraph" w:customStyle="1" w:styleId="accttwofigureslongernumber">
    <w:name w:val="acct two figures longer number"/>
    <w:aliases w:val="a2+"/>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uiPriority w:val="99"/>
    <w:rsid w:val="002F1771"/>
    <w:pPr>
      <w:spacing w:after="0"/>
    </w:pPr>
  </w:style>
  <w:style w:type="paragraph" w:customStyle="1" w:styleId="block2nospaceafter">
    <w:name w:val="block2 no space after"/>
    <w:aliases w:val="b2n,block2 no sp"/>
    <w:basedOn w:val="block2"/>
    <w:uiPriority w:val="99"/>
    <w:rsid w:val="002F1771"/>
    <w:pPr>
      <w:spacing w:after="0"/>
    </w:pPr>
  </w:style>
  <w:style w:type="paragraph" w:customStyle="1" w:styleId="List1a">
    <w:name w:val="List 1a"/>
    <w:aliases w:val="1a"/>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a1"/>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aff3">
    <w:name w:val="macro"/>
    <w:link w:val="aff4"/>
    <w:uiPriority w:val="99"/>
    <w:semiHidden/>
    <w:rsid w:val="002F177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character" w:customStyle="1" w:styleId="aff4">
    <w:name w:val="ข้อความแมโคร อักขระ"/>
    <w:link w:val="aff3"/>
    <w:uiPriority w:val="99"/>
    <w:semiHidden/>
    <w:locked/>
    <w:rsid w:val="00B407C6"/>
    <w:rPr>
      <w:rFonts w:ascii="Courier New" w:hAnsi="Courier New" w:cs="Times New Roman"/>
      <w:lang w:val="en-AU" w:eastAsia="en-US" w:bidi="ar-SA"/>
    </w:rPr>
  </w:style>
  <w:style w:type="paragraph" w:customStyle="1" w:styleId="zcompanyname">
    <w:name w:val="zcompany name"/>
    <w:aliases w:val="cn"/>
    <w:basedOn w:val="a1"/>
    <w:uiPriority w:val="99"/>
    <w:rsid w:val="002F1771"/>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uiPriority w:val="99"/>
    <w:rsid w:val="002F1771"/>
  </w:style>
  <w:style w:type="paragraph" w:customStyle="1" w:styleId="zreportaddinfo">
    <w:name w:val="zreport addinfo"/>
    <w:basedOn w:val="a1"/>
    <w:uiPriority w:val="99"/>
    <w:rsid w:val="002F1771"/>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a1"/>
    <w:uiPriority w:val="99"/>
    <w:rsid w:val="002F1771"/>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a1"/>
    <w:uiPriority w:val="99"/>
    <w:rsid w:val="002F1771"/>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uiPriority w:val="99"/>
    <w:rsid w:val="002F1771"/>
    <w:pPr>
      <w:framePr w:wrap="around"/>
      <w:spacing w:line="360" w:lineRule="exact"/>
    </w:pPr>
    <w:rPr>
      <w:sz w:val="32"/>
    </w:rPr>
  </w:style>
  <w:style w:type="paragraph" w:customStyle="1" w:styleId="BodyTexthalfspaceafter">
    <w:name w:val="Body Text half space after"/>
    <w:aliases w:val="hs"/>
    <w:basedOn w:val="a6"/>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a6"/>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2F1771"/>
    <w:pPr>
      <w:spacing w:after="130"/>
    </w:pPr>
  </w:style>
  <w:style w:type="paragraph" w:customStyle="1" w:styleId="keeptogethernormal">
    <w:name w:val="keep together normal"/>
    <w:aliases w:val="ktn"/>
    <w:basedOn w:val="a1"/>
    <w:uiPriority w:val="99"/>
    <w:rsid w:val="002F177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uiPriority w:val="99"/>
    <w:rsid w:val="002F1771"/>
    <w:rPr>
      <w:b/>
      <w:bCs/>
    </w:rPr>
  </w:style>
  <w:style w:type="paragraph" w:customStyle="1" w:styleId="nineptbodytext">
    <w:name w:val="nine pt body text"/>
    <w:aliases w:val="9bt"/>
    <w:basedOn w:val="nineptnormal"/>
    <w:uiPriority w:val="99"/>
    <w:rsid w:val="002F1771"/>
    <w:pPr>
      <w:spacing w:after="220"/>
    </w:pPr>
  </w:style>
  <w:style w:type="paragraph" w:customStyle="1" w:styleId="nineptnormal">
    <w:name w:val="nine pt normal"/>
    <w:aliases w:val="9n"/>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uiPriority w:val="99"/>
    <w:rsid w:val="002F1771"/>
    <w:pPr>
      <w:jc w:val="center"/>
    </w:pPr>
  </w:style>
  <w:style w:type="paragraph" w:customStyle="1" w:styleId="heading">
    <w:name w:val="heading"/>
    <w:aliases w:val="h"/>
    <w:basedOn w:val="a6"/>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headingcentred">
    <w:name w:val="heading centred"/>
    <w:aliases w:val="hc"/>
    <w:basedOn w:val="heading"/>
    <w:uiPriority w:val="99"/>
    <w:rsid w:val="002F1771"/>
    <w:pPr>
      <w:jc w:val="center"/>
    </w:pPr>
  </w:style>
  <w:style w:type="paragraph" w:customStyle="1" w:styleId="Normalcentred">
    <w:name w:val="Normal centred"/>
    <w:aliases w:val="nc"/>
    <w:basedOn w:val="acctcolumnheadingnospaceafter"/>
    <w:uiPriority w:val="99"/>
    <w:rsid w:val="002F1771"/>
  </w:style>
  <w:style w:type="paragraph" w:customStyle="1" w:styleId="nineptheadingcentredbold">
    <w:name w:val="nine pt heading centred bold"/>
    <w:aliases w:val="9hcb"/>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b/>
      <w:bCs/>
      <w:szCs w:val="20"/>
      <w:lang w:val="en-GB" w:bidi="ar-SA"/>
    </w:rPr>
  </w:style>
  <w:style w:type="paragraph" w:customStyle="1" w:styleId="nineptheadingcentredboldwider">
    <w:name w:val="nine pt heading centred bold wider"/>
    <w:aliases w:val="9hcbw"/>
    <w:basedOn w:val="nineptheadingcentredbold"/>
    <w:uiPriority w:val="99"/>
    <w:rsid w:val="002F1771"/>
    <w:pPr>
      <w:ind w:left="-57" w:right="-57"/>
    </w:pPr>
  </w:style>
  <w:style w:type="paragraph" w:customStyle="1" w:styleId="nineptnormalheadinghalfspace">
    <w:name w:val="nine pt normal heading half space"/>
    <w:aliases w:val="9nhhs"/>
    <w:basedOn w:val="nineptnormalheading"/>
    <w:uiPriority w:val="99"/>
    <w:rsid w:val="002F1771"/>
    <w:pPr>
      <w:spacing w:after="80"/>
    </w:pPr>
  </w:style>
  <w:style w:type="paragraph" w:customStyle="1" w:styleId="nineptnormalheading">
    <w:name w:val="nine pt normal heading"/>
    <w:aliases w:val="9nh"/>
    <w:basedOn w:val="nineptnormal"/>
    <w:uiPriority w:val="99"/>
    <w:rsid w:val="002F1771"/>
    <w:rPr>
      <w:b/>
    </w:rPr>
  </w:style>
  <w:style w:type="paragraph" w:customStyle="1" w:styleId="nineptcolumntab1">
    <w:name w:val="nine pt column tab1"/>
    <w:aliases w:val="a91"/>
    <w:basedOn w:val="nineptnormal"/>
    <w:uiPriority w:val="99"/>
    <w:rsid w:val="002F1771"/>
    <w:pPr>
      <w:tabs>
        <w:tab w:val="decimal" w:pos="737"/>
      </w:tabs>
    </w:pPr>
  </w:style>
  <w:style w:type="paragraph" w:customStyle="1" w:styleId="nineptnormalitalicheading">
    <w:name w:val="nine pt normal italic heading"/>
    <w:aliases w:val="9nith"/>
    <w:basedOn w:val="nineptnormalheading"/>
    <w:uiPriority w:val="99"/>
    <w:rsid w:val="002F1771"/>
    <w:rPr>
      <w:i/>
      <w:iCs/>
    </w:rPr>
  </w:style>
  <w:style w:type="paragraph" w:customStyle="1" w:styleId="Normalheadingcentred">
    <w:name w:val="Normal heading centred"/>
    <w:aliases w:val="nhc"/>
    <w:basedOn w:val="Normalheading"/>
    <w:uiPriority w:val="99"/>
    <w:rsid w:val="002F1771"/>
    <w:pPr>
      <w:jc w:val="center"/>
    </w:pPr>
  </w:style>
  <w:style w:type="paragraph" w:customStyle="1" w:styleId="Normalheading">
    <w:name w:val="Normal heading"/>
    <w:aliases w:val="nh"/>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a0"/>
    <w:uiPriority w:val="99"/>
    <w:rsid w:val="002F1771"/>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20"/>
    <w:uiPriority w:val="99"/>
    <w:rsid w:val="002F1771"/>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20"/>
    <w:uiPriority w:val="99"/>
    <w:rsid w:val="002F1771"/>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uiPriority w:val="99"/>
    <w:rsid w:val="002F1771"/>
    <w:pPr>
      <w:spacing w:after="130"/>
    </w:pPr>
  </w:style>
  <w:style w:type="paragraph" w:customStyle="1" w:styleId="BodyTextIndentitalic">
    <w:name w:val="Body Text Indent italic"/>
    <w:aliases w:val="iital"/>
    <w:basedOn w:val="af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af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a6"/>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a6"/>
    <w:uiPriority w:val="99"/>
    <w:rsid w:val="002F1771"/>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a6"/>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i/>
      <w:iCs/>
      <w:sz w:val="22"/>
      <w:szCs w:val="20"/>
      <w:lang w:val="en-GB" w:bidi="ar-SA"/>
    </w:rPr>
  </w:style>
  <w:style w:type="paragraph" w:customStyle="1" w:styleId="BodyTextIndentnosp">
    <w:name w:val="Body Text Indent no sp"/>
    <w:aliases w:val="in,indent no space after"/>
    <w:basedOn w:val="af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2F1771"/>
    <w:pPr>
      <w:spacing w:after="0"/>
    </w:pPr>
  </w:style>
  <w:style w:type="paragraph" w:customStyle="1" w:styleId="acctnotecolumndecimal">
    <w:name w:val="acct note column decimal"/>
    <w:aliases w:val="and"/>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2F1771"/>
    <w:pPr>
      <w:tabs>
        <w:tab w:val="num" w:pos="284"/>
      </w:tabs>
      <w:spacing w:after="180"/>
      <w:ind w:left="284" w:hanging="284"/>
    </w:pPr>
  </w:style>
  <w:style w:type="paragraph" w:customStyle="1" w:styleId="nineptnormalbullet">
    <w:name w:val="nine pt normal bullet"/>
    <w:aliases w:val="9nb"/>
    <w:basedOn w:val="nineptnormal"/>
    <w:uiPriority w:val="99"/>
    <w:rsid w:val="002F1771"/>
    <w:pPr>
      <w:tabs>
        <w:tab w:val="num" w:pos="284"/>
      </w:tabs>
      <w:ind w:left="284" w:hanging="284"/>
    </w:pPr>
  </w:style>
  <w:style w:type="paragraph" w:customStyle="1" w:styleId="ninepttabletextblockbullet">
    <w:name w:val="nine pt table text block bullet"/>
    <w:aliases w:val="9ttbb"/>
    <w:basedOn w:val="ninepttabletextblock"/>
    <w:uiPriority w:val="99"/>
    <w:rsid w:val="002F1771"/>
    <w:pPr>
      <w:tabs>
        <w:tab w:val="num" w:pos="652"/>
      </w:tabs>
      <w:ind w:left="652" w:hanging="227"/>
    </w:pPr>
  </w:style>
  <w:style w:type="paragraph" w:customStyle="1" w:styleId="ninepttabletextblock">
    <w:name w:val="nine pt table text block"/>
    <w:aliases w:val="9ttbk"/>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block2bullet">
    <w:name w:val="block2bullet"/>
    <w:aliases w:val="b2b"/>
    <w:basedOn w:val="block2"/>
    <w:uiPriority w:val="99"/>
    <w:rsid w:val="002F1771"/>
    <w:pPr>
      <w:tabs>
        <w:tab w:val="num" w:pos="1474"/>
      </w:tabs>
      <w:ind w:left="1474" w:hanging="340"/>
    </w:pPr>
  </w:style>
  <w:style w:type="paragraph" w:customStyle="1" w:styleId="tabletextheading">
    <w:name w:val="table text heading"/>
    <w:aliases w:val="tth"/>
    <w:basedOn w:val="tabletext"/>
    <w:uiPriority w:val="99"/>
    <w:rsid w:val="002F1771"/>
    <w:rPr>
      <w:b/>
      <w:bCs/>
    </w:rPr>
  </w:style>
  <w:style w:type="paragraph" w:customStyle="1" w:styleId="acctfourfiguresyears">
    <w:name w:val="acct four figures years"/>
    <w:aliases w:val="a4y"/>
    <w:basedOn w:val="a1"/>
    <w:uiPriority w:val="99"/>
    <w:rsid w:val="002F1771"/>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uiPriority w:val="99"/>
    <w:rsid w:val="002F1771"/>
    <w:pPr>
      <w:ind w:left="1134" w:hanging="567"/>
    </w:pPr>
  </w:style>
  <w:style w:type="paragraph" w:customStyle="1" w:styleId="blocklist2">
    <w:name w:val="block list2"/>
    <w:aliases w:val="blist2"/>
    <w:basedOn w:val="blocklist"/>
    <w:uiPriority w:val="99"/>
    <w:rsid w:val="002F1771"/>
    <w:pPr>
      <w:ind w:left="1701"/>
    </w:pPr>
  </w:style>
  <w:style w:type="paragraph" w:customStyle="1" w:styleId="acctfourfigureslongernumber">
    <w:name w:val="acct four figures longer number"/>
    <w:aliases w:val="a4+"/>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uiPriority w:val="99"/>
    <w:rsid w:val="002F1771"/>
    <w:pPr>
      <w:keepNext/>
      <w:keepLines/>
      <w:spacing w:before="70"/>
    </w:pPr>
    <w:rPr>
      <w:b/>
    </w:rPr>
  </w:style>
  <w:style w:type="paragraph" w:customStyle="1" w:styleId="blockheadingitalicnosp">
    <w:name w:val="block heading italic no sp"/>
    <w:aliases w:val="bhin"/>
    <w:basedOn w:val="blockheadingitalic"/>
    <w:uiPriority w:val="99"/>
    <w:rsid w:val="002F1771"/>
    <w:pPr>
      <w:spacing w:after="0"/>
    </w:pPr>
  </w:style>
  <w:style w:type="paragraph" w:customStyle="1" w:styleId="blockheadingitalic">
    <w:name w:val="block heading italic"/>
    <w:aliases w:val="bhi"/>
    <w:basedOn w:val="blockheadingitalicbold"/>
    <w:uiPriority w:val="99"/>
    <w:rsid w:val="002F1771"/>
    <w:rPr>
      <w:b w:val="0"/>
    </w:rPr>
  </w:style>
  <w:style w:type="paragraph" w:customStyle="1" w:styleId="blockheadingitalicbold">
    <w:name w:val="block heading italic bold"/>
    <w:aliases w:val="bhib"/>
    <w:basedOn w:val="blockheading"/>
    <w:uiPriority w:val="99"/>
    <w:rsid w:val="002F1771"/>
    <w:rPr>
      <w:i/>
    </w:rPr>
  </w:style>
  <w:style w:type="paragraph" w:customStyle="1" w:styleId="blockheadingnosp">
    <w:name w:val="block heading no sp"/>
    <w:aliases w:val="bhn,block heading no space after"/>
    <w:basedOn w:val="blockheading"/>
    <w:uiPriority w:val="99"/>
    <w:rsid w:val="002F1771"/>
    <w:pPr>
      <w:spacing w:after="0"/>
    </w:pPr>
  </w:style>
  <w:style w:type="paragraph" w:customStyle="1" w:styleId="smallreturn">
    <w:name w:val="small return"/>
    <w:aliases w:val="sr"/>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2F1771"/>
    <w:pPr>
      <w:spacing w:after="0"/>
    </w:pPr>
  </w:style>
  <w:style w:type="paragraph" w:customStyle="1" w:styleId="headingbolditalic">
    <w:name w:val="heading bold italic"/>
    <w:aliases w:val="hbi"/>
    <w:basedOn w:val="heading"/>
    <w:uiPriority w:val="99"/>
    <w:rsid w:val="002F1771"/>
    <w:rPr>
      <w:i/>
    </w:rPr>
  </w:style>
  <w:style w:type="paragraph" w:customStyle="1" w:styleId="acctstatementheadingashorter">
    <w:name w:val="acct statement heading (a) shorter"/>
    <w:aliases w:val="asas"/>
    <w:basedOn w:val="a1"/>
    <w:uiPriority w:val="99"/>
    <w:rsid w:val="002F1771"/>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a1"/>
    <w:uiPriority w:val="99"/>
    <w:rsid w:val="002F1771"/>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uiPriority w:val="99"/>
    <w:rsid w:val="002F1771"/>
    <w:pPr>
      <w:tabs>
        <w:tab w:val="left" w:pos="851"/>
        <w:tab w:val="left" w:pos="1134"/>
      </w:tabs>
    </w:pPr>
  </w:style>
  <w:style w:type="paragraph" w:customStyle="1" w:styleId="acctindenttabsnospaceafter">
    <w:name w:val="acct indent+tabs no space after"/>
    <w:aliases w:val="aitn"/>
    <w:basedOn w:val="acctindenttabs"/>
    <w:uiPriority w:val="99"/>
    <w:rsid w:val="002F1771"/>
    <w:pPr>
      <w:numPr>
        <w:numId w:val="18"/>
      </w:numPr>
      <w:tabs>
        <w:tab w:val="clear" w:pos="340"/>
      </w:tabs>
      <w:spacing w:after="0"/>
      <w:ind w:left="284" w:firstLine="0"/>
    </w:pPr>
  </w:style>
  <w:style w:type="paragraph" w:customStyle="1" w:styleId="blockbullet">
    <w:name w:val="block bullet"/>
    <w:aliases w:val="bb"/>
    <w:basedOn w:val="block"/>
    <w:uiPriority w:val="99"/>
    <w:rsid w:val="002F1771"/>
    <w:pPr>
      <w:numPr>
        <w:numId w:val="16"/>
      </w:numPr>
      <w:tabs>
        <w:tab w:val="num" w:pos="907"/>
      </w:tabs>
      <w:ind w:left="907"/>
    </w:pPr>
  </w:style>
  <w:style w:type="paragraph" w:customStyle="1" w:styleId="acctfourfigureslongernumber3">
    <w:name w:val="acct four figures longer number3"/>
    <w:aliases w:val="a4+3"/>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uiPriority w:val="99"/>
    <w:rsid w:val="002F1771"/>
    <w:rPr>
      <w:b w:val="0"/>
      <w:bCs/>
      <w:iCs/>
    </w:rPr>
  </w:style>
  <w:style w:type="paragraph" w:customStyle="1" w:styleId="blocklistnospaceafter">
    <w:name w:val="block list no space after"/>
    <w:aliases w:val="blistn"/>
    <w:basedOn w:val="blocklist"/>
    <w:uiPriority w:val="99"/>
    <w:rsid w:val="002F1771"/>
    <w:pPr>
      <w:spacing w:after="0"/>
    </w:pPr>
  </w:style>
  <w:style w:type="paragraph" w:customStyle="1" w:styleId="eightptnormal">
    <w:name w:val="eight pt normal"/>
    <w:aliases w:val="8n"/>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2F1771"/>
    <w:pPr>
      <w:jc w:val="center"/>
    </w:pPr>
  </w:style>
  <w:style w:type="paragraph" w:customStyle="1" w:styleId="eightptnormalheadingcentred">
    <w:name w:val="eight pt normal heading centred"/>
    <w:aliases w:val="8nhc"/>
    <w:basedOn w:val="eightptnormalheading"/>
    <w:uiPriority w:val="99"/>
    <w:rsid w:val="002F1771"/>
    <w:pPr>
      <w:jc w:val="center"/>
    </w:pPr>
    <w:rPr>
      <w:bCs w:val="0"/>
    </w:rPr>
  </w:style>
  <w:style w:type="paragraph" w:customStyle="1" w:styleId="eightptnormalheading">
    <w:name w:val="eight pt normal heading"/>
    <w:aliases w:val="8nh"/>
    <w:basedOn w:val="eightptnormal"/>
    <w:uiPriority w:val="99"/>
    <w:rsid w:val="002F1771"/>
    <w:rPr>
      <w:b/>
      <w:bCs/>
    </w:rPr>
  </w:style>
  <w:style w:type="paragraph" w:customStyle="1" w:styleId="eightptbodytextheading">
    <w:name w:val="eight pt body text heading"/>
    <w:aliases w:val="8h"/>
    <w:basedOn w:val="eightptbodytext"/>
    <w:uiPriority w:val="99"/>
    <w:rsid w:val="002F1771"/>
    <w:rPr>
      <w:b/>
      <w:bCs/>
    </w:rPr>
  </w:style>
  <w:style w:type="paragraph" w:customStyle="1" w:styleId="eightptbodytext">
    <w:name w:val="eight pt body text"/>
    <w:aliases w:val="8bt"/>
    <w:basedOn w:val="eightptnormal"/>
    <w:uiPriority w:val="99"/>
    <w:rsid w:val="002F1771"/>
    <w:pPr>
      <w:spacing w:after="200"/>
    </w:pPr>
  </w:style>
  <w:style w:type="paragraph" w:customStyle="1" w:styleId="eightptcolumntabs">
    <w:name w:val="eight pt column tabs"/>
    <w:aliases w:val="a8"/>
    <w:basedOn w:val="eightptnormal"/>
    <w:uiPriority w:val="99"/>
    <w:rsid w:val="002F1771"/>
    <w:pPr>
      <w:tabs>
        <w:tab w:val="decimal" w:pos="482"/>
      </w:tabs>
      <w:ind w:left="-57" w:right="-57"/>
    </w:pPr>
  </w:style>
  <w:style w:type="paragraph" w:customStyle="1" w:styleId="eightpthalfspaceafter">
    <w:name w:val="eight pt half space after"/>
    <w:aliases w:val="8hs"/>
    <w:basedOn w:val="eightptnormal"/>
    <w:uiPriority w:val="99"/>
    <w:rsid w:val="002F1771"/>
    <w:pPr>
      <w:spacing w:after="100"/>
    </w:pPr>
  </w:style>
  <w:style w:type="paragraph" w:customStyle="1" w:styleId="eightptcolumnheadingspace">
    <w:name w:val="eight pt column heading+space"/>
    <w:aliases w:val="8chs"/>
    <w:basedOn w:val="eightptcolumnheading"/>
    <w:uiPriority w:val="99"/>
    <w:rsid w:val="002F1771"/>
    <w:pPr>
      <w:spacing w:after="200"/>
    </w:pPr>
  </w:style>
  <w:style w:type="paragraph" w:customStyle="1" w:styleId="eightptblocknosp">
    <w:name w:val="eight pt block no sp"/>
    <w:aliases w:val="8bn"/>
    <w:basedOn w:val="eightptblock"/>
    <w:uiPriority w:val="99"/>
    <w:rsid w:val="002F1771"/>
    <w:pPr>
      <w:spacing w:after="0"/>
    </w:pPr>
  </w:style>
  <w:style w:type="paragraph" w:customStyle="1" w:styleId="eightptblock">
    <w:name w:val="eight pt block"/>
    <w:aliases w:val="8b"/>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2F1771"/>
    <w:pPr>
      <w:spacing w:before="80" w:after="80"/>
    </w:pPr>
  </w:style>
  <w:style w:type="paragraph" w:customStyle="1" w:styleId="eightptcolumntabs2">
    <w:name w:val="eight pt column tabs2"/>
    <w:aliases w:val="a82"/>
    <w:basedOn w:val="eightptnormal"/>
    <w:uiPriority w:val="99"/>
    <w:rsid w:val="002F1771"/>
    <w:pPr>
      <w:tabs>
        <w:tab w:val="decimal" w:pos="539"/>
      </w:tabs>
      <w:ind w:left="-57" w:right="-57"/>
    </w:pPr>
  </w:style>
  <w:style w:type="paragraph" w:customStyle="1" w:styleId="acctstatementheadingshorter2">
    <w:name w:val="acct statement heading shorter2"/>
    <w:aliases w:val="as-2"/>
    <w:basedOn w:val="acctstatementheading"/>
    <w:uiPriority w:val="99"/>
    <w:rsid w:val="002F1771"/>
    <w:pPr>
      <w:ind w:right="5103"/>
    </w:pPr>
  </w:style>
  <w:style w:type="paragraph" w:customStyle="1" w:styleId="accttwofigureslongernumber2">
    <w:name w:val="acct two figures longer number2"/>
    <w:aliases w:val="a2+2"/>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2F1771"/>
    <w:pPr>
      <w:spacing w:after="0"/>
    </w:pPr>
  </w:style>
  <w:style w:type="paragraph" w:customStyle="1" w:styleId="blockindent">
    <w:name w:val="block indent"/>
    <w:aliases w:val="bi"/>
    <w:basedOn w:val="block"/>
    <w:uiPriority w:val="99"/>
    <w:rsid w:val="002F1771"/>
    <w:pPr>
      <w:ind w:left="737" w:hanging="170"/>
    </w:pPr>
  </w:style>
  <w:style w:type="paragraph" w:customStyle="1" w:styleId="nineptnormalcentred">
    <w:name w:val="nine pt normal centred"/>
    <w:aliases w:val="9nc"/>
    <w:basedOn w:val="nineptnormal"/>
    <w:uiPriority w:val="99"/>
    <w:rsid w:val="002F1771"/>
    <w:pPr>
      <w:jc w:val="center"/>
    </w:pPr>
  </w:style>
  <w:style w:type="paragraph" w:customStyle="1" w:styleId="nineptcol">
    <w:name w:val="nine pt %col"/>
    <w:aliases w:val="9%"/>
    <w:basedOn w:val="nineptnormal"/>
    <w:uiPriority w:val="99"/>
    <w:rsid w:val="002F1771"/>
    <w:pPr>
      <w:tabs>
        <w:tab w:val="decimal" w:pos="340"/>
      </w:tabs>
    </w:pPr>
  </w:style>
  <w:style w:type="paragraph" w:customStyle="1" w:styleId="nineptcolumntab">
    <w:name w:val="nine pt column tab"/>
    <w:aliases w:val="a9,nine pt column tabs"/>
    <w:basedOn w:val="nineptnormal"/>
    <w:uiPriority w:val="99"/>
    <w:rsid w:val="002F1771"/>
    <w:pPr>
      <w:tabs>
        <w:tab w:val="decimal" w:pos="624"/>
      </w:tabs>
      <w:spacing w:line="200" w:lineRule="atLeast"/>
    </w:pPr>
  </w:style>
  <w:style w:type="paragraph" w:customStyle="1" w:styleId="nineptnormalitalic">
    <w:name w:val="nine pt normal italic"/>
    <w:aliases w:val="9nit"/>
    <w:basedOn w:val="nineptnormal"/>
    <w:uiPriority w:val="99"/>
    <w:rsid w:val="002F1771"/>
    <w:rPr>
      <w:i/>
      <w:iCs/>
    </w:rPr>
  </w:style>
  <w:style w:type="paragraph" w:customStyle="1" w:styleId="nineptblocklistnospaceafter">
    <w:name w:val="nine pt block list no space after"/>
    <w:aliases w:val="9bln"/>
    <w:basedOn w:val="nineptblocklist"/>
    <w:uiPriority w:val="99"/>
    <w:rsid w:val="002F1771"/>
    <w:pPr>
      <w:spacing w:after="0"/>
    </w:pPr>
  </w:style>
  <w:style w:type="paragraph" w:customStyle="1" w:styleId="nineptblocklist">
    <w:name w:val="nine pt block list"/>
    <w:aliases w:val="9bl"/>
    <w:basedOn w:val="nineptblock"/>
    <w:uiPriority w:val="99"/>
    <w:rsid w:val="002F1771"/>
    <w:pPr>
      <w:ind w:left="992" w:hanging="425"/>
    </w:pPr>
  </w:style>
  <w:style w:type="paragraph" w:customStyle="1" w:styleId="nineptblock">
    <w:name w:val="nine pt block"/>
    <w:aliases w:val="9b"/>
    <w:basedOn w:val="nineptnormal"/>
    <w:uiPriority w:val="99"/>
    <w:rsid w:val="002F1771"/>
    <w:pPr>
      <w:spacing w:after="220"/>
      <w:ind w:left="567"/>
    </w:pPr>
  </w:style>
  <w:style w:type="paragraph" w:customStyle="1" w:styleId="acctfourfiguresshorternumber2">
    <w:name w:val="acct four figures shorter number2"/>
    <w:aliases w:val="a4-2"/>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2F1771"/>
    <w:pPr>
      <w:jc w:val="center"/>
    </w:pPr>
  </w:style>
  <w:style w:type="paragraph" w:customStyle="1" w:styleId="nineptheadingcentredspace">
    <w:name w:val="nine pt heading centred + space"/>
    <w:aliases w:val="9hcs"/>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uiPriority w:val="99"/>
    <w:rsid w:val="002F1771"/>
    <w:pPr>
      <w:tabs>
        <w:tab w:val="decimal" w:pos="227"/>
      </w:tabs>
    </w:pPr>
  </w:style>
  <w:style w:type="paragraph" w:customStyle="1" w:styleId="nineptcolumntab2">
    <w:name w:val="nine pt column tab2"/>
    <w:aliases w:val="a92,nine pt column tabs2"/>
    <w:basedOn w:val="nineptnormal"/>
    <w:uiPriority w:val="99"/>
    <w:rsid w:val="002F1771"/>
    <w:pPr>
      <w:tabs>
        <w:tab w:val="decimal" w:pos="510"/>
      </w:tabs>
    </w:pPr>
  </w:style>
  <w:style w:type="paragraph" w:customStyle="1" w:styleId="nineptonepointafter">
    <w:name w:val="nine pt one point after"/>
    <w:aliases w:val="9n1"/>
    <w:basedOn w:val="nineptnormal"/>
    <w:uiPriority w:val="99"/>
    <w:rsid w:val="002F1771"/>
    <w:pPr>
      <w:spacing w:after="20"/>
    </w:pPr>
  </w:style>
  <w:style w:type="paragraph" w:customStyle="1" w:styleId="nineptblockind">
    <w:name w:val="nine pt block *ind"/>
    <w:aliases w:val="9b*ind"/>
    <w:basedOn w:val="nineptblock"/>
    <w:uiPriority w:val="99"/>
    <w:rsid w:val="002F1771"/>
    <w:pPr>
      <w:ind w:left="851" w:hanging="284"/>
    </w:pPr>
  </w:style>
  <w:style w:type="paragraph" w:customStyle="1" w:styleId="headingonepointafter">
    <w:name w:val="heading one point after"/>
    <w:aliases w:val="h1p"/>
    <w:basedOn w:val="heading"/>
    <w:uiPriority w:val="99"/>
    <w:rsid w:val="002F1771"/>
    <w:pPr>
      <w:spacing w:after="20"/>
    </w:pPr>
  </w:style>
  <w:style w:type="paragraph" w:customStyle="1" w:styleId="blockbulletnospaceafter">
    <w:name w:val="block bullet no space after"/>
    <w:aliases w:val="bbn,block bullet no sp"/>
    <w:basedOn w:val="blockbullet"/>
    <w:uiPriority w:val="99"/>
    <w:rsid w:val="002F1771"/>
    <w:pPr>
      <w:spacing w:after="0"/>
    </w:pPr>
  </w:style>
  <w:style w:type="paragraph" w:customStyle="1" w:styleId="acctstatementheadingaitalicbold">
    <w:name w:val="acct statement heading (a) italic bold"/>
    <w:aliases w:val="asaib"/>
    <w:basedOn w:val="acctstatementheadinga"/>
    <w:uiPriority w:val="99"/>
    <w:rsid w:val="002F1771"/>
    <w:pPr>
      <w:spacing w:before="0" w:after="260"/>
    </w:pPr>
    <w:rPr>
      <w:i/>
    </w:rPr>
  </w:style>
  <w:style w:type="paragraph" w:customStyle="1" w:styleId="nineptblocknosp">
    <w:name w:val="nine pt block no sp"/>
    <w:aliases w:val="9bn"/>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uiPriority w:val="99"/>
    <w:rsid w:val="002F1771"/>
    <w:rPr>
      <w:i/>
      <w:iCs/>
    </w:rPr>
  </w:style>
  <w:style w:type="paragraph" w:customStyle="1" w:styleId="nineptnormalhalfspace">
    <w:name w:val="nine pt normal half space"/>
    <w:aliases w:val="9nhs"/>
    <w:basedOn w:val="nineptnormal"/>
    <w:uiPriority w:val="99"/>
    <w:rsid w:val="002F1771"/>
    <w:pPr>
      <w:spacing w:after="80"/>
    </w:pPr>
  </w:style>
  <w:style w:type="paragraph" w:customStyle="1" w:styleId="nineptratecol">
    <w:name w:val="nine pt rate col"/>
    <w:aliases w:val="a9r"/>
    <w:basedOn w:val="nineptnormal"/>
    <w:uiPriority w:val="99"/>
    <w:rsid w:val="002F1771"/>
    <w:pPr>
      <w:tabs>
        <w:tab w:val="decimal" w:pos="397"/>
      </w:tabs>
    </w:pPr>
  </w:style>
  <w:style w:type="paragraph" w:customStyle="1" w:styleId="nineptblockitalics">
    <w:name w:val="nine pt block italics"/>
    <w:aliases w:val="9bit"/>
    <w:basedOn w:val="nineptblock"/>
    <w:uiPriority w:val="99"/>
    <w:rsid w:val="002F1771"/>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2F1771"/>
    <w:pPr>
      <w:spacing w:after="80"/>
    </w:pPr>
  </w:style>
  <w:style w:type="paragraph" w:customStyle="1" w:styleId="nineptbodytextheading">
    <w:name w:val="nine pt body text heading"/>
    <w:aliases w:val="9bth"/>
    <w:basedOn w:val="a9"/>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szCs w:val="20"/>
      <w:lang w:val="en-GB" w:bidi="ar-SA"/>
    </w:rPr>
  </w:style>
  <w:style w:type="paragraph" w:customStyle="1" w:styleId="nineptbodytextheadingcentred">
    <w:name w:val="nine pt body text heading centred"/>
    <w:aliases w:val="9bthc"/>
    <w:basedOn w:val="nineptbodytextheading"/>
    <w:uiPriority w:val="99"/>
    <w:rsid w:val="002F1771"/>
    <w:pPr>
      <w:jc w:val="center"/>
    </w:pPr>
  </w:style>
  <w:style w:type="paragraph" w:customStyle="1" w:styleId="nineptnormalheadingcentredwider">
    <w:name w:val="nine pt normal heading centred wider"/>
    <w:aliases w:val="9nhcw"/>
    <w:basedOn w:val="nineptnormalheadingcentred"/>
    <w:uiPriority w:val="99"/>
    <w:rsid w:val="002F1771"/>
    <w:pPr>
      <w:ind w:left="-85" w:right="-85"/>
    </w:pPr>
  </w:style>
  <w:style w:type="paragraph" w:customStyle="1" w:styleId="nineptcolumntabs5">
    <w:name w:val="nine pt column tabs5"/>
    <w:aliases w:val="a95,nine pt column tab5"/>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uiPriority w:val="99"/>
    <w:rsid w:val="002F1771"/>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2F1771"/>
    <w:pPr>
      <w:ind w:left="-85" w:right="-85"/>
    </w:pPr>
  </w:style>
  <w:style w:type="paragraph" w:customStyle="1" w:styleId="nineptcolumntabdecimal2">
    <w:name w:val="nine pt column tab decimal2"/>
    <w:aliases w:val="a9d2,nine pt column tabs decimal2"/>
    <w:basedOn w:val="nineptnormal"/>
    <w:uiPriority w:val="99"/>
    <w:rsid w:val="002F1771"/>
    <w:pPr>
      <w:tabs>
        <w:tab w:val="decimal" w:pos="284"/>
      </w:tabs>
    </w:pPr>
  </w:style>
  <w:style w:type="paragraph" w:customStyle="1" w:styleId="nineptcolumntab4">
    <w:name w:val="nine pt column tab4"/>
    <w:aliases w:val="a94,nine pt column tabs4"/>
    <w:basedOn w:val="nineptnormal"/>
    <w:uiPriority w:val="99"/>
    <w:rsid w:val="002F1771"/>
    <w:pPr>
      <w:tabs>
        <w:tab w:val="decimal" w:pos="680"/>
      </w:tabs>
    </w:pPr>
  </w:style>
  <w:style w:type="paragraph" w:customStyle="1" w:styleId="nineptcolumntab3">
    <w:name w:val="nine pt column tab3"/>
    <w:aliases w:val="a93,nine pt column tabs3"/>
    <w:basedOn w:val="nineptnormal"/>
    <w:uiPriority w:val="99"/>
    <w:rsid w:val="002F1771"/>
    <w:pPr>
      <w:tabs>
        <w:tab w:val="decimal" w:pos="567"/>
      </w:tabs>
    </w:pPr>
  </w:style>
  <w:style w:type="paragraph" w:customStyle="1" w:styleId="nineptindent">
    <w:name w:val="nine pt indent"/>
    <w:aliases w:val="9i"/>
    <w:basedOn w:val="nineptnormal"/>
    <w:uiPriority w:val="99"/>
    <w:rsid w:val="002F1771"/>
    <w:pPr>
      <w:ind w:left="425" w:hanging="425"/>
    </w:pPr>
  </w:style>
  <w:style w:type="paragraph" w:customStyle="1" w:styleId="blockind">
    <w:name w:val="block *ind"/>
    <w:aliases w:val="b*,block star ind"/>
    <w:basedOn w:val="block"/>
    <w:uiPriority w:val="99"/>
    <w:rsid w:val="002F1771"/>
    <w:pPr>
      <w:ind w:left="907" w:hanging="340"/>
    </w:pPr>
  </w:style>
  <w:style w:type="paragraph" w:customStyle="1" w:styleId="List3i">
    <w:name w:val="List 3i"/>
    <w:aliases w:val="3i"/>
    <w:basedOn w:val="List2i"/>
    <w:uiPriority w:val="99"/>
    <w:rsid w:val="002F1771"/>
    <w:pPr>
      <w:ind w:left="1701"/>
    </w:pPr>
  </w:style>
  <w:style w:type="paragraph" w:customStyle="1" w:styleId="acctindentonepointafter">
    <w:name w:val="acct indent one point after"/>
    <w:aliases w:val="ai1p"/>
    <w:basedOn w:val="acctindent"/>
    <w:uiPriority w:val="99"/>
    <w:rsid w:val="002F1771"/>
    <w:pPr>
      <w:spacing w:after="20"/>
    </w:pPr>
  </w:style>
  <w:style w:type="paragraph" w:customStyle="1" w:styleId="eightptnormalheadingitalic">
    <w:name w:val="eight pt normal heading italic"/>
    <w:aliases w:val="8nhbi"/>
    <w:basedOn w:val="eightptnormalheading"/>
    <w:uiPriority w:val="99"/>
    <w:rsid w:val="002F1771"/>
    <w:rPr>
      <w:i/>
      <w:iCs/>
    </w:rPr>
  </w:style>
  <w:style w:type="paragraph" w:customStyle="1" w:styleId="eightptcolumntabs3">
    <w:name w:val="eight pt column tabs3"/>
    <w:aliases w:val="a83"/>
    <w:basedOn w:val="eightptnormal"/>
    <w:uiPriority w:val="99"/>
    <w:rsid w:val="002F1771"/>
    <w:pPr>
      <w:tabs>
        <w:tab w:val="decimal" w:pos="794"/>
      </w:tabs>
    </w:pPr>
  </w:style>
  <w:style w:type="paragraph" w:customStyle="1" w:styleId="eightptbodytextheadingmiddleline">
    <w:name w:val="eight pt body text heading middle line"/>
    <w:aliases w:val="8hml"/>
    <w:basedOn w:val="eightptbodytextheading"/>
    <w:uiPriority w:val="99"/>
    <w:rsid w:val="002F1771"/>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2F1771"/>
    <w:pPr>
      <w:jc w:val="center"/>
    </w:pPr>
  </w:style>
  <w:style w:type="paragraph" w:customStyle="1" w:styleId="eightpt4ptspacebefore">
    <w:name w:val="eight pt 4pt space before"/>
    <w:aliases w:val="8n4sp"/>
    <w:basedOn w:val="eightptnormal"/>
    <w:uiPriority w:val="99"/>
    <w:rsid w:val="002F1771"/>
    <w:pPr>
      <w:spacing w:before="80"/>
    </w:pPr>
  </w:style>
  <w:style w:type="paragraph" w:customStyle="1" w:styleId="eightpt4ptspaceafter">
    <w:name w:val="eight pt 4 pt space after"/>
    <w:aliases w:val="8n4sa"/>
    <w:basedOn w:val="eightptnormal"/>
    <w:uiPriority w:val="99"/>
    <w:rsid w:val="002F1771"/>
    <w:pPr>
      <w:spacing w:after="80"/>
    </w:pPr>
  </w:style>
  <w:style w:type="paragraph" w:customStyle="1" w:styleId="blockbullet2">
    <w:name w:val="block bullet 2"/>
    <w:aliases w:val="bb2"/>
    <w:basedOn w:val="a6"/>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2F1771"/>
    <w:pPr>
      <w:jc w:val="center"/>
    </w:pPr>
  </w:style>
  <w:style w:type="paragraph" w:customStyle="1" w:styleId="acctfourfigureslongernumber2">
    <w:name w:val="acct four figures longer number2"/>
    <w:aliases w:val="a4+2"/>
    <w:basedOn w:val="a1"/>
    <w:uiPriority w:val="99"/>
    <w:rsid w:val="002F1771"/>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a6"/>
    <w:next w:val="a6"/>
    <w:link w:val="AccPolicysubheadChar"/>
    <w:autoRedefine/>
    <w:rsid w:val="00EB0B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4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EB0B13"/>
    <w:rPr>
      <w:rFonts w:cs="Times New Roman"/>
      <w:bCs/>
      <w:i/>
      <w:iCs/>
      <w:sz w:val="22"/>
      <w:szCs w:val="22"/>
      <w:lang w:eastAsia="en-GB"/>
    </w:rPr>
  </w:style>
  <w:style w:type="paragraph" w:customStyle="1" w:styleId="BodyTextbullet">
    <w:name w:val="Body Text bullet"/>
    <w:basedOn w:val="a6"/>
    <w:next w:val="a6"/>
    <w:autoRedefine/>
    <w:uiPriority w:val="99"/>
    <w:rsid w:val="002F1771"/>
    <w:pPr>
      <w:numPr>
        <w:numId w:val="17"/>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cs="Times New Roman"/>
      <w:bCs/>
      <w:sz w:val="22"/>
      <w:szCs w:val="22"/>
      <w:lang w:eastAsia="en-GB"/>
    </w:rPr>
  </w:style>
  <w:style w:type="paragraph" w:customStyle="1" w:styleId="AccNoteHeading">
    <w:name w:val="Acc Note Heading"/>
    <w:basedOn w:val="a6"/>
    <w:autoRedefine/>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cs="Times New Roman"/>
      <w:b/>
      <w:bCs/>
      <w:sz w:val="24"/>
      <w:szCs w:val="22"/>
      <w:lang w:eastAsia="en-GB"/>
    </w:rPr>
  </w:style>
  <w:style w:type="paragraph" w:customStyle="1" w:styleId="AccPolicyalternative">
    <w:name w:val="Acc Policy alternative"/>
    <w:basedOn w:val="AccPolicysubhead"/>
    <w:link w:val="AccPolicyalternativeChar"/>
    <w:autoRedefine/>
    <w:rsid w:val="000E5D58"/>
    <w:pPr>
      <w:spacing w:after="0" w:line="240" w:lineRule="auto"/>
      <w:ind w:left="1138"/>
    </w:pPr>
    <w:rPr>
      <w:rFonts w:ascii="Angsana New" w:hAnsi="Angsana New"/>
      <w:sz w:val="24"/>
      <w:szCs w:val="36"/>
    </w:rPr>
  </w:style>
  <w:style w:type="character" w:customStyle="1" w:styleId="AccPolicyalternativeChar">
    <w:name w:val="Acc Policy alternative Char"/>
    <w:link w:val="AccPolicyalternative"/>
    <w:rsid w:val="000E5D58"/>
    <w:rPr>
      <w:rFonts w:ascii="Angsana New" w:hAnsi="Angsana New" w:cs="Times New Roman"/>
      <w:bCs/>
      <w:i/>
      <w:iCs/>
      <w:sz w:val="24"/>
      <w:szCs w:val="36"/>
      <w:lang w:eastAsia="en-GB"/>
    </w:rPr>
  </w:style>
  <w:style w:type="paragraph" w:customStyle="1" w:styleId="CoverTitle">
    <w:name w:val="Cover Title"/>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uiPriority w:val="99"/>
    <w:rsid w:val="002F1771"/>
    <w:pPr>
      <w:spacing w:after="0" w:line="440" w:lineRule="exact"/>
      <w:jc w:val="center"/>
    </w:pPr>
    <w:rPr>
      <w:sz w:val="32"/>
      <w:u w:val="none"/>
    </w:rPr>
  </w:style>
  <w:style w:type="paragraph" w:customStyle="1" w:styleId="CoverDate">
    <w:name w:val="Cover Date"/>
    <w:basedOn w:val="Single"/>
    <w:uiPriority w:val="99"/>
    <w:rsid w:val="002F1771"/>
    <w:pPr>
      <w:spacing w:after="0" w:line="440" w:lineRule="exact"/>
      <w:jc w:val="center"/>
    </w:pPr>
    <w:rPr>
      <w:sz w:val="32"/>
      <w:u w:val="none"/>
    </w:rPr>
  </w:style>
  <w:style w:type="paragraph" w:styleId="aff5">
    <w:name w:val="Block Text"/>
    <w:basedOn w:val="a1"/>
    <w:uiPriority w:val="99"/>
    <w:rsid w:val="002F177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aff6">
    <w:name w:val="Document Map"/>
    <w:basedOn w:val="a1"/>
    <w:link w:val="aff7"/>
    <w:uiPriority w:val="99"/>
    <w:semiHidden/>
    <w:rsid w:val="002F1771"/>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ff7">
    <w:name w:val="ผังเอกสาร อักขระ"/>
    <w:link w:val="aff6"/>
    <w:uiPriority w:val="99"/>
    <w:semiHidden/>
    <w:locked/>
    <w:rsid w:val="00B407C6"/>
    <w:rPr>
      <w:rFonts w:ascii="Tahoma" w:hAnsi="Tahoma" w:cs="Tahoma"/>
      <w:shd w:val="clear" w:color="auto" w:fill="000080"/>
      <w:lang w:val="en-GB" w:bidi="ar-SA"/>
    </w:rPr>
  </w:style>
  <w:style w:type="character" w:customStyle="1" w:styleId="AccPolicyHeadingCharChar">
    <w:name w:val="Acc Policy Heading Char Char"/>
    <w:uiPriority w:val="99"/>
    <w:rsid w:val="002F1771"/>
    <w:rPr>
      <w:bCs/>
      <w:sz w:val="22"/>
      <w:szCs w:val="22"/>
      <w:lang w:val="en-US" w:eastAsia="en-GB" w:bidi="th-TH"/>
    </w:rPr>
  </w:style>
  <w:style w:type="paragraph" w:styleId="aff8">
    <w:name w:val="List Paragraph"/>
    <w:basedOn w:val="a1"/>
    <w:uiPriority w:val="34"/>
    <w:qFormat/>
    <w:rsid w:val="001732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contextualSpacing/>
      <w:textAlignment w:val="baseline"/>
    </w:pPr>
    <w:rPr>
      <w:rFonts w:ascii="Times New Roman" w:hAnsi="CordiaUPC"/>
      <w:sz w:val="24"/>
      <w:szCs w:val="28"/>
    </w:rPr>
  </w:style>
  <w:style w:type="character" w:customStyle="1" w:styleId="shorttext1">
    <w:name w:val="short_text1"/>
    <w:uiPriority w:val="99"/>
    <w:rsid w:val="00B407C6"/>
    <w:rPr>
      <w:rFonts w:cs="Times New Roman"/>
      <w:sz w:val="29"/>
      <w:szCs w:val="29"/>
    </w:rPr>
  </w:style>
  <w:style w:type="character" w:customStyle="1" w:styleId="hps">
    <w:name w:val="hps"/>
    <w:rsid w:val="00B407C6"/>
    <w:rPr>
      <w:rFonts w:cs="Times New Roman"/>
    </w:rPr>
  </w:style>
  <w:style w:type="character" w:customStyle="1" w:styleId="gt-icon-text1">
    <w:name w:val="gt-icon-text1"/>
    <w:uiPriority w:val="99"/>
    <w:rsid w:val="00B407C6"/>
    <w:rPr>
      <w:rFonts w:cs="Times New Roman"/>
    </w:rPr>
  </w:style>
  <w:style w:type="character" w:customStyle="1" w:styleId="shorttext">
    <w:name w:val="short_text"/>
    <w:uiPriority w:val="99"/>
    <w:rsid w:val="00B407C6"/>
    <w:rPr>
      <w:rFonts w:cs="Times New Roman"/>
    </w:rPr>
  </w:style>
  <w:style w:type="paragraph" w:customStyle="1" w:styleId="Default">
    <w:name w:val="Default"/>
    <w:rsid w:val="00B407C6"/>
    <w:pPr>
      <w:autoSpaceDE w:val="0"/>
      <w:autoSpaceDN w:val="0"/>
      <w:adjustRightInd w:val="0"/>
    </w:pPr>
    <w:rPr>
      <w:rFonts w:ascii="EucrosiaUPC" w:hAnsi="EucrosiaUPC" w:cs="EucrosiaUPC"/>
      <w:color w:val="000000"/>
      <w:sz w:val="24"/>
      <w:szCs w:val="24"/>
    </w:rPr>
  </w:style>
  <w:style w:type="character" w:customStyle="1" w:styleId="longtext">
    <w:name w:val="long_text"/>
    <w:rsid w:val="00B407C6"/>
    <w:rPr>
      <w:rFonts w:cs="Times New Roman"/>
    </w:rPr>
  </w:style>
  <w:style w:type="paragraph" w:styleId="aff9">
    <w:name w:val="Plain Text"/>
    <w:basedOn w:val="a1"/>
    <w:link w:val="affa"/>
    <w:uiPriority w:val="99"/>
    <w:rsid w:val="00B407C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onsolas" w:hAnsi="Consolas"/>
      <w:sz w:val="21"/>
      <w:szCs w:val="26"/>
    </w:rPr>
  </w:style>
  <w:style w:type="character" w:customStyle="1" w:styleId="affa">
    <w:name w:val="ข้อความธรรมดา อักขระ"/>
    <w:link w:val="aff9"/>
    <w:uiPriority w:val="99"/>
    <w:rsid w:val="00B407C6"/>
    <w:rPr>
      <w:rFonts w:ascii="Consolas" w:hAnsi="Consolas"/>
      <w:sz w:val="21"/>
      <w:szCs w:val="26"/>
    </w:rPr>
  </w:style>
  <w:style w:type="character" w:styleId="affb">
    <w:name w:val="annotation reference"/>
    <w:uiPriority w:val="99"/>
    <w:rsid w:val="00B407C6"/>
    <w:rPr>
      <w:rFonts w:cs="Times New Roman"/>
      <w:sz w:val="16"/>
      <w:szCs w:val="16"/>
    </w:rPr>
  </w:style>
  <w:style w:type="paragraph" w:styleId="affc">
    <w:name w:val="annotation text"/>
    <w:basedOn w:val="a1"/>
    <w:link w:val="affd"/>
    <w:uiPriority w:val="99"/>
    <w:rsid w:val="00B407C6"/>
    <w:pPr>
      <w:spacing w:line="240" w:lineRule="auto"/>
    </w:pPr>
    <w:rPr>
      <w:sz w:val="20"/>
      <w:szCs w:val="25"/>
    </w:rPr>
  </w:style>
  <w:style w:type="character" w:customStyle="1" w:styleId="affd">
    <w:name w:val="ข้อความข้อคิดเห็น อักขระ"/>
    <w:link w:val="affc"/>
    <w:uiPriority w:val="99"/>
    <w:rsid w:val="00B407C6"/>
    <w:rPr>
      <w:rFonts w:ascii="Arial" w:hAnsi="Arial"/>
      <w:szCs w:val="25"/>
    </w:rPr>
  </w:style>
  <w:style w:type="paragraph" w:styleId="affe">
    <w:name w:val="annotation subject"/>
    <w:basedOn w:val="affc"/>
    <w:next w:val="affc"/>
    <w:link w:val="afff"/>
    <w:uiPriority w:val="99"/>
    <w:rsid w:val="00B407C6"/>
    <w:rPr>
      <w:b/>
      <w:bCs/>
    </w:rPr>
  </w:style>
  <w:style w:type="character" w:customStyle="1" w:styleId="afff">
    <w:name w:val="ชื่อเรื่องของข้อคิดเห็น อักขระ"/>
    <w:link w:val="affe"/>
    <w:uiPriority w:val="99"/>
    <w:rsid w:val="00B407C6"/>
    <w:rPr>
      <w:rFonts w:ascii="Arial" w:hAnsi="Arial"/>
      <w:b/>
      <w:bCs/>
      <w:szCs w:val="25"/>
    </w:rPr>
  </w:style>
  <w:style w:type="paragraph" w:styleId="afff0">
    <w:name w:val="Revision"/>
    <w:hidden/>
    <w:uiPriority w:val="99"/>
    <w:semiHidden/>
    <w:rsid w:val="00D4699C"/>
    <w:rPr>
      <w:rFonts w:ascii="Arial" w:hAnsi="Arial"/>
      <w:sz w:val="18"/>
      <w:szCs w:val="22"/>
    </w:rPr>
  </w:style>
  <w:style w:type="paragraph" w:customStyle="1" w:styleId="Text">
    <w:name w:val="Text"/>
    <w:uiPriority w:val="99"/>
    <w:rsid w:val="00AB4959"/>
    <w:pPr>
      <w:spacing w:before="240" w:line="260" w:lineRule="atLeast"/>
    </w:pPr>
    <w:rPr>
      <w:rFonts w:cs="Times New Roman"/>
      <w:noProof/>
      <w:sz w:val="22"/>
      <w:lang w:bidi="ar-SA"/>
    </w:rPr>
  </w:style>
  <w:style w:type="character" w:styleId="afff1">
    <w:name w:val="line number"/>
    <w:basedOn w:val="a2"/>
    <w:rsid w:val="006F27A0"/>
  </w:style>
  <w:style w:type="paragraph" w:styleId="HTML">
    <w:name w:val="HTML Preformatted"/>
    <w:basedOn w:val="a1"/>
    <w:link w:val="HTML0"/>
    <w:uiPriority w:val="99"/>
    <w:unhideWhenUsed/>
    <w:rsid w:val="00207D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Calibri" w:hAnsi="Courier New"/>
      <w:sz w:val="20"/>
      <w:szCs w:val="20"/>
    </w:rPr>
  </w:style>
  <w:style w:type="character" w:customStyle="1" w:styleId="HTML0">
    <w:name w:val="HTML ที่ได้รับการจัดรูปแบบแล้ว อักขระ"/>
    <w:link w:val="HTML"/>
    <w:uiPriority w:val="99"/>
    <w:rsid w:val="00207D42"/>
    <w:rPr>
      <w:rFonts w:ascii="Courier New" w:eastAsia="Calibri" w:hAnsi="Courier New" w:cs="Courier New"/>
    </w:rPr>
  </w:style>
  <w:style w:type="character" w:customStyle="1" w:styleId="pp-place-title6">
    <w:name w:val="pp-place-title6"/>
    <w:rsid w:val="00676F79"/>
    <w:rPr>
      <w:b/>
      <w:bCs/>
      <w:sz w:val="37"/>
      <w:szCs w:val="37"/>
    </w:rPr>
  </w:style>
  <w:style w:type="character" w:customStyle="1" w:styleId="Heading5Char1">
    <w:name w:val="Heading 5 Char1"/>
    <w:rsid w:val="00A672EC"/>
    <w:rPr>
      <w:rFonts w:ascii="Times New Roman" w:eastAsia="Times New Roman" w:hAnsi="Times New Roman" w:cs="EucrosiaUPC"/>
      <w:b/>
      <w:bCs/>
      <w:sz w:val="32"/>
      <w:szCs w:val="32"/>
    </w:rPr>
  </w:style>
  <w:style w:type="character" w:customStyle="1" w:styleId="HeaderChar1">
    <w:name w:val="Header Char1"/>
    <w:rsid w:val="001317D2"/>
    <w:rPr>
      <w:rFonts w:ascii="Arial" w:eastAsia="Times New Roman" w:hAnsi="Arial" w:cs="Times New Roman"/>
      <w:sz w:val="18"/>
      <w:szCs w:val="18"/>
    </w:rPr>
  </w:style>
  <w:style w:type="character" w:styleId="afff2">
    <w:name w:val="Hyperlink"/>
    <w:rsid w:val="00B07CA2"/>
    <w:rPr>
      <w:color w:val="0000FF"/>
      <w:u w:val="single"/>
    </w:rPr>
  </w:style>
  <w:style w:type="character" w:styleId="afff3">
    <w:name w:val="Emphasis"/>
    <w:qFormat/>
    <w:rsid w:val="00577C99"/>
    <w:rPr>
      <w:i/>
      <w:iCs/>
    </w:rPr>
  </w:style>
  <w:style w:type="paragraph" w:styleId="afff4">
    <w:name w:val="Normal (Web)"/>
    <w:basedOn w:val="a1"/>
    <w:uiPriority w:val="99"/>
    <w:unhideWhenUsed/>
    <w:rsid w:val="00AF4AE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paragraph" w:customStyle="1" w:styleId="Style1">
    <w:name w:val="Style1"/>
    <w:basedOn w:val="a1"/>
    <w:link w:val="Style1Char"/>
    <w:qFormat/>
    <w:rsid w:val="00950F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59" w:lineRule="auto"/>
      <w:jc w:val="both"/>
    </w:pPr>
    <w:rPr>
      <w:rFonts w:ascii="Angsana New" w:eastAsia="Calibri" w:hAnsi="Angsana New"/>
      <w:sz w:val="22"/>
      <w:szCs w:val="22"/>
      <w:lang w:val="en-GB"/>
    </w:rPr>
  </w:style>
  <w:style w:type="character" w:customStyle="1" w:styleId="Style1Char">
    <w:name w:val="Style1 Char"/>
    <w:link w:val="Style1"/>
    <w:rsid w:val="00950FAC"/>
    <w:rPr>
      <w:rFonts w:ascii="Angsana New" w:eastAsia="Calibri" w:hAnsi="Angsana New" w:cs="Cordia New"/>
      <w:sz w:val="22"/>
      <w:szCs w:val="22"/>
      <w:lang w:val="en-GB"/>
    </w:rPr>
  </w:style>
  <w:style w:type="paragraph" w:styleId="z-">
    <w:name w:val="HTML Top of Form"/>
    <w:basedOn w:val="a1"/>
    <w:next w:val="a1"/>
    <w:link w:val="z-0"/>
    <w:hidden/>
    <w:uiPriority w:val="99"/>
    <w:semiHidden/>
    <w:unhideWhenUsed/>
    <w:rsid w:val="001B216E"/>
    <w:pPr>
      <w:pBdr>
        <w:bottom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vanish/>
      <w:sz w:val="16"/>
      <w:szCs w:val="20"/>
    </w:rPr>
  </w:style>
  <w:style w:type="character" w:customStyle="1" w:styleId="z-0">
    <w:name w:val="z-ด้านบนของฟอร์ม อักขระ"/>
    <w:link w:val="z-"/>
    <w:uiPriority w:val="99"/>
    <w:semiHidden/>
    <w:rsid w:val="001B216E"/>
    <w:rPr>
      <w:rFonts w:ascii="Arial" w:hAnsi="Arial" w:cs="Cordia New"/>
      <w:vanish/>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95496">
      <w:bodyDiv w:val="1"/>
      <w:marLeft w:val="0"/>
      <w:marRight w:val="0"/>
      <w:marTop w:val="0"/>
      <w:marBottom w:val="0"/>
      <w:divBdr>
        <w:top w:val="none" w:sz="0" w:space="0" w:color="auto"/>
        <w:left w:val="none" w:sz="0" w:space="0" w:color="auto"/>
        <w:bottom w:val="none" w:sz="0" w:space="0" w:color="auto"/>
        <w:right w:val="none" w:sz="0" w:space="0" w:color="auto"/>
      </w:divBdr>
    </w:div>
    <w:div w:id="115956605">
      <w:bodyDiv w:val="1"/>
      <w:marLeft w:val="0"/>
      <w:marRight w:val="0"/>
      <w:marTop w:val="0"/>
      <w:marBottom w:val="0"/>
      <w:divBdr>
        <w:top w:val="none" w:sz="0" w:space="0" w:color="auto"/>
        <w:left w:val="none" w:sz="0" w:space="0" w:color="auto"/>
        <w:bottom w:val="none" w:sz="0" w:space="0" w:color="auto"/>
        <w:right w:val="none" w:sz="0" w:space="0" w:color="auto"/>
      </w:divBdr>
    </w:div>
    <w:div w:id="138806372">
      <w:bodyDiv w:val="1"/>
      <w:marLeft w:val="0"/>
      <w:marRight w:val="0"/>
      <w:marTop w:val="0"/>
      <w:marBottom w:val="0"/>
      <w:divBdr>
        <w:top w:val="none" w:sz="0" w:space="0" w:color="auto"/>
        <w:left w:val="none" w:sz="0" w:space="0" w:color="auto"/>
        <w:bottom w:val="none" w:sz="0" w:space="0" w:color="auto"/>
        <w:right w:val="none" w:sz="0" w:space="0" w:color="auto"/>
      </w:divBdr>
    </w:div>
    <w:div w:id="198012070">
      <w:bodyDiv w:val="1"/>
      <w:marLeft w:val="0"/>
      <w:marRight w:val="0"/>
      <w:marTop w:val="0"/>
      <w:marBottom w:val="0"/>
      <w:divBdr>
        <w:top w:val="none" w:sz="0" w:space="0" w:color="auto"/>
        <w:left w:val="none" w:sz="0" w:space="0" w:color="auto"/>
        <w:bottom w:val="none" w:sz="0" w:space="0" w:color="auto"/>
        <w:right w:val="none" w:sz="0" w:space="0" w:color="auto"/>
      </w:divBdr>
    </w:div>
    <w:div w:id="239100263">
      <w:bodyDiv w:val="1"/>
      <w:marLeft w:val="0"/>
      <w:marRight w:val="0"/>
      <w:marTop w:val="0"/>
      <w:marBottom w:val="0"/>
      <w:divBdr>
        <w:top w:val="none" w:sz="0" w:space="0" w:color="auto"/>
        <w:left w:val="none" w:sz="0" w:space="0" w:color="auto"/>
        <w:bottom w:val="none" w:sz="0" w:space="0" w:color="auto"/>
        <w:right w:val="none" w:sz="0" w:space="0" w:color="auto"/>
      </w:divBdr>
    </w:div>
    <w:div w:id="247278441">
      <w:bodyDiv w:val="1"/>
      <w:marLeft w:val="0"/>
      <w:marRight w:val="0"/>
      <w:marTop w:val="0"/>
      <w:marBottom w:val="0"/>
      <w:divBdr>
        <w:top w:val="none" w:sz="0" w:space="0" w:color="auto"/>
        <w:left w:val="none" w:sz="0" w:space="0" w:color="auto"/>
        <w:bottom w:val="none" w:sz="0" w:space="0" w:color="auto"/>
        <w:right w:val="none" w:sz="0" w:space="0" w:color="auto"/>
      </w:divBdr>
    </w:div>
    <w:div w:id="260913301">
      <w:bodyDiv w:val="1"/>
      <w:marLeft w:val="0"/>
      <w:marRight w:val="0"/>
      <w:marTop w:val="0"/>
      <w:marBottom w:val="0"/>
      <w:divBdr>
        <w:top w:val="none" w:sz="0" w:space="0" w:color="auto"/>
        <w:left w:val="none" w:sz="0" w:space="0" w:color="auto"/>
        <w:bottom w:val="none" w:sz="0" w:space="0" w:color="auto"/>
        <w:right w:val="none" w:sz="0" w:space="0" w:color="auto"/>
      </w:divBdr>
    </w:div>
    <w:div w:id="299844309">
      <w:bodyDiv w:val="1"/>
      <w:marLeft w:val="0"/>
      <w:marRight w:val="0"/>
      <w:marTop w:val="0"/>
      <w:marBottom w:val="0"/>
      <w:divBdr>
        <w:top w:val="none" w:sz="0" w:space="0" w:color="auto"/>
        <w:left w:val="none" w:sz="0" w:space="0" w:color="auto"/>
        <w:bottom w:val="none" w:sz="0" w:space="0" w:color="auto"/>
        <w:right w:val="none" w:sz="0" w:space="0" w:color="auto"/>
      </w:divBdr>
    </w:div>
    <w:div w:id="340401770">
      <w:bodyDiv w:val="1"/>
      <w:marLeft w:val="0"/>
      <w:marRight w:val="0"/>
      <w:marTop w:val="0"/>
      <w:marBottom w:val="0"/>
      <w:divBdr>
        <w:top w:val="none" w:sz="0" w:space="0" w:color="auto"/>
        <w:left w:val="none" w:sz="0" w:space="0" w:color="auto"/>
        <w:bottom w:val="none" w:sz="0" w:space="0" w:color="auto"/>
        <w:right w:val="none" w:sz="0" w:space="0" w:color="auto"/>
      </w:divBdr>
    </w:div>
    <w:div w:id="377045948">
      <w:bodyDiv w:val="1"/>
      <w:marLeft w:val="0"/>
      <w:marRight w:val="0"/>
      <w:marTop w:val="0"/>
      <w:marBottom w:val="0"/>
      <w:divBdr>
        <w:top w:val="none" w:sz="0" w:space="0" w:color="auto"/>
        <w:left w:val="none" w:sz="0" w:space="0" w:color="auto"/>
        <w:bottom w:val="none" w:sz="0" w:space="0" w:color="auto"/>
        <w:right w:val="none" w:sz="0" w:space="0" w:color="auto"/>
      </w:divBdr>
    </w:div>
    <w:div w:id="389573405">
      <w:bodyDiv w:val="1"/>
      <w:marLeft w:val="0"/>
      <w:marRight w:val="0"/>
      <w:marTop w:val="0"/>
      <w:marBottom w:val="0"/>
      <w:divBdr>
        <w:top w:val="none" w:sz="0" w:space="0" w:color="auto"/>
        <w:left w:val="none" w:sz="0" w:space="0" w:color="auto"/>
        <w:bottom w:val="none" w:sz="0" w:space="0" w:color="auto"/>
        <w:right w:val="none" w:sz="0" w:space="0" w:color="auto"/>
      </w:divBdr>
    </w:div>
    <w:div w:id="438836573">
      <w:bodyDiv w:val="1"/>
      <w:marLeft w:val="0"/>
      <w:marRight w:val="0"/>
      <w:marTop w:val="0"/>
      <w:marBottom w:val="0"/>
      <w:divBdr>
        <w:top w:val="none" w:sz="0" w:space="0" w:color="auto"/>
        <w:left w:val="none" w:sz="0" w:space="0" w:color="auto"/>
        <w:bottom w:val="none" w:sz="0" w:space="0" w:color="auto"/>
        <w:right w:val="none" w:sz="0" w:space="0" w:color="auto"/>
      </w:divBdr>
    </w:div>
    <w:div w:id="560988873">
      <w:bodyDiv w:val="1"/>
      <w:marLeft w:val="0"/>
      <w:marRight w:val="0"/>
      <w:marTop w:val="0"/>
      <w:marBottom w:val="0"/>
      <w:divBdr>
        <w:top w:val="none" w:sz="0" w:space="0" w:color="auto"/>
        <w:left w:val="none" w:sz="0" w:space="0" w:color="auto"/>
        <w:bottom w:val="none" w:sz="0" w:space="0" w:color="auto"/>
        <w:right w:val="none" w:sz="0" w:space="0" w:color="auto"/>
      </w:divBdr>
    </w:div>
    <w:div w:id="568811155">
      <w:bodyDiv w:val="1"/>
      <w:marLeft w:val="0"/>
      <w:marRight w:val="0"/>
      <w:marTop w:val="0"/>
      <w:marBottom w:val="0"/>
      <w:divBdr>
        <w:top w:val="none" w:sz="0" w:space="0" w:color="auto"/>
        <w:left w:val="none" w:sz="0" w:space="0" w:color="auto"/>
        <w:bottom w:val="none" w:sz="0" w:space="0" w:color="auto"/>
        <w:right w:val="none" w:sz="0" w:space="0" w:color="auto"/>
      </w:divBdr>
    </w:div>
    <w:div w:id="611282320">
      <w:bodyDiv w:val="1"/>
      <w:marLeft w:val="0"/>
      <w:marRight w:val="0"/>
      <w:marTop w:val="0"/>
      <w:marBottom w:val="0"/>
      <w:divBdr>
        <w:top w:val="none" w:sz="0" w:space="0" w:color="auto"/>
        <w:left w:val="none" w:sz="0" w:space="0" w:color="auto"/>
        <w:bottom w:val="none" w:sz="0" w:space="0" w:color="auto"/>
        <w:right w:val="none" w:sz="0" w:space="0" w:color="auto"/>
      </w:divBdr>
    </w:div>
    <w:div w:id="625745481">
      <w:bodyDiv w:val="1"/>
      <w:marLeft w:val="0"/>
      <w:marRight w:val="0"/>
      <w:marTop w:val="0"/>
      <w:marBottom w:val="0"/>
      <w:divBdr>
        <w:top w:val="none" w:sz="0" w:space="0" w:color="auto"/>
        <w:left w:val="none" w:sz="0" w:space="0" w:color="auto"/>
        <w:bottom w:val="none" w:sz="0" w:space="0" w:color="auto"/>
        <w:right w:val="none" w:sz="0" w:space="0" w:color="auto"/>
      </w:divBdr>
    </w:div>
    <w:div w:id="641615732">
      <w:bodyDiv w:val="1"/>
      <w:marLeft w:val="0"/>
      <w:marRight w:val="0"/>
      <w:marTop w:val="0"/>
      <w:marBottom w:val="0"/>
      <w:divBdr>
        <w:top w:val="none" w:sz="0" w:space="0" w:color="auto"/>
        <w:left w:val="none" w:sz="0" w:space="0" w:color="auto"/>
        <w:bottom w:val="none" w:sz="0" w:space="0" w:color="auto"/>
        <w:right w:val="none" w:sz="0" w:space="0" w:color="auto"/>
      </w:divBdr>
      <w:divsChild>
        <w:div w:id="544560889">
          <w:marLeft w:val="0"/>
          <w:marRight w:val="0"/>
          <w:marTop w:val="0"/>
          <w:marBottom w:val="0"/>
          <w:divBdr>
            <w:top w:val="none" w:sz="0" w:space="0" w:color="auto"/>
            <w:left w:val="none" w:sz="0" w:space="0" w:color="auto"/>
            <w:bottom w:val="none" w:sz="0" w:space="0" w:color="auto"/>
            <w:right w:val="none" w:sz="0" w:space="0" w:color="auto"/>
          </w:divBdr>
        </w:div>
      </w:divsChild>
    </w:div>
    <w:div w:id="706182343">
      <w:bodyDiv w:val="1"/>
      <w:marLeft w:val="0"/>
      <w:marRight w:val="0"/>
      <w:marTop w:val="0"/>
      <w:marBottom w:val="0"/>
      <w:divBdr>
        <w:top w:val="none" w:sz="0" w:space="0" w:color="auto"/>
        <w:left w:val="none" w:sz="0" w:space="0" w:color="auto"/>
        <w:bottom w:val="none" w:sz="0" w:space="0" w:color="auto"/>
        <w:right w:val="none" w:sz="0" w:space="0" w:color="auto"/>
      </w:divBdr>
    </w:div>
    <w:div w:id="747649871">
      <w:bodyDiv w:val="1"/>
      <w:marLeft w:val="0"/>
      <w:marRight w:val="0"/>
      <w:marTop w:val="0"/>
      <w:marBottom w:val="0"/>
      <w:divBdr>
        <w:top w:val="none" w:sz="0" w:space="0" w:color="auto"/>
        <w:left w:val="none" w:sz="0" w:space="0" w:color="auto"/>
        <w:bottom w:val="none" w:sz="0" w:space="0" w:color="auto"/>
        <w:right w:val="none" w:sz="0" w:space="0" w:color="auto"/>
      </w:divBdr>
    </w:div>
    <w:div w:id="860314728">
      <w:bodyDiv w:val="1"/>
      <w:marLeft w:val="0"/>
      <w:marRight w:val="0"/>
      <w:marTop w:val="0"/>
      <w:marBottom w:val="0"/>
      <w:divBdr>
        <w:top w:val="none" w:sz="0" w:space="0" w:color="auto"/>
        <w:left w:val="none" w:sz="0" w:space="0" w:color="auto"/>
        <w:bottom w:val="none" w:sz="0" w:space="0" w:color="auto"/>
        <w:right w:val="none" w:sz="0" w:space="0" w:color="auto"/>
      </w:divBdr>
      <w:divsChild>
        <w:div w:id="1009135170">
          <w:marLeft w:val="0"/>
          <w:marRight w:val="0"/>
          <w:marTop w:val="0"/>
          <w:marBottom w:val="0"/>
          <w:divBdr>
            <w:top w:val="none" w:sz="0" w:space="0" w:color="auto"/>
            <w:left w:val="none" w:sz="0" w:space="0" w:color="auto"/>
            <w:bottom w:val="none" w:sz="0" w:space="0" w:color="auto"/>
            <w:right w:val="none" w:sz="0" w:space="0" w:color="auto"/>
          </w:divBdr>
        </w:div>
      </w:divsChild>
    </w:div>
    <w:div w:id="876894354">
      <w:bodyDiv w:val="1"/>
      <w:marLeft w:val="0"/>
      <w:marRight w:val="0"/>
      <w:marTop w:val="0"/>
      <w:marBottom w:val="0"/>
      <w:divBdr>
        <w:top w:val="none" w:sz="0" w:space="0" w:color="auto"/>
        <w:left w:val="none" w:sz="0" w:space="0" w:color="auto"/>
        <w:bottom w:val="none" w:sz="0" w:space="0" w:color="auto"/>
        <w:right w:val="none" w:sz="0" w:space="0" w:color="auto"/>
      </w:divBdr>
    </w:div>
    <w:div w:id="905142877">
      <w:bodyDiv w:val="1"/>
      <w:marLeft w:val="0"/>
      <w:marRight w:val="0"/>
      <w:marTop w:val="0"/>
      <w:marBottom w:val="0"/>
      <w:divBdr>
        <w:top w:val="none" w:sz="0" w:space="0" w:color="auto"/>
        <w:left w:val="none" w:sz="0" w:space="0" w:color="auto"/>
        <w:bottom w:val="none" w:sz="0" w:space="0" w:color="auto"/>
        <w:right w:val="none" w:sz="0" w:space="0" w:color="auto"/>
      </w:divBdr>
      <w:divsChild>
        <w:div w:id="43334795">
          <w:marLeft w:val="0"/>
          <w:marRight w:val="0"/>
          <w:marTop w:val="0"/>
          <w:marBottom w:val="0"/>
          <w:divBdr>
            <w:top w:val="none" w:sz="0" w:space="0" w:color="auto"/>
            <w:left w:val="none" w:sz="0" w:space="0" w:color="auto"/>
            <w:bottom w:val="none" w:sz="0" w:space="0" w:color="auto"/>
            <w:right w:val="none" w:sz="0" w:space="0" w:color="auto"/>
          </w:divBdr>
        </w:div>
      </w:divsChild>
    </w:div>
    <w:div w:id="990014868">
      <w:bodyDiv w:val="1"/>
      <w:marLeft w:val="0"/>
      <w:marRight w:val="0"/>
      <w:marTop w:val="0"/>
      <w:marBottom w:val="0"/>
      <w:divBdr>
        <w:top w:val="none" w:sz="0" w:space="0" w:color="auto"/>
        <w:left w:val="none" w:sz="0" w:space="0" w:color="auto"/>
        <w:bottom w:val="none" w:sz="0" w:space="0" w:color="auto"/>
        <w:right w:val="none" w:sz="0" w:space="0" w:color="auto"/>
      </w:divBdr>
    </w:div>
    <w:div w:id="1051079074">
      <w:bodyDiv w:val="1"/>
      <w:marLeft w:val="0"/>
      <w:marRight w:val="0"/>
      <w:marTop w:val="0"/>
      <w:marBottom w:val="0"/>
      <w:divBdr>
        <w:top w:val="none" w:sz="0" w:space="0" w:color="auto"/>
        <w:left w:val="none" w:sz="0" w:space="0" w:color="auto"/>
        <w:bottom w:val="none" w:sz="0" w:space="0" w:color="auto"/>
        <w:right w:val="none" w:sz="0" w:space="0" w:color="auto"/>
      </w:divBdr>
    </w:div>
    <w:div w:id="1055465293">
      <w:bodyDiv w:val="1"/>
      <w:marLeft w:val="0"/>
      <w:marRight w:val="0"/>
      <w:marTop w:val="0"/>
      <w:marBottom w:val="0"/>
      <w:divBdr>
        <w:top w:val="none" w:sz="0" w:space="0" w:color="auto"/>
        <w:left w:val="none" w:sz="0" w:space="0" w:color="auto"/>
        <w:bottom w:val="none" w:sz="0" w:space="0" w:color="auto"/>
        <w:right w:val="none" w:sz="0" w:space="0" w:color="auto"/>
      </w:divBdr>
    </w:div>
    <w:div w:id="1074089704">
      <w:bodyDiv w:val="1"/>
      <w:marLeft w:val="0"/>
      <w:marRight w:val="0"/>
      <w:marTop w:val="0"/>
      <w:marBottom w:val="0"/>
      <w:divBdr>
        <w:top w:val="none" w:sz="0" w:space="0" w:color="auto"/>
        <w:left w:val="none" w:sz="0" w:space="0" w:color="auto"/>
        <w:bottom w:val="none" w:sz="0" w:space="0" w:color="auto"/>
        <w:right w:val="none" w:sz="0" w:space="0" w:color="auto"/>
      </w:divBdr>
    </w:div>
    <w:div w:id="1074426314">
      <w:bodyDiv w:val="1"/>
      <w:marLeft w:val="0"/>
      <w:marRight w:val="0"/>
      <w:marTop w:val="0"/>
      <w:marBottom w:val="0"/>
      <w:divBdr>
        <w:top w:val="none" w:sz="0" w:space="0" w:color="auto"/>
        <w:left w:val="none" w:sz="0" w:space="0" w:color="auto"/>
        <w:bottom w:val="none" w:sz="0" w:space="0" w:color="auto"/>
        <w:right w:val="none" w:sz="0" w:space="0" w:color="auto"/>
      </w:divBdr>
      <w:divsChild>
        <w:div w:id="316300640">
          <w:marLeft w:val="0"/>
          <w:marRight w:val="0"/>
          <w:marTop w:val="0"/>
          <w:marBottom w:val="0"/>
          <w:divBdr>
            <w:top w:val="none" w:sz="0" w:space="0" w:color="auto"/>
            <w:left w:val="none" w:sz="0" w:space="0" w:color="auto"/>
            <w:bottom w:val="none" w:sz="0" w:space="0" w:color="auto"/>
            <w:right w:val="none" w:sz="0" w:space="0" w:color="auto"/>
          </w:divBdr>
          <w:divsChild>
            <w:div w:id="1276911028">
              <w:marLeft w:val="0"/>
              <w:marRight w:val="0"/>
              <w:marTop w:val="0"/>
              <w:marBottom w:val="0"/>
              <w:divBdr>
                <w:top w:val="none" w:sz="0" w:space="0" w:color="auto"/>
                <w:left w:val="none" w:sz="0" w:space="0" w:color="auto"/>
                <w:bottom w:val="none" w:sz="0" w:space="0" w:color="auto"/>
                <w:right w:val="none" w:sz="0" w:space="0" w:color="auto"/>
              </w:divBdr>
              <w:divsChild>
                <w:div w:id="1106923177">
                  <w:marLeft w:val="0"/>
                  <w:marRight w:val="0"/>
                  <w:marTop w:val="0"/>
                  <w:marBottom w:val="0"/>
                  <w:divBdr>
                    <w:top w:val="none" w:sz="0" w:space="0" w:color="auto"/>
                    <w:left w:val="none" w:sz="0" w:space="0" w:color="auto"/>
                    <w:bottom w:val="none" w:sz="0" w:space="0" w:color="auto"/>
                    <w:right w:val="none" w:sz="0" w:space="0" w:color="auto"/>
                  </w:divBdr>
                  <w:divsChild>
                    <w:div w:id="1129203702">
                      <w:marLeft w:val="0"/>
                      <w:marRight w:val="0"/>
                      <w:marTop w:val="0"/>
                      <w:marBottom w:val="0"/>
                      <w:divBdr>
                        <w:top w:val="none" w:sz="0" w:space="0" w:color="auto"/>
                        <w:left w:val="none" w:sz="0" w:space="0" w:color="auto"/>
                        <w:bottom w:val="none" w:sz="0" w:space="0" w:color="auto"/>
                        <w:right w:val="none" w:sz="0" w:space="0" w:color="auto"/>
                      </w:divBdr>
                      <w:divsChild>
                        <w:div w:id="1494644396">
                          <w:marLeft w:val="0"/>
                          <w:marRight w:val="0"/>
                          <w:marTop w:val="0"/>
                          <w:marBottom w:val="0"/>
                          <w:divBdr>
                            <w:top w:val="none" w:sz="0" w:space="0" w:color="auto"/>
                            <w:left w:val="none" w:sz="0" w:space="0" w:color="auto"/>
                            <w:bottom w:val="none" w:sz="0" w:space="0" w:color="auto"/>
                            <w:right w:val="none" w:sz="0" w:space="0" w:color="auto"/>
                          </w:divBdr>
                          <w:divsChild>
                            <w:div w:id="694578810">
                              <w:marLeft w:val="0"/>
                              <w:marRight w:val="0"/>
                              <w:marTop w:val="0"/>
                              <w:marBottom w:val="0"/>
                              <w:divBdr>
                                <w:top w:val="none" w:sz="0" w:space="0" w:color="auto"/>
                                <w:left w:val="none" w:sz="0" w:space="0" w:color="auto"/>
                                <w:bottom w:val="none" w:sz="0" w:space="0" w:color="auto"/>
                                <w:right w:val="none" w:sz="0" w:space="0" w:color="auto"/>
                              </w:divBdr>
                              <w:divsChild>
                                <w:div w:id="1096907142">
                                  <w:marLeft w:val="0"/>
                                  <w:marRight w:val="0"/>
                                  <w:marTop w:val="0"/>
                                  <w:marBottom w:val="0"/>
                                  <w:divBdr>
                                    <w:top w:val="single" w:sz="6" w:space="0" w:color="F5F5F5"/>
                                    <w:left w:val="single" w:sz="6" w:space="0" w:color="F5F5F5"/>
                                    <w:bottom w:val="single" w:sz="6" w:space="0" w:color="F5F5F5"/>
                                    <w:right w:val="single" w:sz="6" w:space="0" w:color="F5F5F5"/>
                                  </w:divBdr>
                                  <w:divsChild>
                                    <w:div w:id="830173597">
                                      <w:marLeft w:val="0"/>
                                      <w:marRight w:val="0"/>
                                      <w:marTop w:val="0"/>
                                      <w:marBottom w:val="0"/>
                                      <w:divBdr>
                                        <w:top w:val="none" w:sz="0" w:space="0" w:color="auto"/>
                                        <w:left w:val="none" w:sz="0" w:space="0" w:color="auto"/>
                                        <w:bottom w:val="none" w:sz="0" w:space="0" w:color="auto"/>
                                        <w:right w:val="none" w:sz="0" w:space="0" w:color="auto"/>
                                      </w:divBdr>
                                      <w:divsChild>
                                        <w:div w:id="2872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2382410">
      <w:bodyDiv w:val="1"/>
      <w:marLeft w:val="0"/>
      <w:marRight w:val="0"/>
      <w:marTop w:val="0"/>
      <w:marBottom w:val="0"/>
      <w:divBdr>
        <w:top w:val="none" w:sz="0" w:space="0" w:color="auto"/>
        <w:left w:val="none" w:sz="0" w:space="0" w:color="auto"/>
        <w:bottom w:val="none" w:sz="0" w:space="0" w:color="auto"/>
        <w:right w:val="none" w:sz="0" w:space="0" w:color="auto"/>
      </w:divBdr>
    </w:div>
    <w:div w:id="1133668337">
      <w:bodyDiv w:val="1"/>
      <w:marLeft w:val="0"/>
      <w:marRight w:val="0"/>
      <w:marTop w:val="0"/>
      <w:marBottom w:val="0"/>
      <w:divBdr>
        <w:top w:val="none" w:sz="0" w:space="0" w:color="auto"/>
        <w:left w:val="none" w:sz="0" w:space="0" w:color="auto"/>
        <w:bottom w:val="none" w:sz="0" w:space="0" w:color="auto"/>
        <w:right w:val="none" w:sz="0" w:space="0" w:color="auto"/>
      </w:divBdr>
    </w:div>
    <w:div w:id="1237134317">
      <w:bodyDiv w:val="1"/>
      <w:marLeft w:val="0"/>
      <w:marRight w:val="0"/>
      <w:marTop w:val="0"/>
      <w:marBottom w:val="0"/>
      <w:divBdr>
        <w:top w:val="none" w:sz="0" w:space="0" w:color="auto"/>
        <w:left w:val="none" w:sz="0" w:space="0" w:color="auto"/>
        <w:bottom w:val="none" w:sz="0" w:space="0" w:color="auto"/>
        <w:right w:val="none" w:sz="0" w:space="0" w:color="auto"/>
      </w:divBdr>
    </w:div>
    <w:div w:id="1252935971">
      <w:bodyDiv w:val="1"/>
      <w:marLeft w:val="0"/>
      <w:marRight w:val="0"/>
      <w:marTop w:val="0"/>
      <w:marBottom w:val="0"/>
      <w:divBdr>
        <w:top w:val="none" w:sz="0" w:space="0" w:color="auto"/>
        <w:left w:val="none" w:sz="0" w:space="0" w:color="auto"/>
        <w:bottom w:val="none" w:sz="0" w:space="0" w:color="auto"/>
        <w:right w:val="none" w:sz="0" w:space="0" w:color="auto"/>
      </w:divBdr>
    </w:div>
    <w:div w:id="1520701913">
      <w:bodyDiv w:val="1"/>
      <w:marLeft w:val="0"/>
      <w:marRight w:val="0"/>
      <w:marTop w:val="0"/>
      <w:marBottom w:val="0"/>
      <w:divBdr>
        <w:top w:val="none" w:sz="0" w:space="0" w:color="auto"/>
        <w:left w:val="none" w:sz="0" w:space="0" w:color="auto"/>
        <w:bottom w:val="none" w:sz="0" w:space="0" w:color="auto"/>
        <w:right w:val="none" w:sz="0" w:space="0" w:color="auto"/>
      </w:divBdr>
    </w:div>
    <w:div w:id="1525630055">
      <w:bodyDiv w:val="1"/>
      <w:marLeft w:val="0"/>
      <w:marRight w:val="0"/>
      <w:marTop w:val="0"/>
      <w:marBottom w:val="0"/>
      <w:divBdr>
        <w:top w:val="none" w:sz="0" w:space="0" w:color="auto"/>
        <w:left w:val="none" w:sz="0" w:space="0" w:color="auto"/>
        <w:bottom w:val="none" w:sz="0" w:space="0" w:color="auto"/>
        <w:right w:val="none" w:sz="0" w:space="0" w:color="auto"/>
      </w:divBdr>
    </w:div>
    <w:div w:id="1530558804">
      <w:bodyDiv w:val="1"/>
      <w:marLeft w:val="0"/>
      <w:marRight w:val="0"/>
      <w:marTop w:val="0"/>
      <w:marBottom w:val="0"/>
      <w:divBdr>
        <w:top w:val="none" w:sz="0" w:space="0" w:color="auto"/>
        <w:left w:val="none" w:sz="0" w:space="0" w:color="auto"/>
        <w:bottom w:val="none" w:sz="0" w:space="0" w:color="auto"/>
        <w:right w:val="none" w:sz="0" w:space="0" w:color="auto"/>
      </w:divBdr>
      <w:divsChild>
        <w:div w:id="1459297154">
          <w:marLeft w:val="0"/>
          <w:marRight w:val="0"/>
          <w:marTop w:val="0"/>
          <w:marBottom w:val="0"/>
          <w:divBdr>
            <w:top w:val="none" w:sz="0" w:space="0" w:color="auto"/>
            <w:left w:val="none" w:sz="0" w:space="0" w:color="auto"/>
            <w:bottom w:val="none" w:sz="0" w:space="0" w:color="auto"/>
            <w:right w:val="none" w:sz="0" w:space="0" w:color="auto"/>
          </w:divBdr>
          <w:divsChild>
            <w:div w:id="25683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444717">
      <w:bodyDiv w:val="1"/>
      <w:marLeft w:val="0"/>
      <w:marRight w:val="0"/>
      <w:marTop w:val="0"/>
      <w:marBottom w:val="0"/>
      <w:divBdr>
        <w:top w:val="none" w:sz="0" w:space="0" w:color="auto"/>
        <w:left w:val="none" w:sz="0" w:space="0" w:color="auto"/>
        <w:bottom w:val="none" w:sz="0" w:space="0" w:color="auto"/>
        <w:right w:val="none" w:sz="0" w:space="0" w:color="auto"/>
      </w:divBdr>
    </w:div>
    <w:div w:id="1558475530">
      <w:bodyDiv w:val="1"/>
      <w:marLeft w:val="0"/>
      <w:marRight w:val="0"/>
      <w:marTop w:val="0"/>
      <w:marBottom w:val="0"/>
      <w:divBdr>
        <w:top w:val="none" w:sz="0" w:space="0" w:color="auto"/>
        <w:left w:val="none" w:sz="0" w:space="0" w:color="auto"/>
        <w:bottom w:val="none" w:sz="0" w:space="0" w:color="auto"/>
        <w:right w:val="none" w:sz="0" w:space="0" w:color="auto"/>
      </w:divBdr>
      <w:divsChild>
        <w:div w:id="1533617370">
          <w:marLeft w:val="0"/>
          <w:marRight w:val="0"/>
          <w:marTop w:val="0"/>
          <w:marBottom w:val="0"/>
          <w:divBdr>
            <w:top w:val="none" w:sz="0" w:space="0" w:color="auto"/>
            <w:left w:val="none" w:sz="0" w:space="0" w:color="auto"/>
            <w:bottom w:val="none" w:sz="0" w:space="0" w:color="auto"/>
            <w:right w:val="none" w:sz="0" w:space="0" w:color="auto"/>
          </w:divBdr>
        </w:div>
      </w:divsChild>
    </w:div>
    <w:div w:id="1565488576">
      <w:bodyDiv w:val="1"/>
      <w:marLeft w:val="0"/>
      <w:marRight w:val="0"/>
      <w:marTop w:val="0"/>
      <w:marBottom w:val="0"/>
      <w:divBdr>
        <w:top w:val="none" w:sz="0" w:space="0" w:color="auto"/>
        <w:left w:val="none" w:sz="0" w:space="0" w:color="auto"/>
        <w:bottom w:val="none" w:sz="0" w:space="0" w:color="auto"/>
        <w:right w:val="none" w:sz="0" w:space="0" w:color="auto"/>
      </w:divBdr>
    </w:div>
    <w:div w:id="1663586803">
      <w:bodyDiv w:val="1"/>
      <w:marLeft w:val="0"/>
      <w:marRight w:val="0"/>
      <w:marTop w:val="0"/>
      <w:marBottom w:val="0"/>
      <w:divBdr>
        <w:top w:val="none" w:sz="0" w:space="0" w:color="auto"/>
        <w:left w:val="none" w:sz="0" w:space="0" w:color="auto"/>
        <w:bottom w:val="none" w:sz="0" w:space="0" w:color="auto"/>
        <w:right w:val="none" w:sz="0" w:space="0" w:color="auto"/>
      </w:divBdr>
    </w:div>
    <w:div w:id="1829249844">
      <w:bodyDiv w:val="1"/>
      <w:marLeft w:val="0"/>
      <w:marRight w:val="0"/>
      <w:marTop w:val="0"/>
      <w:marBottom w:val="0"/>
      <w:divBdr>
        <w:top w:val="none" w:sz="0" w:space="0" w:color="auto"/>
        <w:left w:val="none" w:sz="0" w:space="0" w:color="auto"/>
        <w:bottom w:val="none" w:sz="0" w:space="0" w:color="auto"/>
        <w:right w:val="none" w:sz="0" w:space="0" w:color="auto"/>
      </w:divBdr>
    </w:div>
    <w:div w:id="1872382224">
      <w:bodyDiv w:val="1"/>
      <w:marLeft w:val="0"/>
      <w:marRight w:val="0"/>
      <w:marTop w:val="0"/>
      <w:marBottom w:val="0"/>
      <w:divBdr>
        <w:top w:val="none" w:sz="0" w:space="0" w:color="auto"/>
        <w:left w:val="none" w:sz="0" w:space="0" w:color="auto"/>
        <w:bottom w:val="none" w:sz="0" w:space="0" w:color="auto"/>
        <w:right w:val="none" w:sz="0" w:space="0" w:color="auto"/>
      </w:divBdr>
    </w:div>
    <w:div w:id="1940526414">
      <w:bodyDiv w:val="1"/>
      <w:marLeft w:val="0"/>
      <w:marRight w:val="0"/>
      <w:marTop w:val="0"/>
      <w:marBottom w:val="0"/>
      <w:divBdr>
        <w:top w:val="none" w:sz="0" w:space="0" w:color="auto"/>
        <w:left w:val="none" w:sz="0" w:space="0" w:color="auto"/>
        <w:bottom w:val="none" w:sz="0" w:space="0" w:color="auto"/>
        <w:right w:val="none" w:sz="0" w:space="0" w:color="auto"/>
      </w:divBdr>
    </w:div>
    <w:div w:id="1941906922">
      <w:bodyDiv w:val="1"/>
      <w:marLeft w:val="0"/>
      <w:marRight w:val="0"/>
      <w:marTop w:val="0"/>
      <w:marBottom w:val="0"/>
      <w:divBdr>
        <w:top w:val="none" w:sz="0" w:space="0" w:color="auto"/>
        <w:left w:val="none" w:sz="0" w:space="0" w:color="auto"/>
        <w:bottom w:val="none" w:sz="0" w:space="0" w:color="auto"/>
        <w:right w:val="none" w:sz="0" w:space="0" w:color="auto"/>
      </w:divBdr>
      <w:divsChild>
        <w:div w:id="423649713">
          <w:marLeft w:val="0"/>
          <w:marRight w:val="0"/>
          <w:marTop w:val="0"/>
          <w:marBottom w:val="0"/>
          <w:divBdr>
            <w:top w:val="none" w:sz="0" w:space="0" w:color="auto"/>
            <w:left w:val="none" w:sz="0" w:space="0" w:color="auto"/>
            <w:bottom w:val="none" w:sz="0" w:space="0" w:color="auto"/>
            <w:right w:val="none" w:sz="0" w:space="0" w:color="auto"/>
          </w:divBdr>
        </w:div>
      </w:divsChild>
    </w:div>
    <w:div w:id="2109618918">
      <w:bodyDiv w:val="1"/>
      <w:marLeft w:val="0"/>
      <w:marRight w:val="0"/>
      <w:marTop w:val="0"/>
      <w:marBottom w:val="0"/>
      <w:divBdr>
        <w:top w:val="none" w:sz="0" w:space="0" w:color="auto"/>
        <w:left w:val="none" w:sz="0" w:space="0" w:color="auto"/>
        <w:bottom w:val="none" w:sz="0" w:space="0" w:color="auto"/>
        <w:right w:val="none" w:sz="0" w:space="0" w:color="auto"/>
      </w:divBdr>
    </w:div>
    <w:div w:id="212588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Thai%20Report.dot" TargetMode="External"/></Relationships>
</file>

<file path=word/theme/theme1.xml><?xml version="1.0" encoding="utf-8"?>
<a:theme xmlns:a="http://schemas.openxmlformats.org/drawingml/2006/main" name="ชุดรูปแบบของ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3CAB6E-A2FE-4909-BBFA-AD320444C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Thai Report</Template>
  <TotalTime>97</TotalTime>
  <Pages>5</Pages>
  <Words>1396</Words>
  <Characters>7772</Characters>
  <Application>Microsoft Office Word</Application>
  <DocSecurity>0</DocSecurity>
  <Lines>64</Lines>
  <Paragraphs>18</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บริษัท สหวิริยาสตีลอินดัสตรี จำกัด (มหาชน)</vt:lpstr>
      <vt:lpstr>บริษัท สหวิริยาสตีลอินดัสตรี จำกัด (มหาชน)</vt:lpstr>
    </vt:vector>
  </TitlesOfParts>
  <Company>KPMG</Company>
  <LinksUpToDate>false</LinksUpToDate>
  <CharactersWithSpaces>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สหวิริยาสตีลอินดัสตรี จำกัด (มหาชน)</dc:title>
  <dc:creator>SSI</dc:creator>
  <cp:lastModifiedBy>DIACOM2</cp:lastModifiedBy>
  <cp:revision>15</cp:revision>
  <cp:lastPrinted>2017-08-15T03:47:00Z</cp:lastPrinted>
  <dcterms:created xsi:type="dcterms:W3CDTF">2017-08-11T07:18:00Z</dcterms:created>
  <dcterms:modified xsi:type="dcterms:W3CDTF">2017-08-15T03:48:00Z</dcterms:modified>
</cp:coreProperties>
</file>